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D0" w:rsidRPr="00623008" w:rsidRDefault="007F2DA2">
      <w:pPr>
        <w:spacing w:line="276" w:lineRule="auto"/>
        <w:jc w:val="center"/>
        <w:rPr>
          <w:rFonts w:cs="Arial"/>
          <w:b/>
          <w:bCs/>
          <w:i/>
          <w:color w:val="FF0000"/>
          <w:szCs w:val="20"/>
        </w:rPr>
      </w:pPr>
      <w:r w:rsidRPr="00623008">
        <w:rPr>
          <w:rFonts w:cs="Arial"/>
          <w:b/>
          <w:bCs/>
          <w:i/>
          <w:color w:val="FF0000"/>
          <w:szCs w:val="20"/>
        </w:rPr>
        <w:t>“ÓRGÃO OU ENTIDADE PÚBLICA”</w:t>
      </w:r>
    </w:p>
    <w:p w:rsidR="00005DD0" w:rsidRPr="00623008" w:rsidRDefault="00005DD0">
      <w:pPr>
        <w:rPr>
          <w:rFonts w:cs="Arial"/>
          <w:szCs w:val="20"/>
        </w:rPr>
      </w:pPr>
    </w:p>
    <w:p w:rsidR="00005DD0" w:rsidRPr="00623008" w:rsidRDefault="00813199" w:rsidP="00964757">
      <w:pPr>
        <w:jc w:val="center"/>
        <w:rPr>
          <w:rFonts w:cs="Arial"/>
          <w:b/>
          <w:bCs/>
          <w:color w:val="000000"/>
          <w:szCs w:val="20"/>
        </w:rPr>
      </w:pPr>
      <w:r w:rsidRPr="00623008">
        <w:rPr>
          <w:rFonts w:cs="Arial"/>
          <w:b/>
          <w:szCs w:val="20"/>
          <w:u w:val="single"/>
        </w:rPr>
        <w:t xml:space="preserve">Apêndice </w:t>
      </w:r>
      <w:r w:rsidR="00174F1E" w:rsidRPr="00623008">
        <w:rPr>
          <w:rFonts w:cs="Arial"/>
          <w:b/>
          <w:szCs w:val="20"/>
          <w:u w:val="single"/>
        </w:rPr>
        <w:t>1</w:t>
      </w:r>
      <w:r w:rsidRPr="00623008">
        <w:rPr>
          <w:rFonts w:cs="Arial"/>
          <w:b/>
          <w:szCs w:val="20"/>
          <w:u w:val="single"/>
        </w:rPr>
        <w:t xml:space="preserve"> </w:t>
      </w:r>
      <w:r w:rsidR="008913B1">
        <w:rPr>
          <w:rFonts w:cs="Arial"/>
          <w:b/>
          <w:szCs w:val="20"/>
          <w:u w:val="single"/>
        </w:rPr>
        <w:t>do</w:t>
      </w:r>
      <w:r w:rsidRPr="00623008">
        <w:rPr>
          <w:rFonts w:cs="Arial"/>
          <w:b/>
          <w:szCs w:val="20"/>
          <w:u w:val="single"/>
        </w:rPr>
        <w:t xml:space="preserve"> - Termo de Referência </w:t>
      </w:r>
      <w:proofErr w:type="gramStart"/>
      <w:r w:rsidRPr="00623008">
        <w:rPr>
          <w:rFonts w:cs="Arial"/>
          <w:b/>
          <w:szCs w:val="20"/>
          <w:u w:val="single"/>
        </w:rPr>
        <w:t xml:space="preserve">do  </w:t>
      </w:r>
      <w:r w:rsidRPr="00623008">
        <w:rPr>
          <w:rFonts w:cs="Arial"/>
          <w:b/>
          <w:bCs/>
          <w:color w:val="000000"/>
          <w:szCs w:val="20"/>
          <w:u w:val="single"/>
        </w:rPr>
        <w:t>PREGÃO</w:t>
      </w:r>
      <w:proofErr w:type="gramEnd"/>
      <w:r w:rsidRPr="00623008">
        <w:rPr>
          <w:rFonts w:cs="Arial"/>
          <w:b/>
          <w:bCs/>
          <w:color w:val="000000"/>
          <w:szCs w:val="20"/>
          <w:u w:val="single"/>
        </w:rPr>
        <w:t xml:space="preserve"> Nº ....../20...</w:t>
      </w:r>
    </w:p>
    <w:p w:rsidR="00005DD0" w:rsidRPr="00623008" w:rsidRDefault="00813199" w:rsidP="00964757">
      <w:pPr>
        <w:spacing w:line="276" w:lineRule="auto"/>
        <w:jc w:val="center"/>
        <w:rPr>
          <w:rFonts w:cs="Arial"/>
          <w:b/>
          <w:bCs/>
          <w:color w:val="000000"/>
          <w:szCs w:val="20"/>
        </w:rPr>
      </w:pPr>
      <w:r w:rsidRPr="00623008">
        <w:rPr>
          <w:rFonts w:cs="Arial"/>
          <w:b/>
          <w:bCs/>
          <w:color w:val="000000"/>
          <w:szCs w:val="20"/>
        </w:rPr>
        <w:t>(Processo Administrativo n°...........)</w:t>
      </w:r>
    </w:p>
    <w:p w:rsidR="00005DD0" w:rsidRPr="00623008" w:rsidRDefault="00005DD0" w:rsidP="00964757">
      <w:pPr>
        <w:jc w:val="center"/>
        <w:rPr>
          <w:rFonts w:cs="Arial"/>
          <w:b/>
          <w:szCs w:val="20"/>
          <w:u w:val="single"/>
        </w:rPr>
      </w:pPr>
    </w:p>
    <w:p w:rsidR="00005DD0" w:rsidRPr="00623008" w:rsidRDefault="00813199" w:rsidP="00964757">
      <w:pPr>
        <w:jc w:val="center"/>
        <w:rPr>
          <w:rFonts w:cs="Arial"/>
          <w:b/>
          <w:szCs w:val="20"/>
          <w:u w:val="single"/>
        </w:rPr>
      </w:pPr>
      <w:r w:rsidRPr="00623008">
        <w:rPr>
          <w:rFonts w:cs="Arial"/>
          <w:b/>
          <w:szCs w:val="20"/>
          <w:u w:val="single"/>
        </w:rPr>
        <w:t>Especificações Técnicas</w:t>
      </w:r>
    </w:p>
    <w:p w:rsidR="00964757" w:rsidRDefault="00964757" w:rsidP="00964757">
      <w:pPr>
        <w:jc w:val="center"/>
        <w:rPr>
          <w:rFonts w:cs="Arial"/>
          <w:b/>
          <w:szCs w:val="20"/>
          <w:u w:val="single"/>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A8162F">
        <w:tc>
          <w:tcPr>
            <w:tcW w:w="709"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1</w:t>
            </w:r>
          </w:p>
        </w:tc>
        <w:tc>
          <w:tcPr>
            <w:tcW w:w="8357"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em todo terreno</w:t>
            </w:r>
          </w:p>
        </w:tc>
      </w:tr>
    </w:tbl>
    <w:p w:rsidR="008019BC" w:rsidRPr="00623008" w:rsidRDefault="008019BC" w:rsidP="008019BC">
      <w:pPr>
        <w:pStyle w:val="PargrafodaLista"/>
        <w:numPr>
          <w:ilvl w:val="0"/>
          <w:numId w:val="22"/>
        </w:numPr>
        <w:spacing w:before="240" w:after="240"/>
        <w:ind w:left="0" w:firstLine="0"/>
        <w:contextualSpacing w:val="0"/>
        <w:jc w:val="both"/>
        <w:rPr>
          <w:rFonts w:cs="Arial"/>
          <w:b/>
          <w:szCs w:val="20"/>
        </w:rPr>
      </w:pPr>
      <w:r w:rsidRPr="00623008">
        <w:rPr>
          <w:rFonts w:cs="Arial"/>
          <w:b/>
          <w:szCs w:val="20"/>
        </w:rPr>
        <w:t>CARACTERÍSTICAS TÉCNICAS</w:t>
      </w:r>
      <w:bookmarkStart w:id="0" w:name="_GoBack"/>
      <w:bookmarkEnd w:id="0"/>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 xml:space="preserve">tipo </w:t>
      </w:r>
      <w:r w:rsidRPr="007D3236">
        <w:rPr>
          <w:rFonts w:cs="Arial"/>
          <w:i/>
          <w:szCs w:val="20"/>
        </w:rPr>
        <w:t>trail</w:t>
      </w:r>
      <w:r>
        <w:rPr>
          <w:rFonts w:cs="Arial"/>
          <w:szCs w:val="20"/>
        </w:rPr>
        <w:t xml:space="preserve"> ou todo terreno</w:t>
      </w:r>
      <w:r w:rsidRPr="00623008">
        <w:rPr>
          <w:rFonts w:cs="Arial"/>
          <w:szCs w:val="20"/>
        </w:rPr>
        <w:t>;</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Motor: bicombustível (gasolina/etanol),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w:t>
      </w:r>
      <w:r w:rsidRPr="00623008">
        <w:rPr>
          <w:rFonts w:cs="Arial"/>
          <w:szCs w:val="20"/>
        </w:rPr>
        <w:t xml:space="preserve"> 5 velocidades;</w:t>
      </w:r>
    </w:p>
    <w:p w:rsidR="008019BC"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20"/>
        </w:numPr>
        <w:spacing w:before="120"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22"/>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 xml:space="preserve">Chassi </w:t>
      </w:r>
      <w:r>
        <w:rPr>
          <w:rFonts w:cs="Arial"/>
          <w:szCs w:val="20"/>
        </w:rPr>
        <w:t xml:space="preserve">de aço </w:t>
      </w:r>
      <w:r w:rsidRPr="00623008">
        <w:rPr>
          <w:rFonts w:cs="Arial"/>
          <w:szCs w:val="20"/>
        </w:rPr>
        <w:t xml:space="preserve">similar ao </w:t>
      </w:r>
      <w:r>
        <w:rPr>
          <w:rFonts w:cs="Arial"/>
          <w:szCs w:val="20"/>
        </w:rPr>
        <w:t xml:space="preserve">tipo </w:t>
      </w:r>
      <w:r w:rsidRPr="00623008">
        <w:rPr>
          <w:rFonts w:cs="Arial"/>
          <w:szCs w:val="20"/>
        </w:rPr>
        <w:t>berço</w:t>
      </w:r>
      <w:r>
        <w:rPr>
          <w:rFonts w:cs="Arial"/>
          <w:szCs w:val="20"/>
        </w:rPr>
        <w:t xml:space="preserve"> </w:t>
      </w:r>
      <w:r w:rsidRPr="00623008">
        <w:rPr>
          <w:rFonts w:cs="Arial"/>
          <w:szCs w:val="20"/>
        </w:rPr>
        <w:t>semi</w:t>
      </w:r>
      <w:r>
        <w:rPr>
          <w:rFonts w:cs="Arial"/>
          <w:szCs w:val="20"/>
        </w:rPr>
        <w:t>-</w:t>
      </w:r>
      <w:r w:rsidRPr="00623008">
        <w:rPr>
          <w:rFonts w:cs="Arial"/>
          <w:szCs w:val="20"/>
        </w:rPr>
        <w:t>duplo;</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garfo telescópico com curso de aproximadamente 180 mm;</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w:t>
      </w:r>
      <w:r w:rsidRPr="00623008">
        <w:rPr>
          <w:rFonts w:cs="Arial"/>
          <w:szCs w:val="20"/>
        </w:rPr>
        <w:t>;</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ou disco ventilado</w:t>
      </w:r>
      <w:r w:rsidRPr="00623008">
        <w:rPr>
          <w:rFonts w:cs="Arial"/>
          <w:szCs w:val="20"/>
        </w:rPr>
        <w:t>;</w:t>
      </w:r>
      <w:r>
        <w:rPr>
          <w:rFonts w:cs="Arial"/>
          <w:szCs w:val="20"/>
        </w:rPr>
        <w:t xml:space="preserve"> </w:t>
      </w:r>
    </w:p>
    <w:p w:rsidR="008019BC" w:rsidRDefault="008019BC" w:rsidP="008019BC">
      <w:pPr>
        <w:pStyle w:val="PargrafodaLista"/>
        <w:numPr>
          <w:ilvl w:val="0"/>
          <w:numId w:val="21"/>
        </w:numPr>
        <w:spacing w:before="100" w:beforeAutospacing="1" w:after="120"/>
        <w:ind w:left="0" w:firstLine="0"/>
        <w:jc w:val="both"/>
        <w:rPr>
          <w:rFonts w:cs="Arial"/>
          <w:szCs w:val="20"/>
        </w:rPr>
      </w:pPr>
      <w:r>
        <w:rPr>
          <w:rFonts w:cs="Arial"/>
          <w:szCs w:val="20"/>
        </w:rPr>
        <w:t>Pintura na cor BRANCA, e</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B32B92">
        <w:rPr>
          <w:rFonts w:cs="Times New Roman"/>
          <w:szCs w:val="20"/>
        </w:rPr>
        <w:t>Produto similar a Moto Crosser 150 S ABS da Yamaha</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A8162F">
        <w:tc>
          <w:tcPr>
            <w:tcW w:w="709"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2</w:t>
            </w:r>
          </w:p>
        </w:tc>
        <w:tc>
          <w:tcPr>
            <w:tcW w:w="8357"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p>
        </w:tc>
      </w:tr>
    </w:tbl>
    <w:p w:rsidR="008019BC" w:rsidRPr="00623008" w:rsidRDefault="008019BC" w:rsidP="008019BC">
      <w:pPr>
        <w:pStyle w:val="PargrafodaLista"/>
        <w:numPr>
          <w:ilvl w:val="0"/>
          <w:numId w:val="81"/>
        </w:numPr>
        <w:spacing w:before="240" w:after="240"/>
        <w:ind w:left="0" w:firstLine="0"/>
        <w:contextualSpacing w:val="0"/>
        <w:jc w:val="both"/>
        <w:rPr>
          <w:rFonts w:cs="Arial"/>
          <w:b/>
          <w:szCs w:val="20"/>
        </w:rPr>
      </w:pPr>
      <w:r w:rsidRPr="00623008">
        <w:rPr>
          <w:rFonts w:cs="Arial"/>
          <w:b/>
          <w:szCs w:val="20"/>
        </w:rPr>
        <w:t>CARACTERÍSTICAS TÉCNICAS</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Motor: bicombustível (gasolina/etanol),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 </w:t>
      </w:r>
      <w:r w:rsidRPr="00623008">
        <w:rPr>
          <w:rFonts w:cs="Arial"/>
          <w:szCs w:val="20"/>
        </w:rPr>
        <w:t>5 velocidades;</w:t>
      </w:r>
    </w:p>
    <w:p w:rsidR="008019BC"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81"/>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rsidR="008019BC" w:rsidRPr="009E33A6" w:rsidRDefault="008019BC" w:rsidP="008019BC">
      <w:pPr>
        <w:pStyle w:val="PargrafodaLista"/>
        <w:numPr>
          <w:ilvl w:val="0"/>
          <w:numId w:val="79"/>
        </w:numPr>
        <w:spacing w:before="100" w:beforeAutospacing="1" w:after="120"/>
        <w:ind w:left="0" w:firstLine="0"/>
        <w:jc w:val="both"/>
        <w:rPr>
          <w:rFonts w:cs="Arial"/>
          <w:szCs w:val="20"/>
        </w:rPr>
      </w:pPr>
      <w:r w:rsidRPr="009E33A6">
        <w:rPr>
          <w:rFonts w:cs="Arial"/>
          <w:szCs w:val="20"/>
        </w:rPr>
        <w:t>Chassi de aço tubular tipo diamante;</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12</w:t>
      </w:r>
      <w:r w:rsidRPr="00623008">
        <w:rPr>
          <w:rFonts w:cs="Arial"/>
          <w:szCs w:val="20"/>
        </w:rPr>
        <w:t>0 mm;</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 ou tambor com diâmetro de no mínimo 130mm</w:t>
      </w:r>
      <w:r w:rsidRPr="00623008">
        <w:rPr>
          <w:rFonts w:cs="Arial"/>
          <w:szCs w:val="20"/>
        </w:rPr>
        <w:t>;</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rsidR="008019BC" w:rsidRDefault="008019BC" w:rsidP="008019BC">
      <w:pPr>
        <w:pStyle w:val="PargrafodaLista"/>
        <w:numPr>
          <w:ilvl w:val="0"/>
          <w:numId w:val="79"/>
        </w:numPr>
        <w:spacing w:before="100" w:beforeAutospacing="1" w:after="120"/>
        <w:ind w:left="0" w:firstLine="0"/>
        <w:jc w:val="both"/>
        <w:rPr>
          <w:rFonts w:cs="Arial"/>
          <w:szCs w:val="20"/>
        </w:rPr>
      </w:pPr>
      <w:r>
        <w:rPr>
          <w:rFonts w:cs="Arial"/>
          <w:szCs w:val="20"/>
        </w:rPr>
        <w:t xml:space="preserve">Pintura na cor BRANCA; e </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FD5A93">
        <w:rPr>
          <w:rFonts w:cs="Times New Roman"/>
          <w:szCs w:val="20"/>
        </w:rPr>
        <w:t>Produto similar a moto CG 160 Start da Honda</w:t>
      </w:r>
      <w:r>
        <w:rPr>
          <w:rFonts w:cs="Times New Roman"/>
          <w:szCs w:val="20"/>
        </w:rPr>
        <w:t>.</w:t>
      </w:r>
    </w:p>
    <w:p w:rsidR="008019BC" w:rsidRDefault="008019BC" w:rsidP="008019BC">
      <w:pPr>
        <w:jc w:val="center"/>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8019BC" w:rsidRPr="00623008"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lastRenderedPageBreak/>
              <w:t>ITE</w:t>
            </w:r>
            <w:r w:rsidR="00342980">
              <w:rPr>
                <w:rFonts w:cs="Arial"/>
                <w:b/>
                <w:color w:val="000000"/>
                <w:szCs w:val="20"/>
              </w:rPr>
              <w:t>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342980">
        <w:tc>
          <w:tcPr>
            <w:tcW w:w="880"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3</w:t>
            </w:r>
            <w:r w:rsidR="00224A1A">
              <w:rPr>
                <w:rFonts w:cs="Arial"/>
                <w:b/>
                <w:color w:val="000000"/>
                <w:szCs w:val="20"/>
              </w:rPr>
              <w:t xml:space="preserve"> e 4</w:t>
            </w:r>
          </w:p>
        </w:tc>
        <w:tc>
          <w:tcPr>
            <w:tcW w:w="8186"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p>
        </w:tc>
      </w:tr>
    </w:tbl>
    <w:p w:rsidR="008019BC" w:rsidRPr="00623008" w:rsidRDefault="008019BC" w:rsidP="008019BC">
      <w:pPr>
        <w:pStyle w:val="PargrafodaLista"/>
        <w:numPr>
          <w:ilvl w:val="0"/>
          <w:numId w:val="82"/>
        </w:numPr>
        <w:spacing w:before="240" w:after="240"/>
        <w:ind w:left="0" w:firstLine="0"/>
        <w:contextualSpacing w:val="0"/>
        <w:jc w:val="both"/>
        <w:rPr>
          <w:rFonts w:cs="Arial"/>
          <w:b/>
          <w:szCs w:val="20"/>
        </w:rPr>
      </w:pPr>
      <w:r w:rsidRPr="00623008">
        <w:rPr>
          <w:rFonts w:cs="Arial"/>
          <w:b/>
          <w:szCs w:val="20"/>
        </w:rPr>
        <w:t>CARACTERÍSTICAS TÉCNICAS</w:t>
      </w:r>
    </w:p>
    <w:p w:rsidR="008019BC" w:rsidRPr="00623008" w:rsidRDefault="008019BC" w:rsidP="008019BC">
      <w:pPr>
        <w:pStyle w:val="PargrafodaLista"/>
        <w:numPr>
          <w:ilvl w:val="0"/>
          <w:numId w:val="83"/>
        </w:numPr>
        <w:spacing w:before="120"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Motor: gasolina,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00</w:t>
      </w:r>
      <w:r w:rsidRPr="00623008">
        <w:rPr>
          <w:rFonts w:cs="Arial"/>
          <w:szCs w:val="20"/>
        </w:rPr>
        <w:t>CC;</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Potência Máxima</w:t>
      </w:r>
      <w:r>
        <w:rPr>
          <w:rFonts w:cs="Arial"/>
          <w:szCs w:val="20"/>
        </w:rPr>
        <w:t xml:space="preserve">, </w:t>
      </w:r>
      <w:r w:rsidRPr="00623008">
        <w:rPr>
          <w:rFonts w:cs="Arial"/>
          <w:szCs w:val="20"/>
        </w:rPr>
        <w:t xml:space="preserve">mínimo de </w:t>
      </w:r>
      <w:r>
        <w:rPr>
          <w:rFonts w:cs="Arial"/>
          <w:szCs w:val="20"/>
        </w:rPr>
        <w:t>8</w:t>
      </w:r>
      <w:r w:rsidRPr="00623008">
        <w:rPr>
          <w:rFonts w:cs="Arial"/>
          <w:szCs w:val="20"/>
        </w:rPr>
        <w:t>,0CV;</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manual de 4</w:t>
      </w:r>
      <w:r w:rsidRPr="00623008">
        <w:rPr>
          <w:rFonts w:cs="Arial"/>
          <w:szCs w:val="20"/>
        </w:rPr>
        <w:t xml:space="preserve"> velocidades</w:t>
      </w:r>
      <w:r>
        <w:rPr>
          <w:rFonts w:cs="Arial"/>
          <w:szCs w:val="20"/>
        </w:rPr>
        <w:t xml:space="preserve"> ou automática</w:t>
      </w:r>
      <w:r w:rsidRPr="00623008">
        <w:rPr>
          <w:rFonts w:cs="Arial"/>
          <w:szCs w:val="20"/>
        </w:rPr>
        <w:t>;</w:t>
      </w:r>
    </w:p>
    <w:p w:rsidR="008019BC"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or</w:t>
      </w:r>
      <w:r w:rsidRPr="00623008">
        <w:rPr>
          <w:rFonts w:cs="Arial"/>
          <w:szCs w:val="20"/>
        </w:rPr>
        <w:t>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82"/>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84"/>
        </w:numPr>
        <w:spacing w:before="120" w:after="120"/>
        <w:ind w:left="0" w:firstLine="0"/>
        <w:jc w:val="both"/>
        <w:rPr>
          <w:rFonts w:cs="Arial"/>
          <w:szCs w:val="20"/>
        </w:rPr>
      </w:pPr>
      <w:r w:rsidRPr="00623008">
        <w:rPr>
          <w:rFonts w:cs="Arial"/>
          <w:szCs w:val="20"/>
        </w:rPr>
        <w:t>Deverá acompanhar a motocicleta todo ferramental básico distribuído pelo fornecedor;</w:t>
      </w:r>
    </w:p>
    <w:p w:rsidR="008019BC" w:rsidRPr="009E33A6" w:rsidRDefault="008019BC" w:rsidP="008019BC">
      <w:pPr>
        <w:pStyle w:val="PargrafodaLista"/>
        <w:numPr>
          <w:ilvl w:val="0"/>
          <w:numId w:val="84"/>
        </w:numPr>
        <w:spacing w:before="100" w:beforeAutospacing="1" w:after="120"/>
        <w:ind w:left="0" w:firstLine="0"/>
        <w:jc w:val="both"/>
        <w:rPr>
          <w:rFonts w:cs="Arial"/>
          <w:szCs w:val="20"/>
        </w:rPr>
      </w:pPr>
      <w:r w:rsidRPr="009E33A6">
        <w:rPr>
          <w:rFonts w:cs="Arial"/>
          <w:szCs w:val="20"/>
        </w:rPr>
        <w:t xml:space="preserve">Chassi de aço </w:t>
      </w:r>
      <w:r>
        <w:rPr>
          <w:rFonts w:cs="Arial"/>
          <w:szCs w:val="20"/>
        </w:rPr>
        <w:t>t</w:t>
      </w:r>
      <w:r w:rsidRPr="009E33A6">
        <w:rPr>
          <w:rFonts w:cs="Arial"/>
          <w:szCs w:val="20"/>
        </w:rPr>
        <w:t xml:space="preserve">ipo </w:t>
      </w:r>
      <w:r>
        <w:rPr>
          <w:rFonts w:cs="Arial"/>
          <w:szCs w:val="20"/>
        </w:rPr>
        <w:t>monobloco</w:t>
      </w:r>
      <w:r w:rsidRPr="009E33A6">
        <w:rPr>
          <w:rFonts w:cs="Arial"/>
          <w:szCs w:val="20"/>
        </w:rPr>
        <w:t>;</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9</w:t>
      </w:r>
      <w:r w:rsidRPr="00623008">
        <w:rPr>
          <w:rFonts w:cs="Arial"/>
          <w:szCs w:val="20"/>
        </w:rPr>
        <w:t>0 mm;</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200mm ou tambor com diâmetro de no mínimo 130mm</w:t>
      </w:r>
      <w:r w:rsidRPr="00623008">
        <w:rPr>
          <w:rFonts w:cs="Arial"/>
          <w:szCs w:val="20"/>
        </w:rPr>
        <w:t>;</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rsidR="008019BC" w:rsidRDefault="008019BC" w:rsidP="008019BC">
      <w:pPr>
        <w:pStyle w:val="PargrafodaLista"/>
        <w:numPr>
          <w:ilvl w:val="0"/>
          <w:numId w:val="84"/>
        </w:numPr>
        <w:spacing w:before="100" w:beforeAutospacing="1" w:after="120"/>
        <w:ind w:left="0" w:firstLine="0"/>
        <w:jc w:val="both"/>
        <w:rPr>
          <w:rFonts w:cs="Arial"/>
          <w:szCs w:val="20"/>
        </w:rPr>
      </w:pPr>
      <w:r>
        <w:rPr>
          <w:rFonts w:cs="Arial"/>
          <w:szCs w:val="20"/>
        </w:rPr>
        <w:t>Pintura na cor BRANCA; e</w:t>
      </w:r>
    </w:p>
    <w:p w:rsidR="008019BC" w:rsidRPr="002B75E1" w:rsidRDefault="008019BC" w:rsidP="008019BC">
      <w:pPr>
        <w:pStyle w:val="PargrafodaLista"/>
        <w:numPr>
          <w:ilvl w:val="0"/>
          <w:numId w:val="84"/>
        </w:numPr>
        <w:spacing w:before="100" w:beforeAutospacing="1" w:after="120"/>
        <w:ind w:left="0" w:firstLine="0"/>
        <w:jc w:val="both"/>
        <w:rPr>
          <w:rFonts w:cs="Arial"/>
          <w:szCs w:val="20"/>
        </w:rPr>
      </w:pPr>
      <w:r w:rsidRPr="001645EB">
        <w:rPr>
          <w:rFonts w:cs="Times New Roman"/>
          <w:szCs w:val="20"/>
        </w:rPr>
        <w:t xml:space="preserve">Produto similar a moto </w:t>
      </w:r>
      <w:proofErr w:type="spellStart"/>
      <w:r w:rsidRPr="001645EB">
        <w:rPr>
          <w:rFonts w:cs="Times New Roman"/>
          <w:szCs w:val="20"/>
        </w:rPr>
        <w:t>Biz</w:t>
      </w:r>
      <w:proofErr w:type="spellEnd"/>
      <w:r w:rsidRPr="001645EB">
        <w:rPr>
          <w:rFonts w:cs="Times New Roman"/>
          <w:szCs w:val="20"/>
        </w:rPr>
        <w:t xml:space="preserve"> 110i da Honda</w:t>
      </w:r>
      <w:r>
        <w:rPr>
          <w:rFonts w:cs="Times New Roman"/>
          <w:szCs w:val="20"/>
        </w:rPr>
        <w:t>.</w:t>
      </w:r>
    </w:p>
    <w:p w:rsidR="002B75E1" w:rsidRDefault="002B75E1" w:rsidP="002B75E1">
      <w:pPr>
        <w:pStyle w:val="PargrafodaLista"/>
        <w:spacing w:before="100" w:beforeAutospacing="1" w:after="120"/>
        <w:ind w:left="0"/>
        <w:jc w:val="both"/>
        <w:rPr>
          <w:rFonts w:cs="Times New Roman"/>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1E770E" w:rsidRPr="00623008"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E770E" w:rsidRPr="00623008" w:rsidRDefault="001E770E"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1E770E" w:rsidRPr="00623008" w:rsidRDefault="001E770E" w:rsidP="00D73E55">
            <w:pPr>
              <w:widowControl w:val="0"/>
              <w:suppressAutoHyphens/>
              <w:jc w:val="center"/>
              <w:rPr>
                <w:rFonts w:cs="Arial"/>
                <w:b/>
                <w:bCs/>
                <w:szCs w:val="20"/>
              </w:rPr>
            </w:pPr>
            <w:r w:rsidRPr="00623008">
              <w:rPr>
                <w:rFonts w:cs="Arial"/>
                <w:b/>
                <w:bCs/>
                <w:szCs w:val="20"/>
              </w:rPr>
              <w:t>DESCRIÇÃO/ESPECIFICAÇÃO</w:t>
            </w:r>
          </w:p>
        </w:tc>
      </w:tr>
      <w:tr w:rsidR="001E770E" w:rsidRPr="00623008" w:rsidTr="00D73E55">
        <w:tc>
          <w:tcPr>
            <w:tcW w:w="709" w:type="dxa"/>
            <w:vAlign w:val="center"/>
          </w:tcPr>
          <w:p w:rsidR="001E770E" w:rsidRPr="00623008" w:rsidRDefault="00342980" w:rsidP="00D73E55">
            <w:pPr>
              <w:widowControl w:val="0"/>
              <w:suppressAutoHyphens/>
              <w:jc w:val="center"/>
              <w:rPr>
                <w:rFonts w:cs="Arial"/>
                <w:b/>
                <w:color w:val="000000"/>
                <w:szCs w:val="20"/>
              </w:rPr>
            </w:pPr>
            <w:r>
              <w:rPr>
                <w:rFonts w:cs="Arial"/>
                <w:b/>
                <w:color w:val="000000"/>
                <w:szCs w:val="20"/>
              </w:rPr>
              <w:t>5</w:t>
            </w:r>
          </w:p>
        </w:tc>
        <w:tc>
          <w:tcPr>
            <w:tcW w:w="8357" w:type="dxa"/>
          </w:tcPr>
          <w:p w:rsidR="001E770E" w:rsidRPr="00623008" w:rsidRDefault="001E770E" w:rsidP="001E770E">
            <w:pPr>
              <w:widowControl w:val="0"/>
              <w:suppressAutoHyphens/>
              <w:rPr>
                <w:rFonts w:cs="Arial"/>
                <w:bCs/>
                <w:szCs w:val="20"/>
              </w:rPr>
            </w:pPr>
            <w:r>
              <w:rPr>
                <w:rFonts w:cs="Arial"/>
                <w:bCs/>
                <w:szCs w:val="20"/>
              </w:rPr>
              <w:t xml:space="preserve">Veículo utilitário para 2 passageiros, </w:t>
            </w:r>
            <w:r w:rsidRPr="00623008">
              <w:rPr>
                <w:rFonts w:cs="Arial"/>
                <w:bCs/>
                <w:szCs w:val="20"/>
              </w:rPr>
              <w:t>bicombustível</w:t>
            </w:r>
            <w:r>
              <w:rPr>
                <w:rFonts w:cs="Arial"/>
                <w:bCs/>
                <w:szCs w:val="20"/>
              </w:rPr>
              <w:t xml:space="preserve">, </w:t>
            </w:r>
            <w:r w:rsidRPr="00623008">
              <w:rPr>
                <w:rFonts w:cs="Arial"/>
                <w:bCs/>
                <w:szCs w:val="20"/>
              </w:rPr>
              <w:t>tipo</w:t>
            </w:r>
            <w:r>
              <w:rPr>
                <w:rFonts w:cs="Arial"/>
                <w:bCs/>
                <w:szCs w:val="20"/>
              </w:rPr>
              <w:t xml:space="preserve"> furgão</w:t>
            </w:r>
            <w:r w:rsidRPr="00623008">
              <w:rPr>
                <w:rFonts w:cs="Arial"/>
                <w:bCs/>
                <w:szCs w:val="20"/>
              </w:rPr>
              <w:t xml:space="preserve"> compacto</w:t>
            </w:r>
          </w:p>
        </w:tc>
      </w:tr>
    </w:tbl>
    <w:p w:rsidR="001E770E" w:rsidRPr="003A0CF1" w:rsidRDefault="001E770E" w:rsidP="001E770E">
      <w:pPr>
        <w:pStyle w:val="PargrafodaLista"/>
        <w:numPr>
          <w:ilvl w:val="0"/>
          <w:numId w:val="4"/>
        </w:numPr>
        <w:spacing w:before="240" w:after="240"/>
        <w:ind w:left="0" w:firstLine="0"/>
        <w:contextualSpacing w:val="0"/>
        <w:jc w:val="both"/>
        <w:rPr>
          <w:rFonts w:cs="Arial"/>
          <w:b/>
          <w:szCs w:val="20"/>
        </w:rPr>
      </w:pPr>
      <w:r w:rsidRPr="003A0CF1">
        <w:rPr>
          <w:rFonts w:cs="Arial"/>
          <w:b/>
          <w:szCs w:val="20"/>
        </w:rPr>
        <w:t>CARACTERÍSTICAS TÉCNICAS</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Classificação: Veículo novo</w:t>
      </w:r>
      <w:r>
        <w:rPr>
          <w:rFonts w:cs="Arial"/>
          <w:szCs w:val="20"/>
        </w:rPr>
        <w:t>, tipo furgão</w:t>
      </w:r>
      <w:r w:rsidRPr="003A0CF1">
        <w:rPr>
          <w:rFonts w:cs="Arial"/>
          <w:szCs w:val="20"/>
        </w:rPr>
        <w:t xml:space="preserve"> compacto, zero quilômetro, para transporte de </w:t>
      </w:r>
      <w:r>
        <w:rPr>
          <w:rFonts w:cs="Arial"/>
          <w:szCs w:val="20"/>
        </w:rPr>
        <w:t>material</w:t>
      </w:r>
      <w:r w:rsidRPr="003A0CF1">
        <w:rPr>
          <w:rFonts w:cs="Arial"/>
          <w:szCs w:val="20"/>
        </w:rPr>
        <w:t>;</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Ano de fabricação do chassi: do ano em curso ou posterior;</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Capacidade de transporte</w:t>
      </w:r>
      <w:r>
        <w:rPr>
          <w:rFonts w:cs="Arial"/>
          <w:szCs w:val="20"/>
        </w:rPr>
        <w:t xml:space="preserve"> de 1</w:t>
      </w:r>
      <w:r w:rsidRPr="003A0CF1">
        <w:rPr>
          <w:rFonts w:cs="Arial"/>
          <w:szCs w:val="20"/>
        </w:rPr>
        <w:t xml:space="preserve"> passageiro e 1 motorista;</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 xml:space="preserve">Motor: Gasolina ou bicombustível (gasolina/álcool), com potência igual ou superior a </w:t>
      </w:r>
      <w:r>
        <w:rPr>
          <w:rFonts w:cs="Arial"/>
          <w:szCs w:val="20"/>
        </w:rPr>
        <w:t>8</w:t>
      </w:r>
      <w:r w:rsidRPr="003A0CF1">
        <w:rPr>
          <w:rFonts w:cs="Arial"/>
          <w:szCs w:val="20"/>
        </w:rPr>
        <w:t>0CV;</w:t>
      </w:r>
    </w:p>
    <w:p w:rsidR="001E770E" w:rsidRPr="003A0CF1" w:rsidRDefault="001E770E" w:rsidP="001E770E">
      <w:pPr>
        <w:pStyle w:val="PargrafodaLista"/>
        <w:numPr>
          <w:ilvl w:val="1"/>
          <w:numId w:val="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Direção hidráulica ou elétrica; e</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Pintura na cor BRANCA.</w:t>
      </w:r>
    </w:p>
    <w:p w:rsidR="001E770E" w:rsidRPr="00623008" w:rsidRDefault="001E770E" w:rsidP="001E770E">
      <w:pPr>
        <w:pStyle w:val="PargrafodaLista"/>
        <w:numPr>
          <w:ilvl w:val="0"/>
          <w:numId w:val="5"/>
        </w:numPr>
        <w:spacing w:before="240" w:after="240"/>
        <w:ind w:left="0" w:firstLine="0"/>
        <w:contextualSpacing w:val="0"/>
        <w:jc w:val="both"/>
        <w:rPr>
          <w:rFonts w:cs="Arial"/>
          <w:szCs w:val="20"/>
        </w:rPr>
      </w:pPr>
      <w:r w:rsidRPr="00623008">
        <w:rPr>
          <w:rFonts w:cs="Arial"/>
          <w:b/>
          <w:szCs w:val="20"/>
        </w:rPr>
        <w:t>DIVERSOS</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Ar-condicionado original de fábrica</w:t>
      </w:r>
      <w:r>
        <w:rPr>
          <w:rFonts w:cs="Arial"/>
          <w:szCs w:val="20"/>
        </w:rPr>
        <w:t>, somente no compartimento dos passageiros</w:t>
      </w:r>
      <w:r w:rsidRPr="00623008">
        <w:rPr>
          <w:rFonts w:cs="Arial"/>
          <w:szCs w:val="20"/>
        </w:rPr>
        <w:t>;</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Travas elétricas das portas com acionamento na chave;</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Sistema de alarme de fábrica;</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Protetor de cárter;</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Jogo de tapete;</w:t>
      </w:r>
    </w:p>
    <w:p w:rsidR="001E770E" w:rsidRDefault="001E770E" w:rsidP="001E770E">
      <w:pPr>
        <w:pStyle w:val="PargrafodaLista"/>
        <w:numPr>
          <w:ilvl w:val="1"/>
          <w:numId w:val="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1E770E" w:rsidRDefault="001E770E" w:rsidP="001E770E">
      <w:pPr>
        <w:pStyle w:val="PargrafodaLista"/>
        <w:numPr>
          <w:ilvl w:val="1"/>
          <w:numId w:val="5"/>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rsidR="001E770E" w:rsidRDefault="001E770E" w:rsidP="001E770E">
      <w:pPr>
        <w:pStyle w:val="PargrafodaLista"/>
        <w:numPr>
          <w:ilvl w:val="1"/>
          <w:numId w:val="5"/>
        </w:numPr>
        <w:ind w:left="0" w:firstLine="0"/>
        <w:jc w:val="both"/>
        <w:rPr>
          <w:rFonts w:cs="Arial"/>
          <w:szCs w:val="20"/>
        </w:rPr>
      </w:pPr>
      <w:r w:rsidRPr="005A0876">
        <w:rPr>
          <w:rFonts w:cs="Arial"/>
          <w:szCs w:val="20"/>
        </w:rPr>
        <w:t xml:space="preserve">Produto similar ao Fiat </w:t>
      </w:r>
      <w:proofErr w:type="spellStart"/>
      <w:r>
        <w:rPr>
          <w:rFonts w:cs="Arial"/>
          <w:szCs w:val="20"/>
        </w:rPr>
        <w:t>Fiorino</w:t>
      </w:r>
      <w:proofErr w:type="spellEnd"/>
      <w:r>
        <w:rPr>
          <w:rFonts w:cs="Arial"/>
          <w:szCs w:val="20"/>
        </w:rPr>
        <w:t xml:space="preserve"> Evo.</w:t>
      </w:r>
    </w:p>
    <w:p w:rsidR="001E770E" w:rsidRDefault="001E770E" w:rsidP="002B75E1">
      <w:pPr>
        <w:pStyle w:val="PargrafodaLista"/>
        <w:spacing w:before="100" w:beforeAutospacing="1" w:after="120"/>
        <w:ind w:left="0"/>
        <w:jc w:val="both"/>
        <w:rPr>
          <w:rFonts w:cs="Times New Roman"/>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2B75E1" w:rsidRPr="00623008"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rsidTr="00342980">
        <w:tc>
          <w:tcPr>
            <w:tcW w:w="880" w:type="dxa"/>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6  a 10</w:t>
            </w:r>
          </w:p>
        </w:tc>
        <w:tc>
          <w:tcPr>
            <w:tcW w:w="8186" w:type="dxa"/>
          </w:tcPr>
          <w:p w:rsidR="002B75E1" w:rsidRPr="00623008" w:rsidRDefault="002B75E1" w:rsidP="00A8162F">
            <w:pPr>
              <w:widowControl w:val="0"/>
              <w:suppressAutoHyphens/>
              <w:rPr>
                <w:rFonts w:cs="Arial"/>
                <w:bCs/>
                <w:szCs w:val="20"/>
              </w:rPr>
            </w:pPr>
            <w:r>
              <w:rPr>
                <w:rFonts w:cs="Arial"/>
                <w:bCs/>
                <w:szCs w:val="20"/>
              </w:rPr>
              <w:t xml:space="preserve">Veículo administrativo para 5 passageiros, </w:t>
            </w:r>
            <w:r w:rsidRPr="00623008">
              <w:rPr>
                <w:rFonts w:cs="Arial"/>
                <w:bCs/>
                <w:szCs w:val="20"/>
              </w:rPr>
              <w:t>bicombustível</w:t>
            </w:r>
            <w:r>
              <w:rPr>
                <w:rFonts w:cs="Arial"/>
                <w:bCs/>
                <w:szCs w:val="20"/>
              </w:rPr>
              <w:t xml:space="preserve">, </w:t>
            </w:r>
            <w:r w:rsidRPr="00623008">
              <w:rPr>
                <w:rFonts w:cs="Arial"/>
                <w:bCs/>
                <w:szCs w:val="20"/>
              </w:rPr>
              <w:t xml:space="preserve">tipo </w:t>
            </w:r>
            <w:proofErr w:type="spellStart"/>
            <w:r w:rsidRPr="00623008">
              <w:rPr>
                <w:rFonts w:cs="Arial"/>
                <w:bCs/>
                <w:i/>
                <w:szCs w:val="20"/>
              </w:rPr>
              <w:t>hatch</w:t>
            </w:r>
            <w:proofErr w:type="spellEnd"/>
            <w:r w:rsidRPr="00623008">
              <w:rPr>
                <w:rFonts w:cs="Arial"/>
                <w:bCs/>
                <w:szCs w:val="20"/>
              </w:rPr>
              <w:t xml:space="preserve"> compacto</w:t>
            </w:r>
          </w:p>
        </w:tc>
      </w:tr>
    </w:tbl>
    <w:p w:rsidR="002B75E1" w:rsidRPr="003A0CF1" w:rsidRDefault="002B75E1" w:rsidP="002B75E1">
      <w:pPr>
        <w:pStyle w:val="PargrafodaLista"/>
        <w:numPr>
          <w:ilvl w:val="0"/>
          <w:numId w:val="4"/>
        </w:numPr>
        <w:spacing w:before="240" w:after="240"/>
        <w:ind w:left="0" w:firstLine="0"/>
        <w:contextualSpacing w:val="0"/>
        <w:jc w:val="both"/>
        <w:rPr>
          <w:rFonts w:cs="Arial"/>
          <w:b/>
          <w:szCs w:val="20"/>
        </w:rPr>
      </w:pPr>
      <w:r w:rsidRPr="003A0CF1">
        <w:rPr>
          <w:rFonts w:cs="Arial"/>
          <w:b/>
          <w:szCs w:val="20"/>
        </w:rPr>
        <w:t>CARACTERÍSTICAS TÉCNICAS</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 xml:space="preserve">Classificação: Veículo novo </w:t>
      </w:r>
      <w:proofErr w:type="spellStart"/>
      <w:r w:rsidRPr="003A0CF1">
        <w:rPr>
          <w:rFonts w:cs="Arial"/>
          <w:i/>
          <w:szCs w:val="20"/>
        </w:rPr>
        <w:t>hatch</w:t>
      </w:r>
      <w:proofErr w:type="spellEnd"/>
      <w:r w:rsidRPr="003A0CF1">
        <w:rPr>
          <w:rFonts w:cs="Arial"/>
          <w:szCs w:val="20"/>
        </w:rPr>
        <w:t xml:space="preserve"> compacto, zero quilômetro, para transporte de pessoal;</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Ano de fabricação do chassi: do ano em curso ou posterior;</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Capacidade de transporte</w:t>
      </w:r>
      <w:r>
        <w:rPr>
          <w:rFonts w:cs="Arial"/>
          <w:szCs w:val="20"/>
        </w:rPr>
        <w:t xml:space="preserve"> de</w:t>
      </w:r>
      <w:r w:rsidRPr="003A0CF1">
        <w:rPr>
          <w:rFonts w:cs="Arial"/>
          <w:szCs w:val="20"/>
        </w:rPr>
        <w:t xml:space="preserve"> 4 passageiros e 1 motorista;</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Motor: Gasolina ou bicombustível (gasolina/álcool), com potência igual ou superior a 70CV;</w:t>
      </w:r>
    </w:p>
    <w:p w:rsidR="002B75E1" w:rsidRPr="003A0CF1" w:rsidRDefault="002B75E1" w:rsidP="002B75E1">
      <w:pPr>
        <w:pStyle w:val="PargrafodaLista"/>
        <w:numPr>
          <w:ilvl w:val="1"/>
          <w:numId w:val="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Direção hidráulica ou elétrica; e</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Pintura na cor BRANCA.</w:t>
      </w:r>
    </w:p>
    <w:p w:rsidR="002B75E1" w:rsidRPr="00623008" w:rsidRDefault="002B75E1" w:rsidP="002B75E1">
      <w:pPr>
        <w:pStyle w:val="PargrafodaLista"/>
        <w:numPr>
          <w:ilvl w:val="0"/>
          <w:numId w:val="5"/>
        </w:numPr>
        <w:spacing w:before="240" w:after="240"/>
        <w:ind w:left="0" w:firstLine="0"/>
        <w:contextualSpacing w:val="0"/>
        <w:jc w:val="both"/>
        <w:rPr>
          <w:rFonts w:cs="Arial"/>
          <w:szCs w:val="20"/>
        </w:rPr>
      </w:pPr>
      <w:r w:rsidRPr="00623008">
        <w:rPr>
          <w:rFonts w:cs="Arial"/>
          <w:b/>
          <w:szCs w:val="20"/>
        </w:rPr>
        <w:t>DIVERSOS</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Desembaçador no vidro traseiro;</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Jogo de tapete;</w:t>
      </w:r>
    </w:p>
    <w:p w:rsidR="002B75E1" w:rsidRDefault="002B75E1" w:rsidP="002B75E1">
      <w:pPr>
        <w:pStyle w:val="PargrafodaLista"/>
        <w:numPr>
          <w:ilvl w:val="1"/>
          <w:numId w:val="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2B75E1" w:rsidRDefault="002B75E1" w:rsidP="002B75E1">
      <w:pPr>
        <w:pStyle w:val="PargrafodaLista"/>
        <w:numPr>
          <w:ilvl w:val="1"/>
          <w:numId w:val="5"/>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rsidR="002B75E1" w:rsidRDefault="002B75E1" w:rsidP="002B75E1">
      <w:pPr>
        <w:pStyle w:val="PargrafodaLista"/>
        <w:numPr>
          <w:ilvl w:val="1"/>
          <w:numId w:val="5"/>
        </w:numPr>
        <w:ind w:left="0" w:firstLine="0"/>
        <w:jc w:val="both"/>
        <w:rPr>
          <w:rFonts w:cs="Arial"/>
          <w:szCs w:val="20"/>
        </w:rPr>
      </w:pPr>
      <w:r w:rsidRPr="005A0876">
        <w:rPr>
          <w:rFonts w:cs="Arial"/>
          <w:szCs w:val="20"/>
        </w:rPr>
        <w:t>Produto similar ao Fiat Uno Attractive</w:t>
      </w:r>
      <w:r>
        <w:rPr>
          <w:rFonts w:cs="Arial"/>
          <w:szCs w:val="20"/>
        </w:rPr>
        <w:t>.</w:t>
      </w:r>
    </w:p>
    <w:p w:rsidR="002B75E1" w:rsidRPr="005A0876" w:rsidRDefault="002B75E1" w:rsidP="002B75E1">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2B75E1" w:rsidRPr="00CC0070" w:rsidTr="00342980">
        <w:trPr>
          <w:cantSplit/>
          <w:trHeight w:val="243"/>
        </w:trPr>
        <w:tc>
          <w:tcPr>
            <w:tcW w:w="1163" w:type="dxa"/>
            <w:shd w:val="clear" w:color="auto" w:fill="FFFF00"/>
            <w:vAlign w:val="center"/>
          </w:tcPr>
          <w:p w:rsidR="002B75E1" w:rsidRPr="00CC0070" w:rsidRDefault="002B75E1" w:rsidP="00A8162F">
            <w:pPr>
              <w:widowControl w:val="0"/>
              <w:suppressAutoHyphens/>
              <w:jc w:val="center"/>
              <w:rPr>
                <w:rFonts w:cs="Arial"/>
                <w:b/>
                <w:bCs/>
                <w:szCs w:val="20"/>
              </w:rPr>
            </w:pPr>
            <w:r w:rsidRPr="00CC0070">
              <w:rPr>
                <w:rFonts w:cs="Arial"/>
                <w:b/>
                <w:bCs/>
                <w:szCs w:val="20"/>
              </w:rPr>
              <w:t>ITE</w:t>
            </w:r>
            <w:r w:rsidR="00342980">
              <w:rPr>
                <w:rFonts w:cs="Arial"/>
                <w:b/>
                <w:bCs/>
                <w:szCs w:val="20"/>
              </w:rPr>
              <w:t xml:space="preserve">NS </w:t>
            </w:r>
          </w:p>
        </w:tc>
        <w:tc>
          <w:tcPr>
            <w:tcW w:w="7903" w:type="dxa"/>
            <w:shd w:val="clear" w:color="auto" w:fill="FFFF00"/>
            <w:vAlign w:val="center"/>
          </w:tcPr>
          <w:p w:rsidR="002B75E1" w:rsidRPr="00CC0070" w:rsidRDefault="002B75E1" w:rsidP="00A8162F">
            <w:pPr>
              <w:jc w:val="center"/>
              <w:rPr>
                <w:rFonts w:cs="Arial"/>
                <w:szCs w:val="20"/>
              </w:rPr>
            </w:pPr>
            <w:r w:rsidRPr="00CC0070">
              <w:rPr>
                <w:rFonts w:cs="Arial"/>
                <w:b/>
                <w:bCs/>
                <w:szCs w:val="20"/>
              </w:rPr>
              <w:t>DESCRIÇÃO/ESPECIFICAÇÃO</w:t>
            </w:r>
          </w:p>
        </w:tc>
      </w:tr>
      <w:tr w:rsidR="002B75E1" w:rsidRPr="00CC0070" w:rsidTr="00342980">
        <w:tc>
          <w:tcPr>
            <w:tcW w:w="1163" w:type="dxa"/>
            <w:vAlign w:val="center"/>
          </w:tcPr>
          <w:p w:rsidR="002B75E1" w:rsidRPr="00CC0070" w:rsidRDefault="00342980" w:rsidP="00A8162F">
            <w:pPr>
              <w:widowControl w:val="0"/>
              <w:suppressAutoHyphens/>
              <w:jc w:val="center"/>
              <w:rPr>
                <w:rFonts w:cs="Arial"/>
                <w:b/>
                <w:szCs w:val="20"/>
              </w:rPr>
            </w:pPr>
            <w:r>
              <w:rPr>
                <w:rFonts w:cs="Arial"/>
                <w:b/>
                <w:szCs w:val="20"/>
              </w:rPr>
              <w:t>11 a 14</w:t>
            </w:r>
          </w:p>
        </w:tc>
        <w:tc>
          <w:tcPr>
            <w:tcW w:w="7903" w:type="dxa"/>
            <w:vAlign w:val="center"/>
          </w:tcPr>
          <w:p w:rsidR="002B75E1" w:rsidRPr="00CC0070" w:rsidRDefault="002B75E1" w:rsidP="00A8162F">
            <w:pPr>
              <w:widowControl w:val="0"/>
              <w:suppressAutoHyphens/>
              <w:rPr>
                <w:rFonts w:cs="Arial"/>
                <w:szCs w:val="20"/>
              </w:rPr>
            </w:pPr>
            <w:r>
              <w:rPr>
                <w:rFonts w:cs="Arial"/>
                <w:bCs/>
                <w:szCs w:val="20"/>
              </w:rPr>
              <w:t xml:space="preserve">Veículo administrativo para 5 passageiros, </w:t>
            </w:r>
            <w:r w:rsidRPr="00CC0070">
              <w:rPr>
                <w:rFonts w:cs="Arial"/>
                <w:bCs/>
                <w:szCs w:val="20"/>
              </w:rPr>
              <w:t>bicombustível</w:t>
            </w:r>
            <w:r>
              <w:rPr>
                <w:rFonts w:cs="Arial"/>
                <w:bCs/>
                <w:szCs w:val="20"/>
              </w:rPr>
              <w:t>,</w:t>
            </w:r>
            <w:r w:rsidRPr="00CC0070">
              <w:rPr>
                <w:rFonts w:cs="Arial"/>
                <w:bCs/>
                <w:szCs w:val="20"/>
              </w:rPr>
              <w:t xml:space="preserve"> tipo sedan compacto</w:t>
            </w:r>
          </w:p>
        </w:tc>
      </w:tr>
    </w:tbl>
    <w:p w:rsidR="002B75E1" w:rsidRPr="00623008" w:rsidRDefault="002B75E1" w:rsidP="002B75E1">
      <w:pPr>
        <w:pStyle w:val="PargrafodaLista"/>
        <w:numPr>
          <w:ilvl w:val="0"/>
          <w:numId w:val="3"/>
        </w:numPr>
        <w:spacing w:before="240" w:after="240"/>
        <w:ind w:left="0" w:firstLine="0"/>
        <w:contextualSpacing w:val="0"/>
        <w:jc w:val="both"/>
        <w:rPr>
          <w:rFonts w:cs="Arial"/>
          <w:b/>
          <w:szCs w:val="20"/>
        </w:rPr>
      </w:pPr>
      <w:r w:rsidRPr="00623008">
        <w:rPr>
          <w:rFonts w:cs="Arial"/>
          <w:b/>
          <w:szCs w:val="20"/>
        </w:rPr>
        <w:t>CARACTERÍSTICAS TÉCNICAS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Classificação: Veículo novo sedan compacto, zero quilômetro, para transporte de pessoal;</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Ano de fabricação do chassi: do ano em curso ou posterior;</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Capacidade de transporte</w:t>
      </w:r>
      <w:r>
        <w:rPr>
          <w:rFonts w:cs="Arial"/>
          <w:szCs w:val="20"/>
        </w:rPr>
        <w:t xml:space="preserve"> de 04 passageiros e </w:t>
      </w:r>
      <w:r w:rsidRPr="00623008">
        <w:rPr>
          <w:rFonts w:cs="Arial"/>
          <w:szCs w:val="20"/>
        </w:rPr>
        <w:t>1</w:t>
      </w:r>
      <w:r>
        <w:rPr>
          <w:rFonts w:cs="Arial"/>
          <w:szCs w:val="20"/>
        </w:rPr>
        <w:t xml:space="preserve"> </w:t>
      </w:r>
      <w:r w:rsidRPr="00623008">
        <w:rPr>
          <w:rFonts w:cs="Arial"/>
          <w:szCs w:val="20"/>
        </w:rPr>
        <w:t>motorista;</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Motor: Gasolina ou bicombustível (gasolina/álcool), com potência igual ou superior a 80CV;</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Pintura na cor BRANCA.</w:t>
      </w:r>
    </w:p>
    <w:p w:rsidR="002B75E1" w:rsidRPr="00623008" w:rsidRDefault="002B75E1" w:rsidP="002B75E1">
      <w:pPr>
        <w:pStyle w:val="PargrafodaLista"/>
        <w:numPr>
          <w:ilvl w:val="0"/>
          <w:numId w:val="3"/>
        </w:numPr>
        <w:spacing w:before="240" w:after="240"/>
        <w:ind w:left="0" w:firstLine="0"/>
        <w:contextualSpacing w:val="0"/>
        <w:jc w:val="both"/>
        <w:rPr>
          <w:rFonts w:cs="Arial"/>
          <w:szCs w:val="20"/>
        </w:rPr>
      </w:pPr>
      <w:r w:rsidRPr="00623008">
        <w:rPr>
          <w:rFonts w:cs="Arial"/>
          <w:b/>
          <w:szCs w:val="20"/>
        </w:rPr>
        <w:t>DIVERSOS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Desembaçador no vidro traseiro;</w:t>
      </w:r>
    </w:p>
    <w:p w:rsidR="002B75E1" w:rsidRDefault="002B75E1" w:rsidP="002B75E1">
      <w:pPr>
        <w:pStyle w:val="PargrafodaLista"/>
        <w:numPr>
          <w:ilvl w:val="1"/>
          <w:numId w:val="3"/>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3"/>
        </w:numPr>
        <w:ind w:left="0" w:firstLine="0"/>
        <w:jc w:val="both"/>
        <w:rPr>
          <w:rFonts w:cs="Arial"/>
          <w:szCs w:val="20"/>
        </w:rPr>
      </w:pPr>
      <w:r>
        <w:rPr>
          <w:rFonts w:cs="Arial"/>
          <w:szCs w:val="20"/>
        </w:rPr>
        <w:t>Porta malas com capacidade mínima de 440 litros;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Jogo de tapete;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Som/multimídia integrada ao veículo, somente o disponibilizado de fábrica</w:t>
      </w:r>
      <w:r>
        <w:rPr>
          <w:rFonts w:cs="Arial"/>
          <w:szCs w:val="20"/>
        </w:rPr>
        <w:t>;</w:t>
      </w:r>
    </w:p>
    <w:p w:rsidR="002B75E1" w:rsidRDefault="002B75E1" w:rsidP="002B75E1">
      <w:pPr>
        <w:pStyle w:val="PargrafodaLista"/>
        <w:numPr>
          <w:ilvl w:val="1"/>
          <w:numId w:val="3"/>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2B75E1" w:rsidRPr="00623008" w:rsidRDefault="002B75E1" w:rsidP="002B75E1">
      <w:pPr>
        <w:pStyle w:val="PargrafodaLista"/>
        <w:numPr>
          <w:ilvl w:val="1"/>
          <w:numId w:val="3"/>
        </w:numPr>
        <w:ind w:left="0" w:firstLine="0"/>
        <w:jc w:val="both"/>
        <w:rPr>
          <w:rFonts w:cs="Arial"/>
          <w:szCs w:val="20"/>
        </w:rPr>
      </w:pPr>
      <w:r w:rsidRPr="00F07336">
        <w:rPr>
          <w:rFonts w:cs="Times New Roman"/>
          <w:szCs w:val="20"/>
        </w:rPr>
        <w:t>Produto similar ao Grand Siena Attractive</w:t>
      </w:r>
      <w:r>
        <w:rPr>
          <w:rFonts w:cs="Times New Roman"/>
          <w:szCs w:val="20"/>
        </w:rPr>
        <w:t>.</w:t>
      </w:r>
    </w:p>
    <w:p w:rsidR="002B75E1" w:rsidRPr="00D811BB" w:rsidRDefault="002B75E1" w:rsidP="002B75E1">
      <w:pPr>
        <w:spacing w:before="120" w:after="120"/>
        <w:ind w:left="567"/>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2B75E1"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75E1" w:rsidRPr="00623008" w:rsidRDefault="002B75E1"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rsidTr="00A8162F">
        <w:tc>
          <w:tcPr>
            <w:tcW w:w="709" w:type="dxa"/>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15</w:t>
            </w:r>
          </w:p>
        </w:tc>
        <w:tc>
          <w:tcPr>
            <w:tcW w:w="8357" w:type="dxa"/>
          </w:tcPr>
          <w:p w:rsidR="002B75E1" w:rsidRPr="00623008" w:rsidRDefault="002B75E1" w:rsidP="00A8162F">
            <w:pPr>
              <w:widowControl w:val="0"/>
              <w:suppressAutoHyphens/>
              <w:rPr>
                <w:rFonts w:cs="Arial"/>
                <w:i/>
                <w:color w:val="000000"/>
                <w:szCs w:val="20"/>
              </w:rPr>
            </w:pPr>
            <w:r>
              <w:rPr>
                <w:rFonts w:cs="Arial"/>
                <w:bCs/>
                <w:szCs w:val="20"/>
              </w:rPr>
              <w:t xml:space="preserve">Veículo administrativo, </w:t>
            </w:r>
            <w:r w:rsidRPr="00623008">
              <w:rPr>
                <w:rFonts w:cs="Arial"/>
                <w:bCs/>
                <w:szCs w:val="20"/>
              </w:rPr>
              <w:t>bicombustível</w:t>
            </w:r>
            <w:r>
              <w:rPr>
                <w:rFonts w:cs="Arial"/>
                <w:bCs/>
                <w:szCs w:val="20"/>
              </w:rPr>
              <w:t xml:space="preserve">, </w:t>
            </w:r>
            <w:r w:rsidRPr="00623008">
              <w:rPr>
                <w:rFonts w:cs="Arial"/>
                <w:bCs/>
                <w:szCs w:val="20"/>
              </w:rPr>
              <w:t xml:space="preserve">tipo minivan para 7 passageiros </w:t>
            </w:r>
          </w:p>
        </w:tc>
      </w:tr>
    </w:tbl>
    <w:p w:rsidR="002B75E1" w:rsidRPr="00623008" w:rsidRDefault="002B75E1" w:rsidP="002B75E1">
      <w:pPr>
        <w:pStyle w:val="PargrafodaLista"/>
        <w:numPr>
          <w:ilvl w:val="0"/>
          <w:numId w:val="97"/>
        </w:numPr>
        <w:spacing w:before="240" w:after="240"/>
        <w:ind w:left="0" w:firstLine="0"/>
        <w:contextualSpacing w:val="0"/>
        <w:jc w:val="both"/>
        <w:rPr>
          <w:rFonts w:cs="Arial"/>
          <w:b/>
          <w:szCs w:val="20"/>
        </w:rPr>
      </w:pPr>
      <w:r w:rsidRPr="00623008">
        <w:rPr>
          <w:rFonts w:cs="Arial"/>
          <w:b/>
          <w:szCs w:val="20"/>
        </w:rPr>
        <w:t>CARACTERÍSTICAS TÉCNICAS</w:t>
      </w:r>
    </w:p>
    <w:p w:rsidR="002B75E1" w:rsidRPr="00623008" w:rsidRDefault="002B75E1" w:rsidP="002B75E1">
      <w:pPr>
        <w:pStyle w:val="PargrafodaLista"/>
        <w:numPr>
          <w:ilvl w:val="0"/>
          <w:numId w:val="98"/>
        </w:numPr>
        <w:spacing w:before="240" w:after="240"/>
        <w:ind w:left="0" w:firstLine="0"/>
        <w:jc w:val="both"/>
        <w:rPr>
          <w:rFonts w:cs="Arial"/>
          <w:szCs w:val="20"/>
        </w:rPr>
      </w:pPr>
      <w:r w:rsidRPr="00623008">
        <w:rPr>
          <w:rFonts w:cs="Arial"/>
          <w:szCs w:val="20"/>
        </w:rPr>
        <w:t>Classificação: Veículo novo tipo minivan, zero quilômetro, para transporte de pessoal;</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Ano de fabricação do chassi: do ano em curso ou posterior;</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Capacidade de transporte</w:t>
      </w:r>
      <w:r>
        <w:rPr>
          <w:rFonts w:cs="Arial"/>
          <w:szCs w:val="20"/>
        </w:rPr>
        <w:t xml:space="preserve"> de</w:t>
      </w:r>
      <w:r w:rsidRPr="00623008">
        <w:rPr>
          <w:rFonts w:cs="Arial"/>
          <w:szCs w:val="20"/>
        </w:rPr>
        <w:t xml:space="preserve"> 6 passageiros e 1 motorista;</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Motor: Gasolina ou bicombustível (gasolina/álcool), com potência igual ou superior a 100CV;</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Pintura na cor BRANCA.</w:t>
      </w:r>
    </w:p>
    <w:p w:rsidR="002B75E1" w:rsidRPr="00623008" w:rsidRDefault="002B75E1" w:rsidP="002B75E1">
      <w:pPr>
        <w:pStyle w:val="PargrafodaLista"/>
        <w:numPr>
          <w:ilvl w:val="0"/>
          <w:numId w:val="97"/>
        </w:numPr>
        <w:spacing w:before="240" w:after="240"/>
        <w:ind w:left="0" w:firstLine="0"/>
        <w:contextualSpacing w:val="0"/>
        <w:jc w:val="both"/>
        <w:rPr>
          <w:rFonts w:cs="Arial"/>
          <w:b/>
          <w:szCs w:val="20"/>
        </w:rPr>
      </w:pPr>
      <w:r w:rsidRPr="00623008">
        <w:rPr>
          <w:rFonts w:cs="Arial"/>
          <w:b/>
          <w:szCs w:val="20"/>
        </w:rPr>
        <w:t>DIVERSOS</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Vidros elétricos nas portas dianteiras e traseiras com fechamento/abertura automática pela chave e sistema ante esmagamento;</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Desembaçador no vidro traseiro;</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Jogo de tapete;</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2B75E1" w:rsidRDefault="002B75E1" w:rsidP="002B75E1">
      <w:pPr>
        <w:pStyle w:val="PargrafodaLista"/>
        <w:numPr>
          <w:ilvl w:val="1"/>
          <w:numId w:val="97"/>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2B75E1" w:rsidRPr="00304619" w:rsidRDefault="002B75E1" w:rsidP="002B75E1">
      <w:pPr>
        <w:pStyle w:val="PargrafodaLista"/>
        <w:numPr>
          <w:ilvl w:val="1"/>
          <w:numId w:val="97"/>
        </w:numPr>
        <w:ind w:left="0" w:firstLine="0"/>
        <w:jc w:val="both"/>
        <w:rPr>
          <w:rFonts w:cs="Arial"/>
          <w:szCs w:val="20"/>
        </w:rPr>
      </w:pPr>
      <w:r w:rsidRPr="00A2596B">
        <w:rPr>
          <w:rFonts w:cs="Times New Roman"/>
          <w:szCs w:val="20"/>
        </w:rPr>
        <w:t>Produto similar a Spin LT 1.8 da Chevrolet</w:t>
      </w:r>
      <w:r>
        <w:rPr>
          <w:rFonts w:cs="Times New Roman"/>
          <w:szCs w:val="20"/>
        </w:rPr>
        <w:t>.</w:t>
      </w:r>
    </w:p>
    <w:p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045"/>
      </w:tblGrid>
      <w:tr w:rsidR="00D4104F" w:rsidRPr="00623008" w:rsidTr="00342980">
        <w:tc>
          <w:tcPr>
            <w:tcW w:w="102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4104F"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D4104F" w:rsidRPr="00623008" w:rsidRDefault="00D4104F" w:rsidP="00A8162F">
            <w:pPr>
              <w:widowControl w:val="0"/>
              <w:suppressAutoHyphens/>
              <w:jc w:val="center"/>
              <w:rPr>
                <w:rFonts w:cs="Times New Roman"/>
                <w:b/>
                <w:bCs/>
                <w:szCs w:val="20"/>
              </w:rPr>
            </w:pPr>
            <w:r w:rsidRPr="00623008">
              <w:rPr>
                <w:rFonts w:cs="Times New Roman"/>
                <w:b/>
                <w:bCs/>
                <w:szCs w:val="20"/>
              </w:rPr>
              <w:t>DESCRIÇÃO/ESPECIFICAÇÃO</w:t>
            </w:r>
          </w:p>
        </w:tc>
      </w:tr>
      <w:tr w:rsidR="00D4104F" w:rsidRPr="00623008" w:rsidTr="00342980">
        <w:tc>
          <w:tcPr>
            <w:tcW w:w="1021" w:type="dxa"/>
            <w:vAlign w:val="center"/>
          </w:tcPr>
          <w:p w:rsidR="00D4104F" w:rsidRPr="00623008" w:rsidRDefault="00342980" w:rsidP="00A8162F">
            <w:pPr>
              <w:widowControl w:val="0"/>
              <w:suppressAutoHyphens/>
              <w:jc w:val="center"/>
              <w:rPr>
                <w:rFonts w:cs="Arial"/>
                <w:b/>
                <w:color w:val="000000"/>
                <w:szCs w:val="20"/>
              </w:rPr>
            </w:pPr>
            <w:r>
              <w:rPr>
                <w:rFonts w:cs="Arial"/>
                <w:b/>
                <w:color w:val="000000"/>
                <w:szCs w:val="20"/>
              </w:rPr>
              <w:t>16 a 19</w:t>
            </w:r>
          </w:p>
        </w:tc>
        <w:tc>
          <w:tcPr>
            <w:tcW w:w="8045" w:type="dxa"/>
          </w:tcPr>
          <w:p w:rsidR="00D4104F" w:rsidRPr="00623008" w:rsidRDefault="00D4104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w:t>
            </w:r>
            <w:r w:rsidRPr="00623008">
              <w:rPr>
                <w:rFonts w:cs="Times New Roman"/>
                <w:bCs/>
                <w:szCs w:val="20"/>
              </w:rPr>
              <w:t>bicombustível tipo picape cabine simples (CS)</w:t>
            </w:r>
          </w:p>
        </w:tc>
      </w:tr>
    </w:tbl>
    <w:p w:rsidR="00D4104F" w:rsidRPr="00623008" w:rsidRDefault="00D4104F" w:rsidP="00D4104F">
      <w:pPr>
        <w:pStyle w:val="PargrafodaLista"/>
        <w:numPr>
          <w:ilvl w:val="0"/>
          <w:numId w:val="7"/>
        </w:numPr>
        <w:spacing w:before="240" w:after="240"/>
        <w:ind w:left="0" w:firstLine="0"/>
        <w:contextualSpacing w:val="0"/>
        <w:jc w:val="both"/>
        <w:rPr>
          <w:rFonts w:cs="Arial"/>
          <w:b/>
          <w:szCs w:val="20"/>
        </w:rPr>
      </w:pPr>
      <w:r w:rsidRPr="00623008">
        <w:rPr>
          <w:rFonts w:cs="Arial"/>
          <w:b/>
          <w:szCs w:val="20"/>
        </w:rPr>
        <w:t>CARACTERÍSTICAS TÉCNICAS</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Classificação: Veículo utilitário novo tipo picape CS para transportar carga, zero quilômetro;</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Ano de fabricação do chassi: do ano em curso ou posterior;</w:t>
      </w:r>
    </w:p>
    <w:p w:rsidR="00D4104F" w:rsidRDefault="00D4104F" w:rsidP="00D4104F">
      <w:pPr>
        <w:pStyle w:val="PargrafodaLista"/>
        <w:numPr>
          <w:ilvl w:val="0"/>
          <w:numId w:val="12"/>
        </w:numPr>
        <w:spacing w:before="240" w:after="240"/>
        <w:ind w:left="0" w:firstLine="0"/>
        <w:jc w:val="both"/>
        <w:rPr>
          <w:rFonts w:cs="Arial"/>
          <w:szCs w:val="20"/>
        </w:rPr>
      </w:pPr>
      <w:r>
        <w:rPr>
          <w:rFonts w:cs="Arial"/>
          <w:szCs w:val="20"/>
        </w:rPr>
        <w:t>Capacidade de transporte:</w:t>
      </w:r>
    </w:p>
    <w:p w:rsidR="00D4104F" w:rsidRDefault="00D4104F" w:rsidP="00D4104F">
      <w:pPr>
        <w:pStyle w:val="PargrafodaLista"/>
        <w:numPr>
          <w:ilvl w:val="1"/>
          <w:numId w:val="12"/>
        </w:numPr>
        <w:spacing w:before="240" w:after="240"/>
        <w:ind w:left="0" w:firstLine="0"/>
        <w:jc w:val="both"/>
        <w:rPr>
          <w:rFonts w:cs="Arial"/>
          <w:szCs w:val="20"/>
        </w:rPr>
      </w:pPr>
      <w:r w:rsidRPr="00281F91">
        <w:rPr>
          <w:rFonts w:cs="Arial"/>
          <w:szCs w:val="20"/>
        </w:rPr>
        <w:t>Pessoal: 1 passageiro e 1 motorista; e</w:t>
      </w:r>
    </w:p>
    <w:p w:rsidR="00D4104F" w:rsidRPr="00281F91" w:rsidRDefault="00D4104F" w:rsidP="00D4104F">
      <w:pPr>
        <w:pStyle w:val="PargrafodaLista"/>
        <w:numPr>
          <w:ilvl w:val="1"/>
          <w:numId w:val="12"/>
        </w:numPr>
        <w:spacing w:before="240" w:after="240"/>
        <w:ind w:left="0" w:firstLine="0"/>
        <w:jc w:val="both"/>
        <w:rPr>
          <w:rFonts w:cs="Arial"/>
          <w:szCs w:val="20"/>
        </w:rPr>
      </w:pPr>
      <w:r w:rsidRPr="00281F91">
        <w:rPr>
          <w:rFonts w:cs="Arial"/>
          <w:szCs w:val="20"/>
        </w:rPr>
        <w:t>Carga: Mínima de 650 Kg.</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Motor: Gasolina ou bicombustível (gasolina/álcool), com po</w:t>
      </w:r>
      <w:r>
        <w:rPr>
          <w:rFonts w:cs="Arial"/>
          <w:szCs w:val="20"/>
        </w:rPr>
        <w:t>tência igual ou superior a 80CV</w:t>
      </w:r>
      <w:r w:rsidRPr="00623008">
        <w:rPr>
          <w:rFonts w:cs="Arial"/>
          <w:szCs w:val="20"/>
        </w:rPr>
        <w:t>;</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riginal de fábrica, sendo que a fabricação dos pneus deverá ser do ano corrente ou, no máximo, no prazo de 12 (doze) meses contados da data de entrega do veículo;</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D4104F" w:rsidRPr="00623008" w:rsidRDefault="00D4104F" w:rsidP="00D4104F">
      <w:pPr>
        <w:pStyle w:val="PargrafodaLista"/>
        <w:numPr>
          <w:ilvl w:val="0"/>
          <w:numId w:val="12"/>
        </w:numPr>
        <w:ind w:left="0" w:firstLine="0"/>
        <w:jc w:val="both"/>
        <w:rPr>
          <w:rFonts w:cs="Arial"/>
          <w:szCs w:val="20"/>
        </w:rPr>
      </w:pPr>
      <w:r w:rsidRPr="00623008">
        <w:rPr>
          <w:rFonts w:cs="Arial"/>
          <w:szCs w:val="20"/>
        </w:rPr>
        <w:t>Pintura na cor BRANCA.</w:t>
      </w:r>
    </w:p>
    <w:p w:rsidR="00D4104F" w:rsidRPr="00623008" w:rsidRDefault="00D4104F" w:rsidP="00D4104F">
      <w:pPr>
        <w:pStyle w:val="PargrafodaLista"/>
        <w:numPr>
          <w:ilvl w:val="0"/>
          <w:numId w:val="7"/>
        </w:numPr>
        <w:spacing w:before="240" w:after="240"/>
        <w:ind w:left="0" w:firstLine="0"/>
        <w:contextualSpacing w:val="0"/>
        <w:jc w:val="both"/>
        <w:rPr>
          <w:rFonts w:cs="Arial"/>
          <w:szCs w:val="20"/>
        </w:rPr>
      </w:pPr>
      <w:r w:rsidRPr="00623008">
        <w:rPr>
          <w:rFonts w:cs="Arial"/>
          <w:b/>
          <w:szCs w:val="20"/>
        </w:rPr>
        <w:t>DIVERSOS</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Ar-condicionado original de fábrica;</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Vidros elétricos nas portas dianteiras com fechamento/abertura automática pela chave e sistema ante esmagamento;</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Travas elétricas das portas com acionamento na chave;</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Desembaçador no vidro traseiro;</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Sistema de alarme de fábrica;</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Protetor de cárter;</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Jogo de tapete;</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Cocho de carga metálico original de fábrica na cor do veículo com protetor de caçamba e ganchos para amarração de carga no interior da caçamba; </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D4104F"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D4104F" w:rsidRPr="00623008" w:rsidRDefault="00D4104F" w:rsidP="00D4104F">
      <w:pPr>
        <w:pStyle w:val="PargrafodaLista"/>
        <w:numPr>
          <w:ilvl w:val="1"/>
          <w:numId w:val="7"/>
        </w:numPr>
        <w:spacing w:before="240" w:after="240"/>
        <w:ind w:left="0" w:firstLine="0"/>
        <w:jc w:val="both"/>
        <w:rPr>
          <w:rFonts w:cs="Arial"/>
          <w:szCs w:val="20"/>
        </w:rPr>
      </w:pPr>
      <w:r w:rsidRPr="00915289">
        <w:rPr>
          <w:rFonts w:cs="Times New Roman"/>
          <w:szCs w:val="20"/>
        </w:rPr>
        <w:t xml:space="preserve">Produto similar a picape Saveiro </w:t>
      </w:r>
      <w:proofErr w:type="spellStart"/>
      <w:r w:rsidRPr="00915289">
        <w:rPr>
          <w:rFonts w:cs="Times New Roman"/>
          <w:szCs w:val="20"/>
        </w:rPr>
        <w:t>Robust</w:t>
      </w:r>
      <w:proofErr w:type="spellEnd"/>
      <w:r w:rsidRPr="00915289">
        <w:rPr>
          <w:rFonts w:cs="Times New Roman"/>
          <w:szCs w:val="20"/>
        </w:rPr>
        <w:t xml:space="preserve"> da Volkswagen</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0C7FF1" w:rsidRPr="00623008" w:rsidTr="00342980">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C7FF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rsidR="000C7FF1" w:rsidRPr="00623008" w:rsidRDefault="000C7FF1" w:rsidP="00A8162F">
            <w:pPr>
              <w:widowControl w:val="0"/>
              <w:suppressAutoHyphens/>
              <w:jc w:val="center"/>
              <w:rPr>
                <w:rFonts w:cs="Arial"/>
                <w:b/>
                <w:bCs/>
                <w:szCs w:val="20"/>
              </w:rPr>
            </w:pPr>
            <w:r w:rsidRPr="00623008">
              <w:rPr>
                <w:rFonts w:cs="Arial"/>
                <w:b/>
                <w:bCs/>
                <w:szCs w:val="20"/>
              </w:rPr>
              <w:t>DESCRIÇÃO/ESPECIFICAÇÃO</w:t>
            </w:r>
          </w:p>
        </w:tc>
      </w:tr>
      <w:tr w:rsidR="000C7FF1" w:rsidRPr="00623008" w:rsidTr="00342980">
        <w:tc>
          <w:tcPr>
            <w:tcW w:w="1163" w:type="dxa"/>
            <w:vAlign w:val="center"/>
          </w:tcPr>
          <w:p w:rsidR="000C7FF1" w:rsidRPr="00623008" w:rsidRDefault="00342980" w:rsidP="00A8162F">
            <w:pPr>
              <w:widowControl w:val="0"/>
              <w:suppressAutoHyphens/>
              <w:jc w:val="center"/>
              <w:rPr>
                <w:rFonts w:cs="Arial"/>
                <w:b/>
                <w:color w:val="000000"/>
                <w:szCs w:val="20"/>
              </w:rPr>
            </w:pPr>
            <w:r>
              <w:rPr>
                <w:rFonts w:cs="Arial"/>
                <w:b/>
                <w:color w:val="000000"/>
                <w:szCs w:val="20"/>
              </w:rPr>
              <w:t>20 e 21</w:t>
            </w:r>
          </w:p>
        </w:tc>
        <w:tc>
          <w:tcPr>
            <w:tcW w:w="7903" w:type="dxa"/>
          </w:tcPr>
          <w:p w:rsidR="000C7FF1" w:rsidRPr="00623008" w:rsidRDefault="000C7FF1" w:rsidP="00A8162F">
            <w:pPr>
              <w:widowControl w:val="0"/>
              <w:suppressAutoHyphens/>
              <w:rPr>
                <w:rFonts w:cs="Arial"/>
                <w:i/>
                <w:color w:val="000000"/>
                <w:szCs w:val="20"/>
              </w:rPr>
            </w:pPr>
            <w:r>
              <w:rPr>
                <w:rFonts w:cs="Arial"/>
                <w:bCs/>
                <w:szCs w:val="20"/>
              </w:rPr>
              <w:t xml:space="preserve">Veículo utilitário para transporte de pessoal, </w:t>
            </w:r>
            <w:r w:rsidRPr="00623008">
              <w:rPr>
                <w:rFonts w:cs="Arial"/>
                <w:bCs/>
                <w:szCs w:val="20"/>
              </w:rPr>
              <w:t xml:space="preserve">tipo minivan para </w:t>
            </w:r>
            <w:r>
              <w:rPr>
                <w:rFonts w:cs="Arial"/>
                <w:bCs/>
                <w:szCs w:val="20"/>
              </w:rPr>
              <w:t>11</w:t>
            </w:r>
            <w:r w:rsidRPr="00623008">
              <w:rPr>
                <w:rFonts w:cs="Arial"/>
                <w:bCs/>
                <w:szCs w:val="20"/>
              </w:rPr>
              <w:t xml:space="preserve"> passageiros </w:t>
            </w:r>
          </w:p>
        </w:tc>
      </w:tr>
    </w:tbl>
    <w:p w:rsidR="000C7FF1" w:rsidRPr="007C47A5" w:rsidRDefault="000C7FF1" w:rsidP="000C7FF1">
      <w:pPr>
        <w:pStyle w:val="PargrafodaLista"/>
        <w:numPr>
          <w:ilvl w:val="0"/>
          <w:numId w:val="6"/>
        </w:numPr>
        <w:spacing w:before="240" w:after="120"/>
        <w:ind w:left="0" w:firstLine="0"/>
        <w:contextualSpacing w:val="0"/>
        <w:jc w:val="both"/>
        <w:rPr>
          <w:rFonts w:cs="Arial"/>
          <w:b/>
          <w:szCs w:val="20"/>
        </w:rPr>
      </w:pPr>
      <w:r w:rsidRPr="00623008">
        <w:rPr>
          <w:rFonts w:cs="Arial"/>
          <w:b/>
          <w:szCs w:val="20"/>
        </w:rPr>
        <w:t>CARACTERÍSTICAS TÉCNICAS</w:t>
      </w:r>
    </w:p>
    <w:p w:rsidR="000C7FF1" w:rsidRPr="00623008" w:rsidRDefault="000C7FF1" w:rsidP="000C7FF1">
      <w:pPr>
        <w:pStyle w:val="PargrafodaLista"/>
        <w:numPr>
          <w:ilvl w:val="0"/>
          <w:numId w:val="11"/>
        </w:numPr>
        <w:spacing w:before="240"/>
        <w:ind w:left="0" w:firstLine="0"/>
        <w:jc w:val="both"/>
        <w:rPr>
          <w:rFonts w:cs="Arial"/>
          <w:szCs w:val="20"/>
        </w:rPr>
      </w:pPr>
      <w:r w:rsidRPr="00623008">
        <w:rPr>
          <w:rFonts w:cs="Arial"/>
          <w:szCs w:val="20"/>
        </w:rPr>
        <w:t>Classificação: Veículo novo tipo minivan, zero quilômetro, para transporte de pessoal;</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 xml:space="preserve">Capacidade de transporte: </w:t>
      </w:r>
      <w:r>
        <w:rPr>
          <w:rFonts w:cs="Arial"/>
          <w:szCs w:val="20"/>
        </w:rPr>
        <w:t>10</w:t>
      </w:r>
      <w:r w:rsidRPr="00623008">
        <w:rPr>
          <w:rFonts w:cs="Arial"/>
          <w:szCs w:val="20"/>
        </w:rPr>
        <w:t xml:space="preserve"> passageiros e 1 motorista;</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Motor:</w:t>
      </w:r>
      <w:r>
        <w:rPr>
          <w:rFonts w:cs="Arial"/>
          <w:szCs w:val="20"/>
        </w:rPr>
        <w:t xml:space="preserve"> diesel</w:t>
      </w:r>
      <w:r w:rsidRPr="00623008">
        <w:rPr>
          <w:rFonts w:cs="Arial"/>
          <w:szCs w:val="20"/>
        </w:rPr>
        <w:t>, com potência igual ou superior a 100CV;</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Pintura na cor BRANCA.</w:t>
      </w:r>
    </w:p>
    <w:p w:rsidR="000C7FF1" w:rsidRPr="00623008" w:rsidRDefault="000C7FF1" w:rsidP="000C7FF1">
      <w:pPr>
        <w:pStyle w:val="PargrafodaLista"/>
        <w:numPr>
          <w:ilvl w:val="0"/>
          <w:numId w:val="6"/>
        </w:numPr>
        <w:spacing w:before="240" w:after="240"/>
        <w:ind w:left="0" w:firstLine="0"/>
        <w:contextualSpacing w:val="0"/>
        <w:jc w:val="both"/>
        <w:rPr>
          <w:rFonts w:cs="Arial"/>
          <w:b/>
          <w:szCs w:val="20"/>
        </w:rPr>
      </w:pPr>
      <w:r w:rsidRPr="00623008">
        <w:rPr>
          <w:rFonts w:cs="Arial"/>
          <w:b/>
          <w:szCs w:val="20"/>
        </w:rPr>
        <w:t>DIVERSOS</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Ar-condicionado original de fábrica</w:t>
      </w:r>
      <w:r>
        <w:rPr>
          <w:rFonts w:cs="Arial"/>
          <w:szCs w:val="20"/>
        </w:rPr>
        <w:t xml:space="preserve"> para todo o ambiente</w:t>
      </w:r>
      <w:r w:rsidRPr="00623008">
        <w:rPr>
          <w:rFonts w:cs="Arial"/>
          <w:szCs w:val="20"/>
        </w:rPr>
        <w:t>;</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Vidros elétricos nas portas dianteiras</w:t>
      </w:r>
      <w:r>
        <w:rPr>
          <w:rFonts w:cs="Arial"/>
          <w:szCs w:val="20"/>
        </w:rPr>
        <w:t xml:space="preserve"> </w:t>
      </w:r>
      <w:r w:rsidRPr="00623008">
        <w:rPr>
          <w:rFonts w:cs="Arial"/>
          <w:szCs w:val="20"/>
        </w:rPr>
        <w:t>com fechamento/abertura automática pela chave e sistema ante esmagamento;</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Travas elétricas das portas com acionamento na chave;</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Desembaçador no vidro traseiro;</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Sistema de alarme de fábrica;</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Protetor de cárter;</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0C7FF1"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Pr>
          <w:rFonts w:cs="Arial"/>
          <w:szCs w:val="20"/>
        </w:rPr>
        <w:t xml:space="preserve">Produto similar ao </w:t>
      </w:r>
      <w:r w:rsidRPr="009A596A">
        <w:rPr>
          <w:rFonts w:cs="Arial"/>
          <w:szCs w:val="20"/>
        </w:rPr>
        <w:t>Citroën Jumpy Minibus</w:t>
      </w:r>
      <w:r>
        <w:rPr>
          <w:rFonts w:cs="Arial"/>
          <w:szCs w:val="20"/>
        </w:rPr>
        <w:t>.</w:t>
      </w:r>
    </w:p>
    <w:p w:rsidR="002B75E1" w:rsidRDefault="002B75E1" w:rsidP="002B75E1">
      <w:pPr>
        <w:pStyle w:val="PargrafodaLista"/>
        <w:spacing w:before="100" w:beforeAutospacing="1" w:after="120"/>
        <w:ind w:left="0"/>
        <w:jc w:val="both"/>
        <w:rPr>
          <w:rFonts w:cs="Arial"/>
          <w:szCs w:val="20"/>
        </w:rPr>
      </w:pPr>
    </w:p>
    <w:tbl>
      <w:tblPr>
        <w:tblW w:w="917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8045"/>
      </w:tblGrid>
      <w:tr w:rsidR="008C6DBF" w:rsidRPr="00623008" w:rsidTr="00342980">
        <w:tc>
          <w:tcPr>
            <w:tcW w:w="113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w:t>
            </w:r>
            <w:r w:rsidR="00342980">
              <w:rPr>
                <w:rFonts w:cs="Arial"/>
                <w:b/>
                <w:color w:val="000000"/>
                <w:szCs w:val="20"/>
              </w:rPr>
              <w:t>ENS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342980">
        <w:tc>
          <w:tcPr>
            <w:tcW w:w="1134" w:type="dxa"/>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22 a 25</w:t>
            </w:r>
          </w:p>
        </w:tc>
        <w:tc>
          <w:tcPr>
            <w:tcW w:w="8045" w:type="dxa"/>
          </w:tcPr>
          <w:p w:rsidR="008C6DBF" w:rsidRPr="00623008" w:rsidRDefault="008C6DBF" w:rsidP="00A8162F">
            <w:pPr>
              <w:widowControl w:val="0"/>
              <w:suppressAutoHyphens/>
              <w:rPr>
                <w:rFonts w:cs="Arial"/>
                <w:color w:val="000000"/>
                <w:szCs w:val="20"/>
              </w:rPr>
            </w:pPr>
            <w:r>
              <w:rPr>
                <w:rFonts w:cs="Times New Roman"/>
                <w:bCs/>
                <w:szCs w:val="20"/>
              </w:rPr>
              <w:t>Van teto alto com capacidade p</w:t>
            </w:r>
            <w:r w:rsidRPr="00623008">
              <w:rPr>
                <w:rFonts w:cs="Times New Roman"/>
                <w:bCs/>
                <w:szCs w:val="20"/>
              </w:rPr>
              <w:t>ara transport</w:t>
            </w:r>
            <w:r>
              <w:rPr>
                <w:rFonts w:cs="Times New Roman"/>
                <w:bCs/>
                <w:szCs w:val="20"/>
              </w:rPr>
              <w:t xml:space="preserve">ar </w:t>
            </w:r>
            <w:r w:rsidRPr="00623008">
              <w:rPr>
                <w:rFonts w:cs="Times New Roman"/>
                <w:bCs/>
                <w:szCs w:val="20"/>
              </w:rPr>
              <w:t>(15+1)</w:t>
            </w:r>
            <w:r>
              <w:rPr>
                <w:rFonts w:cs="Times New Roman"/>
                <w:bCs/>
                <w:szCs w:val="20"/>
              </w:rPr>
              <w:t xml:space="preserve"> passageiros</w:t>
            </w:r>
          </w:p>
        </w:tc>
      </w:tr>
    </w:tbl>
    <w:p w:rsidR="008C6DBF" w:rsidRPr="00623008" w:rsidRDefault="008C6DBF" w:rsidP="008C6DBF">
      <w:pPr>
        <w:pStyle w:val="PargrafodaLista"/>
        <w:numPr>
          <w:ilvl w:val="0"/>
          <w:numId w:val="10"/>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Classificação: Veículo utilitário novo tipo VAN teto alto, zero quilômetro;</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 xml:space="preserve">Capacidade de transporte </w:t>
      </w:r>
      <w:r>
        <w:rPr>
          <w:rFonts w:cs="Arial"/>
          <w:szCs w:val="20"/>
        </w:rPr>
        <w:t xml:space="preserve">de </w:t>
      </w:r>
      <w:r w:rsidRPr="00623008">
        <w:rPr>
          <w:rFonts w:cs="Arial"/>
          <w:szCs w:val="20"/>
        </w:rPr>
        <w:t>no mínimo 15 passageiros e 1 motorista;</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Motor: Óleo diesel, com potência igual ou superior a 130CV;</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Default="008C6DBF" w:rsidP="008C6DBF">
      <w:pPr>
        <w:pStyle w:val="PargrafodaLista"/>
        <w:numPr>
          <w:ilvl w:val="0"/>
          <w:numId w:val="18"/>
        </w:numPr>
        <w:ind w:left="0" w:firstLine="0"/>
        <w:jc w:val="both"/>
        <w:rPr>
          <w:rFonts w:cs="Arial"/>
          <w:szCs w:val="20"/>
        </w:rPr>
      </w:pPr>
      <w:r>
        <w:rPr>
          <w:rFonts w:cs="Arial"/>
          <w:szCs w:val="20"/>
        </w:rPr>
        <w:t>Freios a disco nas 4 rodas;</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10"/>
        </w:numPr>
        <w:spacing w:before="240" w:after="240"/>
        <w:ind w:left="0" w:firstLine="0"/>
        <w:contextualSpacing w:val="0"/>
        <w:jc w:val="both"/>
        <w:rPr>
          <w:rFonts w:cs="Arial"/>
          <w:szCs w:val="20"/>
        </w:rPr>
      </w:pPr>
      <w:r w:rsidRPr="00623008">
        <w:rPr>
          <w:rFonts w:cs="Arial"/>
          <w:b/>
          <w:szCs w:val="20"/>
        </w:rPr>
        <w:t>DIVERSOS</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 xml:space="preserve">Ar-condicionado original de fábrica, </w:t>
      </w:r>
      <w:r>
        <w:rPr>
          <w:rFonts w:cs="Arial"/>
          <w:szCs w:val="20"/>
        </w:rPr>
        <w:t>que atenda</w:t>
      </w:r>
      <w:r w:rsidRPr="00623008">
        <w:rPr>
          <w:rFonts w:cs="Arial"/>
          <w:szCs w:val="20"/>
        </w:rPr>
        <w:t xml:space="preserve"> </w:t>
      </w:r>
      <w:r>
        <w:rPr>
          <w:rFonts w:cs="Arial"/>
          <w:szCs w:val="20"/>
        </w:rPr>
        <w:t xml:space="preserve">aos bancos dianteiros e </w:t>
      </w:r>
      <w:r w:rsidRPr="00623008">
        <w:rPr>
          <w:rFonts w:cs="Arial"/>
          <w:szCs w:val="20"/>
        </w:rPr>
        <w:t xml:space="preserve">todo o </w:t>
      </w:r>
      <w:r>
        <w:rPr>
          <w:rFonts w:cs="Arial"/>
          <w:szCs w:val="20"/>
        </w:rPr>
        <w:t>salão de passageiros</w:t>
      </w:r>
      <w:r w:rsidRPr="00623008">
        <w:rPr>
          <w:rFonts w:cs="Arial"/>
          <w:szCs w:val="20"/>
        </w:rPr>
        <w:t>;</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Retrovisor externo elétrico com aquecimento e controle interno;</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Porta lateral corrediça, com trava de segurança, dotadas de sistema deslizante de abertura e estribo incorporado para facilitar o acesso;</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Bancos dos passageiros originais de fábrica e reclináveis;</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Vidro elétrico nas portas dianteiras com fechamento/abertura automática pela chave;</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Sistema de alarme de fábrica;</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9"/>
        </w:numPr>
        <w:tabs>
          <w:tab w:val="left" w:pos="284"/>
        </w:tabs>
        <w:ind w:left="0" w:firstLine="0"/>
        <w:jc w:val="both"/>
        <w:rPr>
          <w:rFonts w:cs="Arial"/>
          <w:szCs w:val="20"/>
        </w:rPr>
      </w:pPr>
      <w:r w:rsidRPr="00623008">
        <w:rPr>
          <w:rFonts w:cs="Arial"/>
          <w:szCs w:val="20"/>
        </w:rPr>
        <w:t>Jogo de tapete de borracha;</w:t>
      </w:r>
    </w:p>
    <w:p w:rsidR="008C6DBF" w:rsidRDefault="008C6DBF" w:rsidP="008C6DBF">
      <w:pPr>
        <w:pStyle w:val="PargrafodaLista"/>
        <w:numPr>
          <w:ilvl w:val="0"/>
          <w:numId w:val="19"/>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9"/>
        </w:numPr>
        <w:ind w:left="0" w:firstLine="0"/>
        <w:jc w:val="both"/>
        <w:rPr>
          <w:rFonts w:cs="Arial"/>
          <w:szCs w:val="20"/>
        </w:rPr>
      </w:pPr>
      <w:r w:rsidRPr="00DF66C2">
        <w:rPr>
          <w:rFonts w:cs="Arial"/>
          <w:szCs w:val="20"/>
        </w:rPr>
        <w:t>Deverá acompanhar o veículo todo ferramental básico distribuído pelo fornecedor (chave de roda, macaco hidráulico e triângulo)</w:t>
      </w:r>
      <w:r>
        <w:rPr>
          <w:rFonts w:cs="Arial"/>
          <w:szCs w:val="20"/>
        </w:rPr>
        <w:t>; e</w:t>
      </w:r>
    </w:p>
    <w:p w:rsidR="008C6DBF" w:rsidRPr="00DF66C2" w:rsidRDefault="008C6DBF" w:rsidP="008C6DBF">
      <w:pPr>
        <w:pStyle w:val="PargrafodaLista"/>
        <w:numPr>
          <w:ilvl w:val="0"/>
          <w:numId w:val="19"/>
        </w:numPr>
        <w:ind w:left="0" w:firstLine="0"/>
        <w:jc w:val="both"/>
        <w:rPr>
          <w:rFonts w:cs="Arial"/>
          <w:szCs w:val="20"/>
        </w:rPr>
      </w:pPr>
      <w:r w:rsidRPr="008048DC">
        <w:rPr>
          <w:rFonts w:cs="Times New Roman"/>
          <w:szCs w:val="20"/>
        </w:rPr>
        <w:t>Produto similar a Van DUCATO MINIBUS COMFORT 2.3 DIESEL da Fiat</w:t>
      </w:r>
      <w:r>
        <w:rPr>
          <w:rFonts w:cs="Times New Roman"/>
          <w:szCs w:val="20"/>
        </w:rPr>
        <w:t>.</w:t>
      </w:r>
    </w:p>
    <w:p w:rsidR="008C6DBF" w:rsidRDefault="008C6DBF" w:rsidP="008C6DBF">
      <w:pPr>
        <w:jc w:val="center"/>
        <w:rPr>
          <w:rFonts w:cs="Arial"/>
          <w:szCs w:val="20"/>
        </w:rPr>
      </w:pPr>
    </w:p>
    <w:tbl>
      <w:tblPr>
        <w:tblW w:w="917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186"/>
      </w:tblGrid>
      <w:tr w:rsidR="008C6DBF" w:rsidRPr="00623008" w:rsidTr="00342980">
        <w:tc>
          <w:tcPr>
            <w:tcW w:w="9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342980">
        <w:tc>
          <w:tcPr>
            <w:tcW w:w="993" w:type="dxa"/>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26 e 27</w:t>
            </w:r>
          </w:p>
        </w:tc>
        <w:tc>
          <w:tcPr>
            <w:tcW w:w="8186" w:type="dxa"/>
          </w:tcPr>
          <w:p w:rsidR="008C6DBF" w:rsidRPr="002B608A" w:rsidRDefault="008C6DBF" w:rsidP="00A8162F">
            <w:pPr>
              <w:widowControl w:val="0"/>
              <w:suppressAutoHyphens/>
              <w:rPr>
                <w:rFonts w:cs="Times New Roman"/>
                <w:bCs/>
                <w:szCs w:val="20"/>
              </w:rPr>
            </w:pPr>
            <w:r>
              <w:rPr>
                <w:rFonts w:cs="Times New Roman"/>
                <w:bCs/>
                <w:szCs w:val="20"/>
              </w:rPr>
              <w:t>Van teto alto com capacidade p</w:t>
            </w:r>
            <w:r w:rsidRPr="00623008">
              <w:rPr>
                <w:rFonts w:cs="Times New Roman"/>
                <w:bCs/>
                <w:szCs w:val="20"/>
              </w:rPr>
              <w:t>ara transport</w:t>
            </w:r>
            <w:r>
              <w:rPr>
                <w:rFonts w:cs="Times New Roman"/>
                <w:bCs/>
                <w:szCs w:val="20"/>
              </w:rPr>
              <w:t>ar (20</w:t>
            </w:r>
            <w:r w:rsidRPr="00623008">
              <w:rPr>
                <w:rFonts w:cs="Times New Roman"/>
                <w:bCs/>
                <w:szCs w:val="20"/>
              </w:rPr>
              <w:t>+1)</w:t>
            </w:r>
            <w:r>
              <w:rPr>
                <w:rFonts w:cs="Times New Roman"/>
                <w:bCs/>
                <w:szCs w:val="20"/>
              </w:rPr>
              <w:t xml:space="preserve"> passageiros</w:t>
            </w:r>
          </w:p>
        </w:tc>
      </w:tr>
    </w:tbl>
    <w:p w:rsidR="008C6DBF" w:rsidRPr="00623008" w:rsidRDefault="008C6DBF" w:rsidP="008C6DBF">
      <w:pPr>
        <w:pStyle w:val="PargrafodaLista"/>
        <w:numPr>
          <w:ilvl w:val="0"/>
          <w:numId w:val="103"/>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Classificação: Veículo utilitário novo tipo VAN teto alto, zero quilômetro;</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 xml:space="preserve">Capacidade de transporte </w:t>
      </w:r>
      <w:r>
        <w:rPr>
          <w:rFonts w:cs="Arial"/>
          <w:szCs w:val="20"/>
        </w:rPr>
        <w:t xml:space="preserve">de </w:t>
      </w:r>
      <w:r w:rsidRPr="00623008">
        <w:rPr>
          <w:rFonts w:cs="Arial"/>
          <w:szCs w:val="20"/>
        </w:rPr>
        <w:t xml:space="preserve">no mínimo </w:t>
      </w:r>
      <w:r>
        <w:rPr>
          <w:rFonts w:cs="Arial"/>
          <w:szCs w:val="20"/>
        </w:rPr>
        <w:t>20</w:t>
      </w:r>
      <w:r w:rsidRPr="00623008">
        <w:rPr>
          <w:rFonts w:cs="Arial"/>
          <w:szCs w:val="20"/>
        </w:rPr>
        <w:t xml:space="preserve"> passageiros e 1 motorista;</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Motor: Óleo diesel, com potência igual ou superior a 1</w:t>
      </w:r>
      <w:r>
        <w:rPr>
          <w:rFonts w:cs="Arial"/>
          <w:szCs w:val="20"/>
        </w:rPr>
        <w:t>5</w:t>
      </w:r>
      <w:r w:rsidRPr="00623008">
        <w:rPr>
          <w:rFonts w:cs="Arial"/>
          <w:szCs w:val="20"/>
        </w:rPr>
        <w:t>0CV;</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Default="008C6DBF" w:rsidP="008C6DBF">
      <w:pPr>
        <w:pStyle w:val="PargrafodaLista"/>
        <w:numPr>
          <w:ilvl w:val="0"/>
          <w:numId w:val="104"/>
        </w:numPr>
        <w:ind w:left="0" w:firstLine="0"/>
        <w:jc w:val="both"/>
        <w:rPr>
          <w:rFonts w:cs="Arial"/>
          <w:szCs w:val="20"/>
        </w:rPr>
      </w:pPr>
      <w:r>
        <w:rPr>
          <w:rFonts w:cs="Arial"/>
          <w:szCs w:val="20"/>
        </w:rPr>
        <w:t>Freios a disco nas 4 rodas;</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103"/>
        </w:numPr>
        <w:spacing w:before="240" w:after="240"/>
        <w:ind w:left="0" w:firstLine="0"/>
        <w:contextualSpacing w:val="0"/>
        <w:jc w:val="both"/>
        <w:rPr>
          <w:rFonts w:cs="Arial"/>
          <w:szCs w:val="20"/>
        </w:rPr>
      </w:pPr>
      <w:r w:rsidRPr="00623008">
        <w:rPr>
          <w:rFonts w:cs="Arial"/>
          <w:b/>
          <w:szCs w:val="20"/>
        </w:rPr>
        <w:t>DIVERSOS</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 xml:space="preserve">Ar-condicionado original de fábrica, </w:t>
      </w:r>
      <w:r>
        <w:rPr>
          <w:rFonts w:cs="Arial"/>
          <w:szCs w:val="20"/>
        </w:rPr>
        <w:t>que atenda</w:t>
      </w:r>
      <w:r w:rsidRPr="00623008">
        <w:rPr>
          <w:rFonts w:cs="Arial"/>
          <w:szCs w:val="20"/>
        </w:rPr>
        <w:t xml:space="preserve"> </w:t>
      </w:r>
      <w:r>
        <w:rPr>
          <w:rFonts w:cs="Arial"/>
          <w:szCs w:val="20"/>
        </w:rPr>
        <w:t xml:space="preserve">aos bancos dianteiros e </w:t>
      </w:r>
      <w:r w:rsidRPr="00623008">
        <w:rPr>
          <w:rFonts w:cs="Arial"/>
          <w:szCs w:val="20"/>
        </w:rPr>
        <w:t xml:space="preserve">todo o </w:t>
      </w:r>
      <w:r>
        <w:rPr>
          <w:rFonts w:cs="Arial"/>
          <w:szCs w:val="20"/>
        </w:rPr>
        <w:t>salão de passageiros</w:t>
      </w:r>
      <w:r w:rsidRPr="00623008">
        <w:rPr>
          <w:rFonts w:cs="Arial"/>
          <w:szCs w:val="20"/>
        </w:rPr>
        <w:t>;</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Retrovisor externo elétrico com aquecimento e controle interno;</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Porta lateral corrediça, com trava de segurança, dotadas de sistema deslizante de abertura e estribo incorporado para facilitar o acesso;</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Bancos dos passageiros originais de fábrica e reclináveis;</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Vidro elétrico nas portas dianteiras com fechamento/abertura automática pela chave;</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Sistema de alarme de fábrica;</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05"/>
        </w:numPr>
        <w:tabs>
          <w:tab w:val="left" w:pos="284"/>
        </w:tabs>
        <w:ind w:left="0" w:firstLine="0"/>
        <w:jc w:val="both"/>
        <w:rPr>
          <w:rFonts w:cs="Arial"/>
          <w:szCs w:val="20"/>
        </w:rPr>
      </w:pPr>
      <w:r w:rsidRPr="00623008">
        <w:rPr>
          <w:rFonts w:cs="Arial"/>
          <w:szCs w:val="20"/>
        </w:rPr>
        <w:t>Jogo de tapete de borracha;</w:t>
      </w:r>
    </w:p>
    <w:p w:rsidR="008C6DBF" w:rsidRDefault="008C6DBF" w:rsidP="008C6DBF">
      <w:pPr>
        <w:pStyle w:val="PargrafodaLista"/>
        <w:numPr>
          <w:ilvl w:val="0"/>
          <w:numId w:val="10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05"/>
        </w:numPr>
        <w:ind w:left="0" w:firstLine="0"/>
        <w:jc w:val="both"/>
        <w:rPr>
          <w:rFonts w:cs="Arial"/>
          <w:szCs w:val="20"/>
        </w:rPr>
      </w:pPr>
      <w:r w:rsidRPr="00DF66C2">
        <w:rPr>
          <w:rFonts w:cs="Arial"/>
          <w:szCs w:val="20"/>
        </w:rPr>
        <w:t>Deverá acompanhar o veículo todo ferramental básico distribuído pelo fornecedor (chave de roda, macaco hidráulico e triângulo)</w:t>
      </w:r>
      <w:r>
        <w:rPr>
          <w:rFonts w:cs="Arial"/>
          <w:szCs w:val="20"/>
        </w:rPr>
        <w:t>; e</w:t>
      </w:r>
    </w:p>
    <w:p w:rsidR="008C6DBF" w:rsidRPr="00DF66C2" w:rsidRDefault="008C6DBF" w:rsidP="008C6DBF">
      <w:pPr>
        <w:pStyle w:val="PargrafodaLista"/>
        <w:numPr>
          <w:ilvl w:val="0"/>
          <w:numId w:val="105"/>
        </w:numPr>
        <w:ind w:left="0" w:firstLine="0"/>
        <w:jc w:val="both"/>
        <w:rPr>
          <w:rFonts w:cs="Arial"/>
          <w:szCs w:val="20"/>
        </w:rPr>
      </w:pPr>
      <w:r w:rsidRPr="00860145">
        <w:rPr>
          <w:rFonts w:cs="Arial"/>
          <w:szCs w:val="20"/>
        </w:rPr>
        <w:t>Produto similar a VAN Sprinter 516 (20+1) da Mercedes-Benz.</w:t>
      </w:r>
    </w:p>
    <w:p w:rsidR="008C6DBF" w:rsidRDefault="008C6DBF" w:rsidP="008C6DBF">
      <w:pPr>
        <w:pStyle w:val="PargrafodaLista"/>
        <w:ind w:left="0"/>
        <w:jc w:val="both"/>
        <w:rPr>
          <w:rFonts w:cs="Arial"/>
          <w:szCs w:val="20"/>
        </w:rPr>
      </w:pPr>
    </w:p>
    <w:tbl>
      <w:tblPr>
        <w:tblW w:w="84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345"/>
      </w:tblGrid>
      <w:tr w:rsidR="008C6DBF"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w:t>
            </w:r>
            <w:r w:rsidR="001903F1">
              <w:rPr>
                <w:rFonts w:cs="Arial"/>
                <w:b/>
                <w:color w:val="000000"/>
                <w:szCs w:val="20"/>
              </w:rPr>
              <w:t>NS</w:t>
            </w:r>
          </w:p>
        </w:tc>
        <w:tc>
          <w:tcPr>
            <w:tcW w:w="73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623008" w:rsidTr="001903F1">
        <w:trPr>
          <w:jc w:val="center"/>
        </w:trPr>
        <w:tc>
          <w:tcPr>
            <w:tcW w:w="1129"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28 a 30</w:t>
            </w:r>
          </w:p>
        </w:tc>
        <w:tc>
          <w:tcPr>
            <w:tcW w:w="7345"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bicombustível, p</w:t>
            </w:r>
            <w:r w:rsidRPr="00623008">
              <w:rPr>
                <w:rFonts w:cs="Times New Roman"/>
                <w:bCs/>
                <w:szCs w:val="20"/>
              </w:rPr>
              <w:t>icape cabine dupla (CD)</w:t>
            </w:r>
            <w:r>
              <w:rPr>
                <w:rFonts w:cs="Times New Roman"/>
                <w:bCs/>
                <w:szCs w:val="20"/>
              </w:rPr>
              <w:t>, tração 4x2</w:t>
            </w:r>
          </w:p>
        </w:tc>
      </w:tr>
    </w:tbl>
    <w:p w:rsidR="008C6DBF" w:rsidRPr="00623008" w:rsidRDefault="008C6DBF" w:rsidP="008C6DBF">
      <w:pPr>
        <w:pStyle w:val="PargrafodaLista"/>
        <w:numPr>
          <w:ilvl w:val="0"/>
          <w:numId w:val="8"/>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Ano de fabricação do chassi: do ano em curso ou posterior;</w:t>
      </w:r>
    </w:p>
    <w:p w:rsidR="008C6DBF"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 xml:space="preserve">Capacidade de transporte: </w:t>
      </w:r>
    </w:p>
    <w:p w:rsidR="008C6DBF" w:rsidRDefault="008C6DBF" w:rsidP="008C6DBF">
      <w:pPr>
        <w:pStyle w:val="PargrafodaLista"/>
        <w:numPr>
          <w:ilvl w:val="1"/>
          <w:numId w:val="13"/>
        </w:numPr>
        <w:spacing w:before="240" w:after="240"/>
        <w:ind w:left="0" w:firstLine="0"/>
        <w:jc w:val="both"/>
        <w:rPr>
          <w:rFonts w:cs="Arial"/>
          <w:szCs w:val="20"/>
        </w:rPr>
      </w:pPr>
      <w:r w:rsidRPr="00281F91">
        <w:rPr>
          <w:rFonts w:cs="Arial"/>
          <w:szCs w:val="20"/>
        </w:rPr>
        <w:t>Pessoa</w:t>
      </w:r>
      <w:r>
        <w:rPr>
          <w:rFonts w:cs="Arial"/>
          <w:szCs w:val="20"/>
        </w:rPr>
        <w:t>l: 4 passageiros e 1 motorista; e</w:t>
      </w:r>
    </w:p>
    <w:p w:rsidR="008C6DBF" w:rsidRPr="00281F91" w:rsidRDefault="008C6DBF" w:rsidP="008C6DBF">
      <w:pPr>
        <w:pStyle w:val="PargrafodaLista"/>
        <w:numPr>
          <w:ilvl w:val="1"/>
          <w:numId w:val="13"/>
        </w:numPr>
        <w:spacing w:before="240" w:after="240"/>
        <w:ind w:left="0" w:firstLine="0"/>
        <w:jc w:val="both"/>
        <w:rPr>
          <w:rFonts w:cs="Arial"/>
          <w:szCs w:val="20"/>
        </w:rPr>
      </w:pPr>
      <w:r w:rsidRPr="00281F91">
        <w:rPr>
          <w:rFonts w:cs="Arial"/>
          <w:szCs w:val="20"/>
        </w:rPr>
        <w:t>Carga: Mínima de 650 Kg.</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 xml:space="preserve">Motor: Gasolina ou bicombustível (gasolina/álcool), com potência igual ou superior a </w:t>
      </w:r>
      <w:r>
        <w:rPr>
          <w:rFonts w:cs="Arial"/>
          <w:szCs w:val="20"/>
        </w:rPr>
        <w:t>115</w:t>
      </w:r>
      <w:r w:rsidRPr="00623008">
        <w:rPr>
          <w:rFonts w:cs="Arial"/>
          <w:szCs w:val="20"/>
        </w:rPr>
        <w:t>CV;</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3"/>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8"/>
        </w:numPr>
        <w:spacing w:before="240" w:after="240"/>
        <w:ind w:left="0" w:firstLine="0"/>
        <w:contextualSpacing w:val="0"/>
        <w:jc w:val="both"/>
        <w:rPr>
          <w:rFonts w:cs="Arial"/>
          <w:szCs w:val="20"/>
        </w:rPr>
      </w:pPr>
      <w:r w:rsidRPr="00623008">
        <w:rPr>
          <w:rFonts w:cs="Arial"/>
          <w:b/>
          <w:szCs w:val="20"/>
        </w:rPr>
        <w:t>DIVERSOS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Ar-condicionado original de fábrica;</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 xml:space="preserve">Cabine </w:t>
      </w:r>
      <w:r>
        <w:rPr>
          <w:rFonts w:cs="Arial"/>
          <w:szCs w:val="20"/>
        </w:rPr>
        <w:t>dupla de fábrica com 4</w:t>
      </w:r>
      <w:r w:rsidRPr="00623008">
        <w:rPr>
          <w:rFonts w:cs="Arial"/>
          <w:szCs w:val="20"/>
        </w:rPr>
        <w:t xml:space="preserve"> portas;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Cocho de carga metálico original de fábrica na cor do veículo com protetor de caçamba e ganchos para amarração de carga no interior da caçamba;</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Vidro elétrico nas portas dianteiras;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Jogo de tapete;</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8C6DBF" w:rsidRPr="00013620" w:rsidRDefault="008C6DBF" w:rsidP="008C6DBF">
      <w:pPr>
        <w:pStyle w:val="PargrafodaLista"/>
        <w:numPr>
          <w:ilvl w:val="0"/>
          <w:numId w:val="14"/>
        </w:numPr>
        <w:spacing w:before="240" w:after="240"/>
        <w:ind w:left="0" w:firstLine="0"/>
        <w:jc w:val="both"/>
        <w:rPr>
          <w:rFonts w:cs="Arial"/>
          <w:szCs w:val="20"/>
        </w:rPr>
      </w:pPr>
      <w:r w:rsidRPr="00013620">
        <w:rPr>
          <w:rFonts w:cs="Times New Roman"/>
          <w:szCs w:val="20"/>
        </w:rPr>
        <w:t>Produto similar a Picape Duster Oroch Express 1.6.</w:t>
      </w:r>
    </w:p>
    <w:p w:rsidR="008C6DBF" w:rsidRDefault="008C6DBF" w:rsidP="008C6DBF">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8C6DBF" w:rsidRPr="00623008" w:rsidTr="001903F1">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M</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1903F1">
        <w:tc>
          <w:tcPr>
            <w:tcW w:w="1163"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 xml:space="preserve">31 </w:t>
            </w:r>
          </w:p>
        </w:tc>
        <w:tc>
          <w:tcPr>
            <w:tcW w:w="7903"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a diesel, </w:t>
            </w:r>
            <w:r w:rsidRPr="00623008">
              <w:rPr>
                <w:rFonts w:cs="Times New Roman"/>
                <w:bCs/>
                <w:szCs w:val="20"/>
              </w:rPr>
              <w:t>picape Cabine Dupla (CD), tração 4x4</w:t>
            </w:r>
          </w:p>
        </w:tc>
      </w:tr>
    </w:tbl>
    <w:p w:rsidR="008C6DBF" w:rsidRPr="00623008" w:rsidRDefault="008C6DBF" w:rsidP="008C6DBF">
      <w:pPr>
        <w:pStyle w:val="PargrafodaLista"/>
        <w:numPr>
          <w:ilvl w:val="0"/>
          <w:numId w:val="9"/>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4"/>
          <w:numId w:val="16"/>
        </w:numPr>
        <w:spacing w:before="240" w:after="240"/>
        <w:ind w:left="0" w:firstLine="0"/>
        <w:jc w:val="both"/>
        <w:rPr>
          <w:rFonts w:cs="Arial"/>
          <w:szCs w:val="20"/>
        </w:rPr>
      </w:pPr>
      <w:r w:rsidRPr="00623008">
        <w:rPr>
          <w:rFonts w:cs="Arial"/>
          <w:szCs w:val="20"/>
        </w:rPr>
        <w:t>Pessoal: 4 passageiros e 1 motorista; e</w:t>
      </w:r>
    </w:p>
    <w:p w:rsidR="008C6DBF" w:rsidRPr="00623008" w:rsidRDefault="008C6DBF" w:rsidP="008C6DBF">
      <w:pPr>
        <w:pStyle w:val="PargrafodaLista"/>
        <w:numPr>
          <w:ilvl w:val="4"/>
          <w:numId w:val="16"/>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Motor: Turbo diesel, com</w:t>
      </w:r>
      <w:r>
        <w:rPr>
          <w:rFonts w:cs="Arial"/>
          <w:szCs w:val="20"/>
        </w:rPr>
        <w:t xml:space="preserve"> potência igual ou superior a 13</w:t>
      </w:r>
      <w:r w:rsidRPr="00623008">
        <w:rPr>
          <w:rFonts w:cs="Arial"/>
          <w:szCs w:val="20"/>
        </w:rPr>
        <w:t>0CV;</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5"/>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9"/>
        </w:numPr>
        <w:spacing w:before="240" w:after="240"/>
        <w:ind w:left="0" w:firstLine="0"/>
        <w:contextualSpacing w:val="0"/>
        <w:jc w:val="both"/>
        <w:rPr>
          <w:rFonts w:cs="Arial"/>
          <w:szCs w:val="20"/>
        </w:rPr>
      </w:pPr>
      <w:r w:rsidRPr="00623008">
        <w:rPr>
          <w:rFonts w:cs="Arial"/>
          <w:b/>
          <w:szCs w:val="20"/>
        </w:rPr>
        <w:t>DIVERSOS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Ar-condicionado original de fábrica;</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Cabina dupla, totalmente metálica com 4 portas de acesso ao compartimento de passageiros;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Cocho de carga metálico original de fábrica na cor do veículo com protetor de caçamba e ganchos para amarração de carga no interior da caçamba;</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Vidro elétrico nas portas dianteiras;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Travas elétricas das portas com acionamento na chave;</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Protetor de cárter;</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Jogo de tapete;</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Som/multimídia integrada ao veículo, somente</w:t>
      </w:r>
      <w:r>
        <w:rPr>
          <w:rFonts w:cs="Arial"/>
          <w:szCs w:val="20"/>
        </w:rPr>
        <w:t xml:space="preserve"> o disponibilizado de fábrica;</w:t>
      </w:r>
      <w:r w:rsidRPr="007A1B95">
        <w:rPr>
          <w:rFonts w:cs="Arial"/>
          <w:szCs w:val="20"/>
        </w:rPr>
        <w:t xml:space="preserve"> </w:t>
      </w:r>
    </w:p>
    <w:p w:rsidR="008C6DBF" w:rsidRDefault="008C6DBF" w:rsidP="008C6DBF">
      <w:pPr>
        <w:pStyle w:val="PargrafodaLista"/>
        <w:numPr>
          <w:ilvl w:val="0"/>
          <w:numId w:val="17"/>
        </w:numPr>
        <w:ind w:left="0" w:firstLine="0"/>
        <w:jc w:val="both"/>
        <w:rPr>
          <w:rFonts w:cs="Arial"/>
          <w:szCs w:val="20"/>
        </w:rPr>
      </w:pPr>
      <w:r w:rsidRPr="007A1B95">
        <w:rPr>
          <w:rFonts w:cs="Arial"/>
          <w:szCs w:val="20"/>
        </w:rPr>
        <w:t>Deverá acompanhar o veículo todo ferramental básico distribuído pelo fornecedor (chave de roda,</w:t>
      </w:r>
      <w:r>
        <w:rPr>
          <w:rFonts w:cs="Arial"/>
          <w:szCs w:val="20"/>
        </w:rPr>
        <w:t xml:space="preserve"> macaco hidráulico e triângulo); e</w:t>
      </w:r>
    </w:p>
    <w:p w:rsidR="008C6DBF" w:rsidRDefault="008C6DBF" w:rsidP="008C6DBF">
      <w:pPr>
        <w:pStyle w:val="PargrafodaLista"/>
        <w:numPr>
          <w:ilvl w:val="0"/>
          <w:numId w:val="17"/>
        </w:numPr>
        <w:ind w:left="0" w:firstLine="0"/>
        <w:jc w:val="both"/>
        <w:rPr>
          <w:rFonts w:cs="Arial"/>
          <w:szCs w:val="20"/>
        </w:rPr>
      </w:pPr>
      <w:r w:rsidRPr="00BA3AEA">
        <w:rPr>
          <w:rFonts w:cs="Times New Roman"/>
          <w:szCs w:val="20"/>
        </w:rPr>
        <w:t>Produto similar a picape Fiat Toro</w:t>
      </w:r>
      <w:r>
        <w:rPr>
          <w:rFonts w:cs="Times New Roman"/>
          <w:szCs w:val="20"/>
        </w:rPr>
        <w:t>.</w:t>
      </w:r>
    </w:p>
    <w:p w:rsidR="008C6DBF" w:rsidRPr="007A1B95" w:rsidRDefault="008C6DBF" w:rsidP="008C6DBF">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4C4444" w:rsidTr="00A8162F">
        <w:tc>
          <w:tcPr>
            <w:tcW w:w="709" w:type="dxa"/>
            <w:vAlign w:val="center"/>
          </w:tcPr>
          <w:p w:rsidR="008C6DBF" w:rsidRPr="004C4444" w:rsidRDefault="001903F1" w:rsidP="00A8162F">
            <w:pPr>
              <w:widowControl w:val="0"/>
              <w:suppressAutoHyphens/>
              <w:jc w:val="center"/>
              <w:rPr>
                <w:rFonts w:cs="Arial"/>
                <w:b/>
                <w:szCs w:val="20"/>
              </w:rPr>
            </w:pPr>
            <w:r>
              <w:rPr>
                <w:rFonts w:cs="Arial"/>
                <w:b/>
                <w:szCs w:val="20"/>
              </w:rPr>
              <w:t>32</w:t>
            </w:r>
          </w:p>
        </w:tc>
        <w:tc>
          <w:tcPr>
            <w:tcW w:w="8357" w:type="dxa"/>
          </w:tcPr>
          <w:p w:rsidR="008C6DBF" w:rsidRPr="004C4444" w:rsidRDefault="008C6DBF" w:rsidP="00A8162F">
            <w:pPr>
              <w:widowControl w:val="0"/>
              <w:suppressAutoHyphens/>
              <w:rPr>
                <w:rFonts w:cs="Times New Roman"/>
                <w:bCs/>
                <w:szCs w:val="20"/>
              </w:rPr>
            </w:pPr>
            <w:r w:rsidRPr="004C4444">
              <w:rPr>
                <w:rFonts w:cs="Times New Roman"/>
                <w:bCs/>
                <w:szCs w:val="20"/>
              </w:rPr>
              <w:t>Veículo utilitário, bicombustível, tipo picape cabine dupla (CD), tração 4x</w:t>
            </w:r>
            <w:r w:rsidR="004C4444" w:rsidRPr="004C4444">
              <w:rPr>
                <w:rFonts w:cs="Times New Roman"/>
                <w:bCs/>
                <w:szCs w:val="20"/>
              </w:rPr>
              <w:t>4</w:t>
            </w:r>
          </w:p>
        </w:tc>
      </w:tr>
    </w:tbl>
    <w:p w:rsidR="008C6DBF" w:rsidRPr="004C4444" w:rsidRDefault="008C6DBF" w:rsidP="008C6DBF">
      <w:pPr>
        <w:pStyle w:val="PargrafodaLista"/>
        <w:numPr>
          <w:ilvl w:val="0"/>
          <w:numId w:val="30"/>
        </w:numPr>
        <w:spacing w:before="240" w:after="240"/>
        <w:ind w:left="0" w:firstLine="0"/>
        <w:contextualSpacing w:val="0"/>
        <w:jc w:val="both"/>
        <w:rPr>
          <w:rFonts w:cs="Arial"/>
          <w:b/>
          <w:szCs w:val="20"/>
        </w:rPr>
      </w:pPr>
      <w:r w:rsidRPr="004C4444">
        <w:rPr>
          <w:rFonts w:cs="Arial"/>
          <w:b/>
          <w:szCs w:val="20"/>
        </w:rPr>
        <w:t>CARACTERÍSTICAS TÉCNICAS</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Classificação: Veículo utilitário novo tipo picape CD, zero quilômetro;</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Ano de fabricação do chassi: do ano em curso ou posterior;</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Capacidade de transporte:</w:t>
      </w:r>
    </w:p>
    <w:p w:rsidR="008C6DBF" w:rsidRPr="004C4444" w:rsidRDefault="008C6DBF" w:rsidP="008C6DBF">
      <w:pPr>
        <w:pStyle w:val="PargrafodaLista"/>
        <w:numPr>
          <w:ilvl w:val="1"/>
          <w:numId w:val="31"/>
        </w:numPr>
        <w:ind w:left="0" w:firstLine="0"/>
        <w:jc w:val="both"/>
        <w:rPr>
          <w:rFonts w:cs="Arial"/>
          <w:szCs w:val="20"/>
        </w:rPr>
      </w:pPr>
      <w:r w:rsidRPr="004C4444">
        <w:rPr>
          <w:rFonts w:cs="Arial"/>
          <w:szCs w:val="20"/>
        </w:rPr>
        <w:t>Pessoal: 4 passageiros e 1 motorista; e</w:t>
      </w:r>
    </w:p>
    <w:p w:rsidR="008C6DBF" w:rsidRPr="004C4444" w:rsidRDefault="008C6DBF" w:rsidP="008C6DBF">
      <w:pPr>
        <w:pStyle w:val="PargrafodaLista"/>
        <w:numPr>
          <w:ilvl w:val="1"/>
          <w:numId w:val="31"/>
        </w:numPr>
        <w:ind w:left="0" w:firstLine="0"/>
        <w:jc w:val="both"/>
        <w:rPr>
          <w:rFonts w:cs="Arial"/>
          <w:szCs w:val="20"/>
        </w:rPr>
      </w:pPr>
      <w:r w:rsidRPr="004C4444">
        <w:rPr>
          <w:rFonts w:cs="Arial"/>
          <w:szCs w:val="20"/>
        </w:rPr>
        <w:t xml:space="preserve">Carga: Mínima de </w:t>
      </w:r>
      <w:r w:rsidR="004C4444">
        <w:rPr>
          <w:rFonts w:cs="Arial"/>
          <w:szCs w:val="20"/>
        </w:rPr>
        <w:t>95</w:t>
      </w:r>
      <w:r w:rsidRPr="004C4444">
        <w:rPr>
          <w:rFonts w:cs="Arial"/>
          <w:szCs w:val="20"/>
        </w:rPr>
        <w:t>0 Kg.</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Motor: Gasolina ou bicombustível (gasolina/álcool), com potência igual ou superior a 160CV;</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Pneus e rodas originais de fábrica, sendo que a fabricação dos pneus deverá ser do ano corrente ou, no máximo, no prazo de 12 (doze) meses contados da data de entrega do veículo;</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Direção hidráulica ou elétrica; e</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Pintura na cor BRANCA.</w:t>
      </w:r>
    </w:p>
    <w:p w:rsidR="008C6DBF" w:rsidRPr="00B84243" w:rsidRDefault="008C6DBF" w:rsidP="008C6DBF">
      <w:pPr>
        <w:pStyle w:val="PargrafodaLista"/>
        <w:numPr>
          <w:ilvl w:val="0"/>
          <w:numId w:val="30"/>
        </w:numPr>
        <w:spacing w:before="240" w:after="240"/>
        <w:ind w:left="0" w:firstLine="0"/>
        <w:contextualSpacing w:val="0"/>
        <w:jc w:val="both"/>
        <w:rPr>
          <w:rFonts w:cs="Arial"/>
          <w:szCs w:val="20"/>
        </w:rPr>
      </w:pPr>
      <w:r w:rsidRPr="00B84243">
        <w:rPr>
          <w:rFonts w:cs="Arial"/>
          <w:b/>
          <w:szCs w:val="20"/>
        </w:rPr>
        <w:t>DIVERSOS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Ar-condicionado original de fábrica;</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Cabina dupla, totalmente metálica com 4 portas de acesso ao compartimento de passageiros;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Cocho de carga metálico original de fábrica na cor do veículo com protetor de caçamba e ganchos para amarração de carga no interior da caçamba;</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Vidro elétrico nas portas dianteiras;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Travas elétricas das portas com acionamento na chave;</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Protetor de cárter;</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Jogo de tapete;</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Som/multimídia integrada ao veículo, somente o disponibilizado de fábrica;</w:t>
      </w:r>
    </w:p>
    <w:p w:rsidR="008C6DBF" w:rsidRPr="00B84243" w:rsidRDefault="008C6DBF" w:rsidP="00B84243">
      <w:pPr>
        <w:pStyle w:val="PargrafodaLista"/>
        <w:numPr>
          <w:ilvl w:val="0"/>
          <w:numId w:val="32"/>
        </w:numPr>
        <w:ind w:left="0" w:firstLine="0"/>
        <w:jc w:val="both"/>
        <w:rPr>
          <w:rFonts w:cs="Arial"/>
          <w:szCs w:val="20"/>
        </w:rPr>
      </w:pPr>
      <w:r w:rsidRPr="00B84243">
        <w:rPr>
          <w:rFonts w:cs="Arial"/>
          <w:szCs w:val="20"/>
        </w:rPr>
        <w:t>Deverá acompanhar o veículo todo ferramental básico distribuído pelo fornecedor (chave de roda, macaco hidráulico e triângulo); e</w:t>
      </w:r>
    </w:p>
    <w:p w:rsidR="008C6DBF" w:rsidRPr="00B84243" w:rsidRDefault="008C6DBF" w:rsidP="00B84243">
      <w:pPr>
        <w:pStyle w:val="PargrafodaLista"/>
        <w:numPr>
          <w:ilvl w:val="0"/>
          <w:numId w:val="32"/>
        </w:numPr>
        <w:ind w:left="0" w:firstLine="0"/>
        <w:jc w:val="both"/>
        <w:rPr>
          <w:rFonts w:cs="Arial"/>
          <w:szCs w:val="20"/>
        </w:rPr>
      </w:pPr>
      <w:r w:rsidRPr="00B84243">
        <w:rPr>
          <w:rFonts w:cs="Times New Roman"/>
          <w:szCs w:val="20"/>
        </w:rPr>
        <w:t xml:space="preserve">Produto similar a Picape </w:t>
      </w:r>
      <w:r w:rsidR="00B84243" w:rsidRPr="00B84243">
        <w:rPr>
          <w:rFonts w:cs="Times New Roman"/>
          <w:szCs w:val="20"/>
        </w:rPr>
        <w:t>S10 2.5 AT ECOTEC</w:t>
      </w:r>
      <w:r w:rsidR="00B84243">
        <w:rPr>
          <w:rFonts w:cs="Times New Roman"/>
          <w:szCs w:val="20"/>
        </w:rPr>
        <w:t xml:space="preserve"> </w:t>
      </w:r>
      <w:r w:rsidRPr="00B84243">
        <w:rPr>
          <w:rFonts w:cs="Times New Roman"/>
          <w:szCs w:val="20"/>
        </w:rPr>
        <w:t>da Chevrolet.</w:t>
      </w:r>
    </w:p>
    <w:p w:rsidR="008C6DBF" w:rsidRPr="004C4444" w:rsidRDefault="008C6DBF" w:rsidP="008C6DBF">
      <w:pPr>
        <w:pStyle w:val="PargrafodaLista"/>
        <w:ind w:left="0"/>
        <w:jc w:val="both"/>
        <w:rPr>
          <w:rFonts w:cs="Arial"/>
          <w:color w:val="FF0000"/>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A8162F">
        <w:tc>
          <w:tcPr>
            <w:tcW w:w="709"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33</w:t>
            </w:r>
          </w:p>
        </w:tc>
        <w:tc>
          <w:tcPr>
            <w:tcW w:w="8357" w:type="dxa"/>
          </w:tcPr>
          <w:p w:rsidR="008C6DBF" w:rsidRPr="00623008" w:rsidRDefault="008C6DBF" w:rsidP="00A8162F">
            <w:pPr>
              <w:widowControl w:val="0"/>
              <w:suppressAutoHyphens/>
              <w:rPr>
                <w:rFonts w:cs="Arial"/>
                <w:color w:val="000000"/>
                <w:szCs w:val="20"/>
              </w:rPr>
            </w:pPr>
            <w:r>
              <w:rPr>
                <w:rFonts w:cs="Times New Roman"/>
                <w:bCs/>
                <w:szCs w:val="20"/>
              </w:rPr>
              <w:t>Veículo</w:t>
            </w:r>
            <w:r w:rsidRPr="00623008">
              <w:rPr>
                <w:rFonts w:cs="Times New Roman"/>
                <w:bCs/>
                <w:szCs w:val="20"/>
              </w:rPr>
              <w:t xml:space="preserve"> utilitário</w:t>
            </w:r>
            <w:r>
              <w:rPr>
                <w:rFonts w:cs="Times New Roman"/>
                <w:bCs/>
                <w:szCs w:val="20"/>
              </w:rPr>
              <w:t>,</w:t>
            </w:r>
            <w:r w:rsidRPr="00623008">
              <w:rPr>
                <w:rFonts w:cs="Times New Roman"/>
                <w:bCs/>
                <w:szCs w:val="20"/>
              </w:rPr>
              <w:t xml:space="preserve"> a diesel</w:t>
            </w:r>
            <w:r>
              <w:rPr>
                <w:rFonts w:cs="Times New Roman"/>
                <w:bCs/>
                <w:szCs w:val="20"/>
              </w:rPr>
              <w:t>,</w:t>
            </w:r>
            <w:r w:rsidRPr="00623008">
              <w:rPr>
                <w:rFonts w:cs="Times New Roman"/>
                <w:bCs/>
                <w:szCs w:val="20"/>
              </w:rPr>
              <w:t xml:space="preserve"> tipo picape Cabine </w:t>
            </w:r>
            <w:r>
              <w:rPr>
                <w:rFonts w:cs="Times New Roman"/>
                <w:bCs/>
                <w:szCs w:val="20"/>
              </w:rPr>
              <w:t>Simples</w:t>
            </w:r>
            <w:r w:rsidRPr="00623008">
              <w:rPr>
                <w:rFonts w:cs="Times New Roman"/>
                <w:bCs/>
                <w:szCs w:val="20"/>
              </w:rPr>
              <w:t xml:space="preserve"> (C</w:t>
            </w:r>
            <w:r>
              <w:rPr>
                <w:rFonts w:cs="Times New Roman"/>
                <w:bCs/>
                <w:szCs w:val="20"/>
              </w:rPr>
              <w:t>S</w:t>
            </w:r>
            <w:r w:rsidRPr="00623008">
              <w:rPr>
                <w:rFonts w:cs="Times New Roman"/>
                <w:bCs/>
                <w:szCs w:val="20"/>
              </w:rPr>
              <w:t>), tração 4x4</w:t>
            </w:r>
          </w:p>
        </w:tc>
      </w:tr>
    </w:tbl>
    <w:p w:rsidR="008C6DBF" w:rsidRPr="00623008" w:rsidRDefault="008C6DBF" w:rsidP="008C6DBF">
      <w:pPr>
        <w:pStyle w:val="PargrafodaLista"/>
        <w:numPr>
          <w:ilvl w:val="0"/>
          <w:numId w:val="106"/>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Classificação: Veículo utilitário novo tipo picape C</w:t>
      </w:r>
      <w:r>
        <w:rPr>
          <w:rFonts w:cs="Arial"/>
          <w:szCs w:val="20"/>
        </w:rPr>
        <w:t>S</w:t>
      </w:r>
      <w:r w:rsidRPr="00623008">
        <w:rPr>
          <w:rFonts w:cs="Arial"/>
          <w:szCs w:val="20"/>
        </w:rPr>
        <w:t>, zero quilômetro;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0"/>
          <w:numId w:val="108"/>
        </w:numPr>
        <w:spacing w:before="240" w:after="240"/>
        <w:ind w:left="0" w:firstLine="0"/>
        <w:jc w:val="both"/>
        <w:rPr>
          <w:rFonts w:cs="Arial"/>
          <w:szCs w:val="20"/>
        </w:rPr>
      </w:pPr>
      <w:r w:rsidRPr="00623008">
        <w:rPr>
          <w:rFonts w:cs="Arial"/>
          <w:szCs w:val="20"/>
        </w:rPr>
        <w:t xml:space="preserve">Pessoal: </w:t>
      </w:r>
      <w:r>
        <w:rPr>
          <w:rFonts w:cs="Arial"/>
          <w:szCs w:val="20"/>
        </w:rPr>
        <w:t xml:space="preserve">2 </w:t>
      </w:r>
      <w:r w:rsidRPr="00623008">
        <w:rPr>
          <w:rFonts w:cs="Arial"/>
          <w:szCs w:val="20"/>
        </w:rPr>
        <w:t>passageiros e 1 motorista; e</w:t>
      </w:r>
    </w:p>
    <w:p w:rsidR="008C6DBF" w:rsidRPr="00623008" w:rsidRDefault="008C6DBF" w:rsidP="008C6DBF">
      <w:pPr>
        <w:pStyle w:val="PargrafodaLista"/>
        <w:numPr>
          <w:ilvl w:val="0"/>
          <w:numId w:val="108"/>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Motor: Turbo diesel, com potência igual ou superior a 160CV;</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spacing w:before="240" w:after="240"/>
        <w:ind w:left="0"/>
        <w:jc w:val="both"/>
        <w:rPr>
          <w:rFonts w:cs="Arial"/>
          <w:szCs w:val="20"/>
        </w:rPr>
      </w:pPr>
    </w:p>
    <w:p w:rsidR="008C6DBF" w:rsidRPr="00623008" w:rsidRDefault="008C6DBF" w:rsidP="008C6DBF">
      <w:pPr>
        <w:pStyle w:val="PargrafodaLista"/>
        <w:numPr>
          <w:ilvl w:val="0"/>
          <w:numId w:val="106"/>
        </w:numPr>
        <w:spacing w:before="240" w:after="240"/>
        <w:ind w:left="0" w:firstLine="0"/>
        <w:contextualSpacing w:val="0"/>
        <w:jc w:val="both"/>
        <w:rPr>
          <w:rFonts w:cs="Arial"/>
          <w:szCs w:val="20"/>
        </w:rPr>
      </w:pPr>
      <w:r w:rsidRPr="00623008">
        <w:rPr>
          <w:rFonts w:cs="Arial"/>
          <w:b/>
          <w:szCs w:val="20"/>
        </w:rPr>
        <w:t>DIVERSOS</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Ar-condicionado original de fábrica;</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Cabina simples, totalmente metálica com 2 portas de acesso ao compartimento de passageiros;</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Cocho de carga metálico original de fábrica na cor do veículo com protetor de caçamba e ganchos para amarração de carga no interior da caçamba;</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Vidro elétrico nas portas;</w:t>
      </w:r>
    </w:p>
    <w:p w:rsidR="008C6DBF" w:rsidRPr="00E67052" w:rsidRDefault="008C6DBF" w:rsidP="008C6DBF">
      <w:pPr>
        <w:pStyle w:val="PargrafodaLista"/>
        <w:numPr>
          <w:ilvl w:val="0"/>
          <w:numId w:val="109"/>
        </w:numPr>
        <w:spacing w:before="240" w:after="240"/>
        <w:ind w:left="0" w:firstLine="0"/>
        <w:jc w:val="both"/>
        <w:rPr>
          <w:rFonts w:cs="Arial"/>
          <w:szCs w:val="20"/>
        </w:rPr>
      </w:pPr>
      <w:r w:rsidRPr="00E67052">
        <w:rPr>
          <w:rFonts w:cs="Arial"/>
          <w:szCs w:val="20"/>
        </w:rPr>
        <w:t>Travas elétricas das portas com acionamento na chave;</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Protetor de cárter;</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Jogo de tapete;</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Deverá acompanhar o veículo todo ferramental básico distribuído pelo fornecedor (chave de roda,</w:t>
      </w:r>
      <w:r>
        <w:rPr>
          <w:rFonts w:cs="Arial"/>
          <w:szCs w:val="20"/>
        </w:rPr>
        <w:t xml:space="preserve"> macaco hidráulico e triângulo); e</w:t>
      </w:r>
    </w:p>
    <w:p w:rsidR="008C6DBF" w:rsidRDefault="008C6DBF" w:rsidP="008C6DBF">
      <w:pPr>
        <w:pStyle w:val="PargrafodaLista"/>
        <w:numPr>
          <w:ilvl w:val="0"/>
          <w:numId w:val="109"/>
        </w:numPr>
        <w:spacing w:before="240" w:after="240"/>
        <w:ind w:left="0" w:firstLine="0"/>
        <w:jc w:val="both"/>
        <w:rPr>
          <w:rFonts w:cs="Arial"/>
          <w:szCs w:val="20"/>
        </w:rPr>
      </w:pPr>
      <w:r w:rsidRPr="009A5C06">
        <w:rPr>
          <w:rFonts w:cs="Times New Roman"/>
          <w:szCs w:val="20"/>
        </w:rPr>
        <w:t>Produto similar a picape LS 2.8 T</w:t>
      </w:r>
      <w:r w:rsidR="00496F56">
        <w:rPr>
          <w:rFonts w:cs="Times New Roman"/>
          <w:szCs w:val="20"/>
        </w:rPr>
        <w:t>DI</w:t>
      </w:r>
      <w:r w:rsidRPr="009A5C06">
        <w:rPr>
          <w:rFonts w:cs="Times New Roman"/>
          <w:szCs w:val="20"/>
        </w:rPr>
        <w:t xml:space="preserve"> da Chevrolet</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045"/>
      </w:tblGrid>
      <w:tr w:rsidR="008C6DBF" w:rsidRPr="00623008" w:rsidTr="001903F1">
        <w:tc>
          <w:tcPr>
            <w:tcW w:w="102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1903F1">
        <w:tc>
          <w:tcPr>
            <w:tcW w:w="1021"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34 a 37</w:t>
            </w:r>
          </w:p>
        </w:tc>
        <w:tc>
          <w:tcPr>
            <w:tcW w:w="8045"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 a diesel tipo picape Cabine Dupla (CD), tração 4x4</w:t>
            </w:r>
          </w:p>
        </w:tc>
      </w:tr>
    </w:tbl>
    <w:p w:rsidR="008C6DBF" w:rsidRPr="00623008" w:rsidRDefault="008C6DBF" w:rsidP="008C6DBF">
      <w:pPr>
        <w:pStyle w:val="PargrafodaLista"/>
        <w:numPr>
          <w:ilvl w:val="0"/>
          <w:numId w:val="110"/>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0"/>
          <w:numId w:val="113"/>
        </w:numPr>
        <w:spacing w:before="240" w:after="240"/>
        <w:ind w:left="0" w:firstLine="0"/>
        <w:jc w:val="both"/>
        <w:rPr>
          <w:rFonts w:cs="Arial"/>
          <w:szCs w:val="20"/>
        </w:rPr>
      </w:pPr>
      <w:r w:rsidRPr="00623008">
        <w:rPr>
          <w:rFonts w:cs="Arial"/>
          <w:szCs w:val="20"/>
        </w:rPr>
        <w:t>Pessoal: 4 passageiros e 1 motorista; e</w:t>
      </w:r>
    </w:p>
    <w:p w:rsidR="008C6DBF" w:rsidRPr="00623008" w:rsidRDefault="008C6DBF" w:rsidP="008C6DBF">
      <w:pPr>
        <w:pStyle w:val="PargrafodaLista"/>
        <w:numPr>
          <w:ilvl w:val="0"/>
          <w:numId w:val="113"/>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Motor: Turbo diesel, com potência igual ou superior a 160CV;</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spacing w:before="240" w:after="240"/>
        <w:ind w:left="567"/>
        <w:jc w:val="both"/>
        <w:rPr>
          <w:rFonts w:cs="Arial"/>
          <w:szCs w:val="20"/>
        </w:rPr>
      </w:pPr>
    </w:p>
    <w:p w:rsidR="008C6DBF" w:rsidRPr="00623008" w:rsidRDefault="008C6DBF" w:rsidP="008C6DBF">
      <w:pPr>
        <w:pStyle w:val="PargrafodaLista"/>
        <w:numPr>
          <w:ilvl w:val="0"/>
          <w:numId w:val="110"/>
        </w:numPr>
        <w:spacing w:before="240" w:after="240"/>
        <w:ind w:left="0" w:firstLine="0"/>
        <w:contextualSpacing w:val="0"/>
        <w:jc w:val="both"/>
        <w:rPr>
          <w:rFonts w:cs="Arial"/>
          <w:szCs w:val="20"/>
        </w:rPr>
      </w:pPr>
      <w:r w:rsidRPr="00623008">
        <w:rPr>
          <w:rFonts w:cs="Arial"/>
          <w:b/>
          <w:szCs w:val="20"/>
        </w:rPr>
        <w:t>DIVERSOS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Ar-condicionado original de fábrica;</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Cabina dupla, totalmente metálica com 4 portas de acesso ao compartimento de passageiros;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Cocho de carga metálico original de fábrica na cor do veículo com protetor de caçamba e ganchos para amarração de carga no interior da caçamba;</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Vidro elétrico nas portas dianteiras;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Travas elétricas das portas com acionamento na chave;</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Protetor de cárter;</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Jogo de tapete;</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Som/multimídia integrada ao veículo, somente o disponibiliza</w:t>
      </w:r>
      <w:r>
        <w:rPr>
          <w:rFonts w:cs="Arial"/>
          <w:szCs w:val="20"/>
        </w:rPr>
        <w:t>do de fábrica;</w:t>
      </w:r>
    </w:p>
    <w:p w:rsidR="008C6DBF"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Deverá acompanhar o veículo todo ferramental básico distribuído pelo fornecedor (chave de roda,</w:t>
      </w:r>
      <w:r>
        <w:rPr>
          <w:rFonts w:cs="Arial"/>
          <w:szCs w:val="20"/>
        </w:rPr>
        <w:t xml:space="preserve"> macaco hidráulico e triângulo); e</w:t>
      </w:r>
    </w:p>
    <w:p w:rsidR="008C6DBF" w:rsidRPr="00DB1DD4" w:rsidRDefault="008C6DBF" w:rsidP="008C6DBF">
      <w:pPr>
        <w:pStyle w:val="PargrafodaLista"/>
        <w:numPr>
          <w:ilvl w:val="0"/>
          <w:numId w:val="112"/>
        </w:numPr>
        <w:spacing w:before="240" w:after="240"/>
        <w:ind w:left="0" w:firstLine="0"/>
        <w:jc w:val="both"/>
        <w:rPr>
          <w:rFonts w:cs="Arial"/>
          <w:szCs w:val="20"/>
        </w:rPr>
      </w:pPr>
      <w:r w:rsidRPr="009A5C06">
        <w:rPr>
          <w:rFonts w:cs="Times New Roman"/>
          <w:szCs w:val="20"/>
        </w:rPr>
        <w:t xml:space="preserve">Produto similar a picape L200 </w:t>
      </w:r>
      <w:proofErr w:type="spellStart"/>
      <w:r w:rsidRPr="009A5C06">
        <w:rPr>
          <w:rFonts w:cs="Times New Roman"/>
          <w:szCs w:val="20"/>
        </w:rPr>
        <w:t>Triton</w:t>
      </w:r>
      <w:proofErr w:type="spellEnd"/>
      <w:r w:rsidRPr="009A5C06">
        <w:rPr>
          <w:rFonts w:cs="Times New Roman"/>
          <w:szCs w:val="20"/>
        </w:rPr>
        <w:t xml:space="preserve"> Sport GL da Mitsubishi</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D73E55" w:rsidRPr="00D73E55"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D73E55" w:rsidRDefault="008C6DBF" w:rsidP="00A8162F">
            <w:pPr>
              <w:widowControl w:val="0"/>
              <w:suppressAutoHyphens/>
              <w:jc w:val="center"/>
              <w:rPr>
                <w:rFonts w:cs="Arial"/>
                <w:b/>
                <w:szCs w:val="20"/>
              </w:rPr>
            </w:pPr>
            <w:r w:rsidRPr="00D73E55">
              <w:rPr>
                <w:rFonts w:cs="Arial"/>
                <w:b/>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D73E55" w:rsidRDefault="008C6DBF" w:rsidP="00A8162F">
            <w:pPr>
              <w:widowControl w:val="0"/>
              <w:suppressAutoHyphens/>
              <w:jc w:val="center"/>
              <w:rPr>
                <w:rFonts w:cs="Times New Roman"/>
                <w:b/>
                <w:bCs/>
                <w:szCs w:val="20"/>
              </w:rPr>
            </w:pPr>
            <w:r w:rsidRPr="00D73E55">
              <w:rPr>
                <w:rFonts w:cs="Times New Roman"/>
                <w:b/>
                <w:bCs/>
                <w:szCs w:val="20"/>
              </w:rPr>
              <w:t>DESCRIÇÃO/ESPECIFICAÇÃO</w:t>
            </w:r>
          </w:p>
        </w:tc>
      </w:tr>
      <w:tr w:rsidR="00D73E55" w:rsidRPr="00D73E55" w:rsidTr="00A8162F">
        <w:tc>
          <w:tcPr>
            <w:tcW w:w="709" w:type="dxa"/>
            <w:vAlign w:val="center"/>
          </w:tcPr>
          <w:p w:rsidR="008C6DBF" w:rsidRPr="00D73E55" w:rsidRDefault="001903F1" w:rsidP="00A8162F">
            <w:pPr>
              <w:widowControl w:val="0"/>
              <w:suppressAutoHyphens/>
              <w:jc w:val="center"/>
              <w:rPr>
                <w:rFonts w:cs="Arial"/>
                <w:b/>
                <w:szCs w:val="20"/>
              </w:rPr>
            </w:pPr>
            <w:r>
              <w:rPr>
                <w:rFonts w:cs="Arial"/>
                <w:b/>
                <w:szCs w:val="20"/>
              </w:rPr>
              <w:t>38</w:t>
            </w:r>
          </w:p>
        </w:tc>
        <w:tc>
          <w:tcPr>
            <w:tcW w:w="8357" w:type="dxa"/>
          </w:tcPr>
          <w:p w:rsidR="008C6DBF" w:rsidRPr="00D73E55" w:rsidRDefault="008C6DBF" w:rsidP="00A8162F">
            <w:pPr>
              <w:widowControl w:val="0"/>
              <w:suppressAutoHyphens/>
              <w:rPr>
                <w:rFonts w:cs="Arial"/>
                <w:szCs w:val="20"/>
              </w:rPr>
            </w:pPr>
            <w:r w:rsidRPr="00D73E55">
              <w:rPr>
                <w:rFonts w:cs="Times New Roman"/>
                <w:bCs/>
                <w:szCs w:val="20"/>
              </w:rPr>
              <w:t>Automóvel utilitário a diesel tipo picape Cabine Dupla (CD), tração 4x4, adaptado para Secretaria de Segurança Pública</w:t>
            </w:r>
          </w:p>
        </w:tc>
      </w:tr>
    </w:tbl>
    <w:p w:rsidR="008C6DBF" w:rsidRPr="00BD126E" w:rsidRDefault="008C6DBF" w:rsidP="00C43F6B">
      <w:pPr>
        <w:pStyle w:val="PargrafodaLista"/>
        <w:numPr>
          <w:ilvl w:val="0"/>
          <w:numId w:val="114"/>
        </w:numPr>
        <w:spacing w:before="240" w:after="240"/>
        <w:ind w:left="0" w:firstLine="0"/>
        <w:contextualSpacing w:val="0"/>
        <w:jc w:val="both"/>
        <w:rPr>
          <w:rFonts w:cs="Arial"/>
          <w:b/>
          <w:szCs w:val="20"/>
        </w:rPr>
      </w:pPr>
      <w:r w:rsidRPr="00BD126E">
        <w:rPr>
          <w:rFonts w:cs="Arial"/>
          <w:b/>
          <w:szCs w:val="20"/>
        </w:rPr>
        <w:t>CARACTERÍSTICAS TÉCNICAS</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Classificação: Veículo utilitário novo tipo picape CD, zero quilômetro, adaptado para operações da Secretaria de Segurança Pública dos estados;</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Ano de fabricação do chassi: do ano em curso ou posterior;</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 xml:space="preserve">Capacidade de transporte: </w:t>
      </w:r>
    </w:p>
    <w:p w:rsidR="008C6DBF" w:rsidRPr="00BD126E" w:rsidRDefault="008C6DBF" w:rsidP="008C6DBF">
      <w:pPr>
        <w:pStyle w:val="PargrafodaLista"/>
        <w:numPr>
          <w:ilvl w:val="0"/>
          <w:numId w:val="113"/>
        </w:numPr>
        <w:spacing w:before="240" w:after="240"/>
        <w:ind w:left="0" w:firstLine="0"/>
        <w:jc w:val="both"/>
        <w:rPr>
          <w:rFonts w:cs="Arial"/>
          <w:szCs w:val="20"/>
        </w:rPr>
      </w:pPr>
      <w:r w:rsidRPr="00BD126E">
        <w:rPr>
          <w:rFonts w:cs="Arial"/>
          <w:szCs w:val="20"/>
        </w:rPr>
        <w:t>Pessoal: 4 passageiros e 1 motorista; e</w:t>
      </w:r>
    </w:p>
    <w:p w:rsidR="008C6DBF" w:rsidRPr="00BD126E" w:rsidRDefault="008C6DBF" w:rsidP="008C6DBF">
      <w:pPr>
        <w:pStyle w:val="PargrafodaLista"/>
        <w:numPr>
          <w:ilvl w:val="0"/>
          <w:numId w:val="113"/>
        </w:numPr>
        <w:spacing w:before="240" w:after="240"/>
        <w:ind w:left="0" w:firstLine="0"/>
        <w:jc w:val="both"/>
        <w:rPr>
          <w:rFonts w:cs="Arial"/>
          <w:szCs w:val="20"/>
        </w:rPr>
      </w:pPr>
      <w:r w:rsidRPr="00BD126E">
        <w:rPr>
          <w:rFonts w:cs="Arial"/>
          <w:szCs w:val="20"/>
        </w:rPr>
        <w:t>Carga: Mínima de 1000 Kg.</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Motor: Turbo diesel, com potência igual ou superior a 160CV;</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Tração 4x4, permanente ou não;</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Pneus e rodas originais de fábrica, sendo que a fabricação dos pneus deverá ser do ano corrente ou, no máximo, no prazo de 12 (doze) meses contados da data de entrega do veículo;</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Direção h</w:t>
      </w:r>
      <w:r>
        <w:rPr>
          <w:rFonts w:cs="Arial"/>
          <w:szCs w:val="20"/>
        </w:rPr>
        <w:t>idráulica ou elétrica;</w:t>
      </w:r>
    </w:p>
    <w:p w:rsidR="008C6DBF"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Pintura na cor BRANCA ou VERMELHA</w:t>
      </w:r>
      <w:r>
        <w:rPr>
          <w:rFonts w:cs="Arial"/>
          <w:szCs w:val="20"/>
        </w:rPr>
        <w:t xml:space="preserve"> ALPINE, conforme solicitação da Convenente no momento do empenho; e</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 xml:space="preserve">Os veículos deverão receber o grafismo da </w:t>
      </w:r>
      <w:r w:rsidRPr="00BD126E">
        <w:rPr>
          <w:rFonts w:cs="Times New Roman"/>
          <w:bCs/>
          <w:szCs w:val="20"/>
        </w:rPr>
        <w:t xml:space="preserve">Secretaria de Segurança Pública, </w:t>
      </w:r>
      <w:r w:rsidRPr="00BD126E">
        <w:rPr>
          <w:rFonts w:cs="Arial"/>
          <w:szCs w:val="20"/>
        </w:rPr>
        <w:t>conforme modelo, especificações e estado da Convenente</w:t>
      </w:r>
      <w:r>
        <w:rPr>
          <w:rFonts w:cs="Arial"/>
          <w:szCs w:val="20"/>
        </w:rPr>
        <w:t>, a ser informado no momento do empenho.</w:t>
      </w:r>
    </w:p>
    <w:p w:rsidR="008C6DBF" w:rsidRPr="00BD126E" w:rsidRDefault="008C6DBF" w:rsidP="008C6DBF">
      <w:pPr>
        <w:pStyle w:val="PargrafodaLista"/>
        <w:spacing w:before="240" w:after="240"/>
        <w:ind w:left="567"/>
        <w:jc w:val="both"/>
        <w:rPr>
          <w:rFonts w:cs="Arial"/>
          <w:szCs w:val="20"/>
        </w:rPr>
      </w:pPr>
    </w:p>
    <w:p w:rsidR="008C6DBF" w:rsidRPr="00BD126E" w:rsidRDefault="008C6DBF" w:rsidP="00C43F6B">
      <w:pPr>
        <w:pStyle w:val="PargrafodaLista"/>
        <w:numPr>
          <w:ilvl w:val="0"/>
          <w:numId w:val="114"/>
        </w:numPr>
        <w:spacing w:before="240" w:after="240"/>
        <w:ind w:left="0" w:firstLine="0"/>
        <w:contextualSpacing w:val="0"/>
        <w:jc w:val="both"/>
        <w:rPr>
          <w:rFonts w:cs="Arial"/>
          <w:szCs w:val="20"/>
        </w:rPr>
      </w:pPr>
      <w:r w:rsidRPr="00BD126E">
        <w:rPr>
          <w:rFonts w:cs="Arial"/>
          <w:b/>
          <w:szCs w:val="20"/>
        </w:rPr>
        <w:t>DIVERSOS</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Ar-condicionado original de fábrica;</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Cabina dupla, totalmente metálica com 4 portas de acesso ao compartimento de passageiros;</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Cocho de carga metálico original de fábrica na cor do veículo com protetor de caçamba e ganchos para amarração de carga no interior da caçamba;</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 xml:space="preserve">Vidro elétrico </w:t>
      </w:r>
      <w:r w:rsidR="0085670B">
        <w:rPr>
          <w:rFonts w:cs="Arial"/>
          <w:szCs w:val="20"/>
        </w:rPr>
        <w:t>em todas as</w:t>
      </w:r>
      <w:r w:rsidRPr="00BD126E">
        <w:rPr>
          <w:rFonts w:cs="Arial"/>
          <w:szCs w:val="20"/>
        </w:rPr>
        <w:t xml:space="preserve"> portas;</w:t>
      </w:r>
    </w:p>
    <w:p w:rsidR="008C6DBF"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Travas elétricas das portas com acionamento na chave;</w:t>
      </w:r>
    </w:p>
    <w:p w:rsidR="0085670B" w:rsidRDefault="0085670B" w:rsidP="00C43F6B">
      <w:pPr>
        <w:pStyle w:val="PargrafodaLista"/>
        <w:numPr>
          <w:ilvl w:val="0"/>
          <w:numId w:val="116"/>
        </w:numPr>
        <w:spacing w:before="240" w:after="240"/>
        <w:ind w:left="0" w:firstLine="0"/>
        <w:jc w:val="both"/>
        <w:rPr>
          <w:rFonts w:cs="Arial"/>
          <w:szCs w:val="20"/>
        </w:rPr>
      </w:pPr>
      <w:r>
        <w:rPr>
          <w:rFonts w:cs="Arial"/>
          <w:szCs w:val="20"/>
        </w:rPr>
        <w:t>Engate traseiro para reboque homologado;</w:t>
      </w:r>
    </w:p>
    <w:p w:rsidR="00D73E55" w:rsidRDefault="00D73E55" w:rsidP="00C43F6B">
      <w:pPr>
        <w:pStyle w:val="PargrafodaLista"/>
        <w:numPr>
          <w:ilvl w:val="0"/>
          <w:numId w:val="116"/>
        </w:numPr>
        <w:spacing w:before="240" w:after="240"/>
        <w:ind w:left="0" w:firstLine="0"/>
        <w:jc w:val="both"/>
        <w:rPr>
          <w:rFonts w:cs="Arial"/>
          <w:szCs w:val="20"/>
        </w:rPr>
      </w:pPr>
      <w:r w:rsidRPr="00D73E55">
        <w:rPr>
          <w:rFonts w:cs="Arial"/>
          <w:szCs w:val="20"/>
        </w:rPr>
        <w:t>Capas removíveis adicionais de revestimento dos bancos em couro sintético lavável (napa ou similar) na cor preta</w:t>
      </w:r>
      <w:r>
        <w:rPr>
          <w:rFonts w:cs="Arial"/>
          <w:szCs w:val="20"/>
        </w:rPr>
        <w:t>;</w:t>
      </w:r>
    </w:p>
    <w:p w:rsidR="00B91B7A" w:rsidRDefault="00B91B7A" w:rsidP="00C43F6B">
      <w:pPr>
        <w:pStyle w:val="PargrafodaLista"/>
        <w:numPr>
          <w:ilvl w:val="0"/>
          <w:numId w:val="116"/>
        </w:numPr>
        <w:spacing w:before="240" w:after="240"/>
        <w:ind w:left="0" w:firstLine="0"/>
        <w:jc w:val="both"/>
        <w:rPr>
          <w:rFonts w:cs="Arial"/>
          <w:szCs w:val="20"/>
        </w:rPr>
      </w:pPr>
      <w:r>
        <w:rPr>
          <w:rFonts w:cs="Arial"/>
          <w:szCs w:val="20"/>
        </w:rPr>
        <w:t xml:space="preserve">Estribos laterais na cor preta, </w:t>
      </w:r>
      <w:r w:rsidRPr="00B91B7A">
        <w:rPr>
          <w:rFonts w:cs="Arial"/>
          <w:szCs w:val="20"/>
        </w:rPr>
        <w:t>em 02 (duas) peças de aço estruturado, formadas de</w:t>
      </w:r>
      <w:r>
        <w:rPr>
          <w:rFonts w:cs="Arial"/>
          <w:szCs w:val="20"/>
        </w:rPr>
        <w:t xml:space="preserve"> </w:t>
      </w:r>
      <w:r w:rsidRPr="00B91B7A">
        <w:rPr>
          <w:rFonts w:cs="Arial"/>
          <w:szCs w:val="20"/>
        </w:rPr>
        <w:t>chapa metálica antiderrapante na parte superior, que deverão ser instaladas sob as portas laterais da viatura, tomando todo o vão entre as caixas das rodas dianteiras e traseiras. Os estribos deverão se projetar lateralmente 50 mm além do alinhamento das caixas das rodas. A fixação das peças deverá ser feita no chassi do veículo, no mínimo em três pontos, devendo suportar até 160 Kg em cada uma (caso a carroceria do veículo tenha 03 pontos reforçados, original de fábrica para instalação destes estribos e suporte o peso dos mesmos e mais 160 kg e suporte vibrações (devido o deslocamento em terreno irregular — Off Road)</w:t>
      </w:r>
      <w:r>
        <w:rPr>
          <w:rFonts w:cs="Arial"/>
          <w:szCs w:val="20"/>
        </w:rPr>
        <w:t>;</w:t>
      </w:r>
    </w:p>
    <w:p w:rsidR="0037688A" w:rsidRPr="0037688A" w:rsidRDefault="0037688A" w:rsidP="00C43F6B">
      <w:pPr>
        <w:pStyle w:val="PargrafodaLista"/>
        <w:numPr>
          <w:ilvl w:val="0"/>
          <w:numId w:val="116"/>
        </w:numPr>
        <w:spacing w:before="240" w:after="240"/>
        <w:ind w:left="0" w:firstLine="0"/>
        <w:jc w:val="both"/>
        <w:rPr>
          <w:rFonts w:cs="Arial"/>
          <w:sz w:val="16"/>
          <w:szCs w:val="20"/>
        </w:rPr>
      </w:pPr>
      <w:r w:rsidRPr="0037688A">
        <w:rPr>
          <w:rStyle w:val="fontstyle01"/>
          <w:rFonts w:ascii="Arial" w:hAnsi="Arial" w:cs="Arial"/>
          <w:sz w:val="20"/>
        </w:rPr>
        <w:t>Para-choque de impulsão (quebra-mato) em aço, fixado do chassi com parafusos</w:t>
      </w:r>
      <w:r w:rsidRPr="0037688A">
        <w:rPr>
          <w:rFonts w:cs="Arial"/>
          <w:color w:val="000000"/>
          <w:sz w:val="16"/>
        </w:rPr>
        <w:br/>
      </w:r>
      <w:r w:rsidRPr="0037688A">
        <w:rPr>
          <w:rStyle w:val="fontstyle01"/>
          <w:rFonts w:ascii="Arial" w:hAnsi="Arial" w:cs="Arial"/>
          <w:sz w:val="20"/>
        </w:rPr>
        <w:t>passantes e porcas travantes</w:t>
      </w:r>
      <w:r w:rsidR="00CD0724">
        <w:rPr>
          <w:rStyle w:val="fontstyle01"/>
          <w:rFonts w:ascii="Arial" w:hAnsi="Arial" w:cs="Arial"/>
          <w:sz w:val="20"/>
        </w:rPr>
        <w:t xml:space="preserve">, abrangendo </w:t>
      </w:r>
      <w:r w:rsidRPr="0037688A">
        <w:rPr>
          <w:rStyle w:val="fontstyle01"/>
          <w:rFonts w:ascii="Arial" w:hAnsi="Arial" w:cs="Arial"/>
          <w:sz w:val="20"/>
        </w:rPr>
        <w:t>somente a altura do para-choque do veículo;</w:t>
      </w:r>
      <w:r w:rsidRPr="0037688A">
        <w:rPr>
          <w:rFonts w:cs="Arial"/>
          <w:color w:val="000000"/>
          <w:sz w:val="16"/>
        </w:rPr>
        <w:br/>
      </w:r>
      <w:r w:rsidRPr="0037688A">
        <w:rPr>
          <w:rStyle w:val="fontstyle01"/>
          <w:rFonts w:ascii="Arial" w:hAnsi="Arial" w:cs="Arial"/>
          <w:sz w:val="20"/>
        </w:rPr>
        <w:t>dotado de duas barras avançadas na vertical, em material que absorva pequenos</w:t>
      </w:r>
      <w:r w:rsidRPr="0037688A">
        <w:rPr>
          <w:rFonts w:cs="Arial"/>
          <w:color w:val="000000"/>
          <w:sz w:val="16"/>
        </w:rPr>
        <w:br/>
      </w:r>
      <w:r w:rsidRPr="0037688A">
        <w:rPr>
          <w:rStyle w:val="fontstyle01"/>
          <w:rFonts w:ascii="Arial" w:hAnsi="Arial" w:cs="Arial"/>
          <w:sz w:val="20"/>
        </w:rPr>
        <w:t>impactos e possibilite empurrar outros veículos sem causar danos na pintura, instaladas</w:t>
      </w:r>
      <w:r w:rsidRPr="0037688A">
        <w:rPr>
          <w:rFonts w:cs="Arial"/>
          <w:color w:val="000000"/>
          <w:sz w:val="16"/>
        </w:rPr>
        <w:br/>
      </w:r>
      <w:r w:rsidRPr="0037688A">
        <w:rPr>
          <w:rStyle w:val="fontstyle01"/>
          <w:rFonts w:ascii="Arial" w:hAnsi="Arial" w:cs="Arial"/>
          <w:sz w:val="20"/>
        </w:rPr>
        <w:t>na mesma direção dos pontos de fixação no chassi; com duas barras tubulares de cada</w:t>
      </w:r>
      <w:r w:rsidRPr="0037688A">
        <w:rPr>
          <w:rFonts w:cs="Arial"/>
          <w:color w:val="000000"/>
          <w:sz w:val="16"/>
        </w:rPr>
        <w:br/>
      </w:r>
      <w:r w:rsidRPr="0037688A">
        <w:rPr>
          <w:rStyle w:val="fontstyle01"/>
          <w:rFonts w:ascii="Arial" w:hAnsi="Arial" w:cs="Arial"/>
          <w:sz w:val="20"/>
        </w:rPr>
        <w:t xml:space="preserve">lado, em aço, de no </w:t>
      </w:r>
      <w:r w:rsidR="005A13C9" w:rsidRPr="0037688A">
        <w:rPr>
          <w:rStyle w:val="fontstyle01"/>
          <w:rFonts w:ascii="Arial" w:hAnsi="Arial" w:cs="Arial"/>
          <w:sz w:val="20"/>
        </w:rPr>
        <w:t>mínimo</w:t>
      </w:r>
      <w:r w:rsidRPr="0037688A">
        <w:rPr>
          <w:rStyle w:val="fontstyle01"/>
          <w:rFonts w:ascii="Arial" w:hAnsi="Arial" w:cs="Arial"/>
          <w:sz w:val="20"/>
        </w:rPr>
        <w:t xml:space="preserve"> 60mm de </w:t>
      </w:r>
      <w:r w:rsidR="005A13C9" w:rsidRPr="0037688A">
        <w:rPr>
          <w:rStyle w:val="fontstyle01"/>
          <w:rFonts w:ascii="Arial" w:hAnsi="Arial" w:cs="Arial"/>
          <w:sz w:val="20"/>
        </w:rPr>
        <w:t>diâmetro</w:t>
      </w:r>
      <w:r w:rsidRPr="0037688A">
        <w:rPr>
          <w:rStyle w:val="fontstyle01"/>
          <w:rFonts w:ascii="Arial" w:hAnsi="Arial" w:cs="Arial"/>
          <w:sz w:val="20"/>
        </w:rPr>
        <w:t xml:space="preserve"> e chapa de no </w:t>
      </w:r>
      <w:r w:rsidR="005A13C9" w:rsidRPr="0037688A">
        <w:rPr>
          <w:rStyle w:val="fontstyle01"/>
          <w:rFonts w:ascii="Arial" w:hAnsi="Arial" w:cs="Arial"/>
          <w:sz w:val="20"/>
        </w:rPr>
        <w:t>mínimo</w:t>
      </w:r>
      <w:r w:rsidRPr="0037688A">
        <w:rPr>
          <w:rStyle w:val="fontstyle01"/>
          <w:rFonts w:ascii="Arial" w:hAnsi="Arial" w:cs="Arial"/>
          <w:sz w:val="20"/>
        </w:rPr>
        <w:t xml:space="preserve"> 4mm, que</w:t>
      </w:r>
      <w:r w:rsidRPr="0037688A">
        <w:rPr>
          <w:rFonts w:cs="Arial"/>
          <w:color w:val="000000"/>
          <w:sz w:val="16"/>
        </w:rPr>
        <w:br/>
      </w:r>
      <w:r w:rsidRPr="0037688A">
        <w:rPr>
          <w:rStyle w:val="fontstyle01"/>
          <w:rFonts w:ascii="Arial" w:hAnsi="Arial" w:cs="Arial"/>
          <w:sz w:val="20"/>
        </w:rPr>
        <w:t xml:space="preserve">abranja a frente do para-choque do veículo, com as </w:t>
      </w:r>
      <w:r w:rsidR="005A13C9" w:rsidRPr="0037688A">
        <w:rPr>
          <w:rStyle w:val="fontstyle01"/>
          <w:rFonts w:ascii="Arial" w:hAnsi="Arial" w:cs="Arial"/>
          <w:sz w:val="20"/>
        </w:rPr>
        <w:t>extremidades</w:t>
      </w:r>
      <w:r w:rsidRPr="0037688A">
        <w:rPr>
          <w:rStyle w:val="fontstyle01"/>
          <w:rFonts w:ascii="Arial" w:hAnsi="Arial" w:cs="Arial"/>
          <w:sz w:val="20"/>
        </w:rPr>
        <w:t xml:space="preserve"> dos tubos fechadas,</w:t>
      </w:r>
      <w:r w:rsidRPr="0037688A">
        <w:rPr>
          <w:rFonts w:cs="Arial"/>
          <w:color w:val="000000"/>
          <w:sz w:val="16"/>
        </w:rPr>
        <w:br/>
      </w:r>
      <w:r w:rsidRPr="0037688A">
        <w:rPr>
          <w:rStyle w:val="fontstyle01"/>
          <w:rFonts w:ascii="Arial" w:hAnsi="Arial" w:cs="Arial"/>
          <w:sz w:val="20"/>
        </w:rPr>
        <w:t>com pequena curvatura na extremidades que acompanhe o para-choque do veículo; com</w:t>
      </w:r>
      <w:r w:rsidRPr="0037688A">
        <w:rPr>
          <w:rFonts w:cs="Arial"/>
          <w:color w:val="000000"/>
          <w:sz w:val="16"/>
        </w:rPr>
        <w:br/>
      </w:r>
      <w:r w:rsidRPr="0037688A">
        <w:rPr>
          <w:rStyle w:val="fontstyle01"/>
          <w:rFonts w:ascii="Arial" w:hAnsi="Arial" w:cs="Arial"/>
          <w:sz w:val="20"/>
        </w:rPr>
        <w:t>furo ou alça (ponto de ancoragem) reforçada de no mínimo 10mm de espessura e no</w:t>
      </w:r>
      <w:r w:rsidRPr="0037688A">
        <w:rPr>
          <w:rFonts w:cs="Arial"/>
          <w:color w:val="000000"/>
          <w:sz w:val="16"/>
        </w:rPr>
        <w:br/>
      </w:r>
      <w:r w:rsidRPr="0037688A">
        <w:rPr>
          <w:rStyle w:val="fontstyle01"/>
          <w:rFonts w:ascii="Arial" w:hAnsi="Arial" w:cs="Arial"/>
          <w:sz w:val="20"/>
        </w:rPr>
        <w:t>mínimo 35mm de diâmetro, em local projetado para suportar Capacidade Máxima de</w:t>
      </w:r>
      <w:r w:rsidRPr="0037688A">
        <w:rPr>
          <w:rFonts w:cs="Arial"/>
          <w:color w:val="000000"/>
          <w:sz w:val="16"/>
        </w:rPr>
        <w:br/>
      </w:r>
      <w:r w:rsidRPr="0037688A">
        <w:rPr>
          <w:rStyle w:val="fontstyle01"/>
          <w:rFonts w:ascii="Arial" w:hAnsi="Arial" w:cs="Arial"/>
          <w:sz w:val="20"/>
        </w:rPr>
        <w:t>Tração do Veículo (CMT); todos os parafusos de fixação, porcas travantes e arruelas</w:t>
      </w:r>
      <w:r w:rsidRPr="0037688A">
        <w:rPr>
          <w:rFonts w:cs="Arial"/>
          <w:color w:val="000000"/>
          <w:sz w:val="16"/>
        </w:rPr>
        <w:br/>
      </w:r>
      <w:r w:rsidRPr="0037688A">
        <w:rPr>
          <w:rStyle w:val="fontstyle01"/>
          <w:rFonts w:ascii="Arial" w:hAnsi="Arial" w:cs="Arial"/>
          <w:sz w:val="20"/>
        </w:rPr>
        <w:t>deverão ser em aço inox; com tratamento máximo contra corrosão e pintado na cor</w:t>
      </w:r>
      <w:r w:rsidRPr="0037688A">
        <w:rPr>
          <w:rFonts w:cs="Arial"/>
          <w:color w:val="000000"/>
          <w:sz w:val="16"/>
        </w:rPr>
        <w:br/>
      </w:r>
      <w:r w:rsidRPr="0037688A">
        <w:rPr>
          <w:rStyle w:val="fontstyle01"/>
          <w:rFonts w:ascii="Arial" w:hAnsi="Arial" w:cs="Arial"/>
          <w:sz w:val="20"/>
        </w:rPr>
        <w:t xml:space="preserve">preta </w:t>
      </w:r>
      <w:proofErr w:type="spellStart"/>
      <w:r w:rsidR="00FA7951" w:rsidRPr="0037688A">
        <w:rPr>
          <w:rStyle w:val="fontstyle01"/>
          <w:rFonts w:ascii="Arial" w:hAnsi="Arial" w:cs="Arial"/>
          <w:sz w:val="20"/>
        </w:rPr>
        <w:t>sem</w:t>
      </w:r>
      <w:r w:rsidR="00FA7951">
        <w:rPr>
          <w:rStyle w:val="fontstyle01"/>
          <w:rFonts w:ascii="Arial" w:hAnsi="Arial" w:cs="Arial"/>
          <w:sz w:val="20"/>
        </w:rPr>
        <w:t>i</w:t>
      </w:r>
      <w:proofErr w:type="spellEnd"/>
      <w:r w:rsidR="00FA7951">
        <w:rPr>
          <w:rStyle w:val="fontstyle01"/>
          <w:rFonts w:ascii="Arial" w:hAnsi="Arial" w:cs="Arial"/>
          <w:sz w:val="20"/>
        </w:rPr>
        <w:t xml:space="preserve"> brilho</w:t>
      </w:r>
      <w:r w:rsidRPr="0037688A">
        <w:rPr>
          <w:rStyle w:val="fontstyle01"/>
          <w:rFonts w:ascii="Arial" w:hAnsi="Arial" w:cs="Arial"/>
          <w:sz w:val="20"/>
        </w:rPr>
        <w:t>; sem que seja possível haver qualquer interferência no</w:t>
      </w:r>
      <w:r w:rsidRPr="0037688A">
        <w:rPr>
          <w:rFonts w:cs="Arial"/>
          <w:color w:val="000000"/>
          <w:sz w:val="16"/>
        </w:rPr>
        <w:br/>
      </w:r>
      <w:r w:rsidRPr="0037688A">
        <w:rPr>
          <w:rStyle w:val="fontstyle01"/>
          <w:rFonts w:ascii="Arial" w:hAnsi="Arial" w:cs="Arial"/>
          <w:sz w:val="20"/>
        </w:rPr>
        <w:t>funcionamento/acionamento (</w:t>
      </w:r>
      <w:proofErr w:type="spellStart"/>
      <w:r w:rsidRPr="005A13C9">
        <w:rPr>
          <w:rStyle w:val="fontstyle01"/>
          <w:rFonts w:ascii="Arial" w:hAnsi="Arial" w:cs="Arial"/>
          <w:i/>
          <w:sz w:val="20"/>
        </w:rPr>
        <w:t>airbag</w:t>
      </w:r>
      <w:proofErr w:type="spellEnd"/>
      <w:r w:rsidRPr="0037688A">
        <w:rPr>
          <w:rStyle w:val="fontstyle01"/>
          <w:rFonts w:ascii="Arial" w:hAnsi="Arial" w:cs="Arial"/>
          <w:sz w:val="20"/>
        </w:rPr>
        <w:t>);</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Protetor de cárter;</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Jogo de tapete;</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 xml:space="preserve">Som/multimídia integrada ao veículo, somente </w:t>
      </w:r>
      <w:r>
        <w:rPr>
          <w:rFonts w:cs="Arial"/>
          <w:szCs w:val="20"/>
        </w:rPr>
        <w:t>o disponibilizado de fábrica;</w:t>
      </w:r>
    </w:p>
    <w:p w:rsidR="008C6DBF"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Deverá acompanhar o veículo todo ferramental básico distribuído pelo fornecedor (chave de roda, macaco hidráu</w:t>
      </w:r>
      <w:r>
        <w:rPr>
          <w:rFonts w:cs="Arial"/>
          <w:szCs w:val="20"/>
        </w:rPr>
        <w:t>lico e triângulo); e</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9A5C06">
        <w:rPr>
          <w:rFonts w:cs="Times New Roman"/>
          <w:szCs w:val="20"/>
        </w:rPr>
        <w:t xml:space="preserve">Produto similar a picape L200 </w:t>
      </w:r>
      <w:proofErr w:type="spellStart"/>
      <w:r w:rsidRPr="009A5C06">
        <w:rPr>
          <w:rFonts w:cs="Times New Roman"/>
          <w:szCs w:val="20"/>
        </w:rPr>
        <w:t>Triton</w:t>
      </w:r>
      <w:proofErr w:type="spellEnd"/>
      <w:r w:rsidRPr="009A5C06">
        <w:rPr>
          <w:rFonts w:cs="Times New Roman"/>
          <w:szCs w:val="20"/>
        </w:rPr>
        <w:t xml:space="preserve"> Sport GL da Mitsubishi</w:t>
      </w:r>
      <w:r>
        <w:rPr>
          <w:rFonts w:cs="Times New Roman"/>
          <w:szCs w:val="20"/>
        </w:rPr>
        <w:t>.</w:t>
      </w:r>
    </w:p>
    <w:p w:rsidR="008C6DBF" w:rsidRPr="004D7220" w:rsidRDefault="008C6DBF" w:rsidP="008C6DBF">
      <w:pPr>
        <w:pStyle w:val="PargrafodaLista"/>
        <w:spacing w:before="240" w:after="240"/>
        <w:ind w:left="0"/>
        <w:jc w:val="both"/>
        <w:rPr>
          <w:rFonts w:cs="Arial"/>
          <w:szCs w:val="20"/>
        </w:rPr>
      </w:pPr>
    </w:p>
    <w:p w:rsidR="008C6DBF" w:rsidRPr="00712570" w:rsidRDefault="008C6DBF" w:rsidP="00D73E55">
      <w:pPr>
        <w:pStyle w:val="PargrafodaLista"/>
        <w:numPr>
          <w:ilvl w:val="0"/>
          <w:numId w:val="94"/>
        </w:numPr>
        <w:spacing w:before="240" w:after="240"/>
        <w:ind w:left="0" w:firstLine="0"/>
        <w:contextualSpacing w:val="0"/>
        <w:jc w:val="both"/>
        <w:rPr>
          <w:rFonts w:cs="Arial"/>
          <w:b/>
        </w:rPr>
      </w:pPr>
      <w:r w:rsidRPr="00712570">
        <w:rPr>
          <w:rFonts w:cs="Arial"/>
          <w:b/>
        </w:rPr>
        <w:t>EQUIPAMENTOS SINALIZADOR-ACÚSTICO</w:t>
      </w: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Sinalizador Visual:</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Sinalizador visual constituído por barra sinalizadora em formato de “V”, ASA, linear ou similar, com lente inteiriça ou múltiplos módulos;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Comprimento mínimo de 1.000 mm e máximo de 1.300 mm, largura mínima de 250 mm e máxima de 500 mm e altura mínima de 55 mm e máxima de 150 mm, que permite total visualização em um ângulo de 360º, sem que haja pontos cegos de luminosidade;</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Injetado em módulo único ou múltiplos módulos de policarbonato resistente a impactos e descoloração com tratamento "UV", sendo a tampa em lente inteiriça ou múltipla na cor "vermelho" ou “cristal” e base múltipla ou inteiriça na cor "cristal" ou “preta”, com base em alumínio extrudado de alta resistência mecânica, composto por no mínimo 40 LEDS de 1 watt de potência cada, distribuídos equitativamente por toda a extensão da barra;</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equipamento deverá ser instalado pela licitante vencedora no teto do veículo usando o furo do próprio;</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conjunto sinalizador visual deverá ser controlado por controle central único, dotado de micro processador ou micro controlador, que permita a geração de lampejos luminosos de altíssima frequência com ciclos não inferior a 450 FPM, o circuito eletrônico deverá gerenciar a corrente elétrica aplicada nos LEDS através de PWM (</w:t>
      </w:r>
      <w:r w:rsidRPr="00712570">
        <w:rPr>
          <w:rFonts w:cs="Arial"/>
          <w:i/>
        </w:rPr>
        <w:t xml:space="preserve">Pulse </w:t>
      </w:r>
      <w:proofErr w:type="spellStart"/>
      <w:r w:rsidRPr="00712570">
        <w:rPr>
          <w:rFonts w:cs="Arial"/>
          <w:i/>
        </w:rPr>
        <w:t>Width</w:t>
      </w:r>
      <w:proofErr w:type="spellEnd"/>
      <w:r w:rsidRPr="00712570">
        <w:rPr>
          <w:rFonts w:cs="Arial"/>
          <w:i/>
        </w:rPr>
        <w:t xml:space="preserve"> </w:t>
      </w:r>
      <w:proofErr w:type="spellStart"/>
      <w:r w:rsidRPr="00712570">
        <w:rPr>
          <w:rFonts w:cs="Arial"/>
          <w:i/>
        </w:rPr>
        <w:t>Modulator</w:t>
      </w:r>
      <w:proofErr w:type="spellEnd"/>
      <w:r w:rsidRPr="00712570">
        <w:rPr>
          <w:rFonts w:cs="Arial"/>
        </w:rPr>
        <w:t>), o PWM deverá garantir também a intensidade luminosa dos LEDS, mesmo que o veículo esteja desligado ou em baixa rotação, garantindo assim a eficiência luminosa e a vida útil dos LEDS, consumo máximo da barra nas funções LEDS, excluídas as luzes de beco, não deverá ultrapassar 5ª;</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sistema de controle do sinalizador visual e sirene deverão ser únicos, permitindo o funcionamento independente de ambos;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Neste item deverá estar presente, além das características já mencionadas, luz de beco de no mínimo 50W ou a LED com no mínimo 3 </w:t>
      </w:r>
      <w:proofErr w:type="spellStart"/>
      <w:r w:rsidRPr="00712570">
        <w:rPr>
          <w:rFonts w:cs="Arial"/>
        </w:rPr>
        <w:t>LEDs</w:t>
      </w:r>
      <w:proofErr w:type="spellEnd"/>
      <w:r w:rsidRPr="00712570">
        <w:rPr>
          <w:rFonts w:cs="Arial"/>
        </w:rPr>
        <w:t xml:space="preserve"> com 1W de potência, sendo 01 (uma) em cada lateral da barra de luz;</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02 (dois) módulos sinalizadores compostos por 03 (três) LEDS com potência de 01 Watt cada unidade.  Montado em chassi de alumínio injetado e lente colimadora com ótica desenvolvida para aplicação frontal e lateral permitindo a montagem nas posições horizontal e vertical dos veículos. Totalmente à prova d'água, com </w:t>
      </w:r>
      <w:proofErr w:type="spellStart"/>
      <w:r w:rsidRPr="00712570">
        <w:rPr>
          <w:rFonts w:cs="Arial"/>
          <w:i/>
        </w:rPr>
        <w:t>flahs</w:t>
      </w:r>
      <w:proofErr w:type="spellEnd"/>
      <w:r w:rsidRPr="00712570">
        <w:rPr>
          <w:rFonts w:cs="Arial"/>
        </w:rPr>
        <w:t xml:space="preserve"> sequenciais ou intermitente;</w:t>
      </w:r>
      <w:r w:rsidR="004A0BCA">
        <w:rPr>
          <w:rFonts w:cs="Arial"/>
        </w:rPr>
        <w:t xml:space="preserve"> e</w:t>
      </w:r>
    </w:p>
    <w:p w:rsidR="008C6DBF" w:rsidRPr="00683224" w:rsidRDefault="008C6DBF" w:rsidP="008C6DBF">
      <w:pPr>
        <w:pStyle w:val="PargrafodaLista"/>
        <w:numPr>
          <w:ilvl w:val="2"/>
          <w:numId w:val="94"/>
        </w:numPr>
        <w:spacing w:before="240" w:after="240"/>
        <w:ind w:left="0" w:firstLine="0"/>
        <w:jc w:val="both"/>
        <w:rPr>
          <w:rFonts w:cs="Arial"/>
        </w:rPr>
      </w:pPr>
      <w:r w:rsidRPr="00683224">
        <w:rPr>
          <w:rFonts w:cs="Arial"/>
          <w:bCs/>
        </w:rPr>
        <w:t>Atender a norma SAE J575 no que se refere aos ensaios de vibração, umidade, poeira, corrosão e deformação e a norma SAE J595 REVISED, no que se refere aos ensaios de fotometria (</w:t>
      </w:r>
      <w:proofErr w:type="spellStart"/>
      <w:r w:rsidRPr="00683224">
        <w:rPr>
          <w:rFonts w:cs="Arial"/>
          <w:bCs/>
          <w:i/>
          <w:iCs/>
        </w:rPr>
        <w:t>Society</w:t>
      </w:r>
      <w:proofErr w:type="spellEnd"/>
      <w:r w:rsidRPr="00683224">
        <w:rPr>
          <w:rFonts w:cs="Arial"/>
          <w:bCs/>
          <w:i/>
          <w:iCs/>
        </w:rPr>
        <w:t xml:space="preserve"> </w:t>
      </w:r>
      <w:proofErr w:type="spellStart"/>
      <w:r w:rsidRPr="00683224">
        <w:rPr>
          <w:rFonts w:cs="Arial"/>
          <w:bCs/>
          <w:i/>
          <w:iCs/>
        </w:rPr>
        <w:t>of</w:t>
      </w:r>
      <w:proofErr w:type="spellEnd"/>
      <w:r w:rsidRPr="00683224">
        <w:rPr>
          <w:rFonts w:cs="Arial"/>
          <w:bCs/>
          <w:i/>
          <w:iCs/>
        </w:rPr>
        <w:t xml:space="preserve"> </w:t>
      </w:r>
      <w:proofErr w:type="spellStart"/>
      <w:r w:rsidRPr="00683224">
        <w:rPr>
          <w:rFonts w:cs="Arial"/>
          <w:bCs/>
          <w:i/>
          <w:iCs/>
        </w:rPr>
        <w:t>Automotive</w:t>
      </w:r>
      <w:proofErr w:type="spellEnd"/>
      <w:r w:rsidRPr="00683224">
        <w:rPr>
          <w:rFonts w:cs="Arial"/>
          <w:bCs/>
          <w:i/>
          <w:iCs/>
        </w:rPr>
        <w:t xml:space="preserve"> </w:t>
      </w:r>
      <w:proofErr w:type="spellStart"/>
      <w:r w:rsidRPr="00683224">
        <w:rPr>
          <w:rFonts w:cs="Arial"/>
          <w:bCs/>
          <w:i/>
          <w:iCs/>
        </w:rPr>
        <w:t>Engineers</w:t>
      </w:r>
      <w:proofErr w:type="spellEnd"/>
      <w:r w:rsidRPr="00683224">
        <w:rPr>
          <w:rFonts w:cs="Arial"/>
          <w:bCs/>
        </w:rPr>
        <w:t>).</w:t>
      </w:r>
    </w:p>
    <w:p w:rsidR="008C6DBF" w:rsidRPr="00712570" w:rsidRDefault="008C6DBF" w:rsidP="008C6DBF">
      <w:pPr>
        <w:pStyle w:val="PargrafodaLista"/>
        <w:spacing w:before="240" w:after="240"/>
        <w:ind w:left="0"/>
        <w:jc w:val="both"/>
        <w:rPr>
          <w:rFonts w:cs="Arial"/>
          <w:b/>
        </w:rPr>
      </w:pP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Dispositivo acústico:</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Possuir amplificador de no mínimo 100 W RMS de potência, e 13,8Vcc, com no mínimo 04 (quatro) tons distintos;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Possuir sistema de megafone com ajuste de ganho e potência mínima de 30W RMS e entrada auxiliar de áudio que possibilite o acoplamento de rádio transceptor, frequência de 300 a 3000 Hz e pressão sonora a 01 (um) metro de no mínimo 100 </w:t>
      </w:r>
      <w:proofErr w:type="spellStart"/>
      <w:r w:rsidRPr="00712570">
        <w:rPr>
          <w:rFonts w:cs="Arial"/>
        </w:rPr>
        <w:t>Db</w:t>
      </w:r>
      <w:proofErr w:type="spellEnd"/>
      <w:r w:rsidRPr="00712570">
        <w:rPr>
          <w:rFonts w:cs="Arial"/>
        </w:rPr>
        <w:t xml:space="preserve"> e 13,8 </w:t>
      </w:r>
      <w:proofErr w:type="spellStart"/>
      <w:r w:rsidRPr="00712570">
        <w:rPr>
          <w:rFonts w:cs="Arial"/>
        </w:rPr>
        <w:t>Vcc</w:t>
      </w:r>
      <w:proofErr w:type="spellEnd"/>
      <w:r w:rsidRPr="00712570">
        <w:rPr>
          <w:rFonts w:cs="Arial"/>
        </w:rPr>
        <w:t>; e</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Possuir módulo de controle único instalado no painel do veículo, que permita controlar todo o sistema de sinalização (acústico e visual) com interruptor não integrado a placa.</w:t>
      </w:r>
    </w:p>
    <w:p w:rsidR="008C6DBF" w:rsidRPr="00712570" w:rsidRDefault="008C6DBF" w:rsidP="008C6DBF">
      <w:pPr>
        <w:pStyle w:val="PargrafodaLista"/>
        <w:spacing w:before="240" w:after="240"/>
        <w:ind w:left="0"/>
        <w:jc w:val="both"/>
        <w:rPr>
          <w:rFonts w:cs="Arial"/>
          <w:b/>
        </w:rPr>
      </w:pP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Sistema de iluminação:</w:t>
      </w:r>
    </w:p>
    <w:p w:rsidR="008C6DBF" w:rsidRPr="00712570" w:rsidRDefault="008C6DBF" w:rsidP="008C6DBF">
      <w:pPr>
        <w:pStyle w:val="PargrafodaLista"/>
        <w:numPr>
          <w:ilvl w:val="2"/>
          <w:numId w:val="94"/>
        </w:numPr>
        <w:spacing w:before="240" w:after="240"/>
        <w:ind w:left="0" w:firstLine="0"/>
        <w:jc w:val="both"/>
        <w:rPr>
          <w:rFonts w:cs="Arial"/>
        </w:rPr>
      </w:pPr>
      <w:r w:rsidRPr="00712570">
        <w:rPr>
          <w:rFonts w:cs="Arial"/>
        </w:rPr>
        <w:t>Sistema de iluminação intermitente estroboscópicas branca incorporada aos faróis e nas lanternas traseiras, com comando independente, localizado no painel do veículo;</w:t>
      </w:r>
    </w:p>
    <w:p w:rsidR="008C6DBF" w:rsidRPr="00712570" w:rsidRDefault="008C6DBF" w:rsidP="008C6DBF">
      <w:pPr>
        <w:pStyle w:val="PargrafodaLista"/>
        <w:numPr>
          <w:ilvl w:val="2"/>
          <w:numId w:val="94"/>
        </w:numPr>
        <w:spacing w:before="240" w:after="240"/>
        <w:ind w:left="0" w:firstLine="0"/>
        <w:jc w:val="both"/>
        <w:rPr>
          <w:rFonts w:cs="Arial"/>
        </w:rPr>
      </w:pPr>
      <w:r w:rsidRPr="00712570">
        <w:rPr>
          <w:rFonts w:cs="Arial"/>
        </w:rPr>
        <w:t>Sistema adicional de luz de parada (</w:t>
      </w:r>
      <w:proofErr w:type="spellStart"/>
      <w:r w:rsidRPr="00712570">
        <w:rPr>
          <w:rFonts w:cs="Arial"/>
          <w:i/>
        </w:rPr>
        <w:t>brake</w:t>
      </w:r>
      <w:proofErr w:type="spellEnd"/>
      <w:r w:rsidRPr="00712570">
        <w:rPr>
          <w:rFonts w:cs="Arial"/>
          <w:i/>
        </w:rPr>
        <w:t xml:space="preserve"> light</w:t>
      </w:r>
      <w:r w:rsidRPr="00712570">
        <w:rPr>
          <w:rFonts w:cs="Arial"/>
        </w:rPr>
        <w:t xml:space="preserve">); e </w:t>
      </w:r>
    </w:p>
    <w:p w:rsidR="008C6DBF" w:rsidRPr="00F925B1" w:rsidRDefault="008C6DBF" w:rsidP="008C6DBF">
      <w:pPr>
        <w:pStyle w:val="PargrafodaLista"/>
        <w:numPr>
          <w:ilvl w:val="2"/>
          <w:numId w:val="94"/>
        </w:numPr>
        <w:spacing w:before="240" w:after="240"/>
        <w:ind w:left="0" w:firstLine="0"/>
        <w:jc w:val="both"/>
        <w:rPr>
          <w:rFonts w:cs="Arial"/>
        </w:rPr>
      </w:pPr>
      <w:r w:rsidRPr="00712570">
        <w:rPr>
          <w:rFonts w:cs="Arial"/>
        </w:rPr>
        <w:t xml:space="preserve">Farol de busca com </w:t>
      </w:r>
      <w:smartTag w:uri="urn:schemas-microsoft-com:office:smarttags" w:element="metricconverter">
        <w:smartTagPr>
          <w:attr w:name="ProductID" w:val="10 m"/>
        </w:smartTagPr>
        <w:r w:rsidRPr="00712570">
          <w:rPr>
            <w:rFonts w:cs="Arial"/>
          </w:rPr>
          <w:t>10 m</w:t>
        </w:r>
      </w:smartTag>
      <w:r w:rsidRPr="00712570">
        <w:rPr>
          <w:rFonts w:cs="Arial"/>
        </w:rPr>
        <w:t xml:space="preserve"> de cabo, </w:t>
      </w:r>
      <w:proofErr w:type="spellStart"/>
      <w:r w:rsidRPr="00712570">
        <w:rPr>
          <w:rFonts w:cs="Arial"/>
          <w:i/>
        </w:rPr>
        <w:t>plug</w:t>
      </w:r>
      <w:proofErr w:type="spellEnd"/>
      <w:r w:rsidRPr="00712570">
        <w:rPr>
          <w:rFonts w:cs="Arial"/>
        </w:rPr>
        <w:t xml:space="preserve"> para ligação à tomada de 12 </w:t>
      </w:r>
      <w:proofErr w:type="spellStart"/>
      <w:r w:rsidRPr="00712570">
        <w:rPr>
          <w:rFonts w:cs="Arial"/>
        </w:rPr>
        <w:t>Vcc</w:t>
      </w:r>
      <w:proofErr w:type="spellEnd"/>
      <w:r w:rsidRPr="00712570">
        <w:rPr>
          <w:rFonts w:cs="Arial"/>
        </w:rPr>
        <w:t>.</w:t>
      </w:r>
    </w:p>
    <w:p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D73E55" w:rsidRPr="00623008"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73E55" w:rsidRPr="00623008" w:rsidRDefault="00D73E55"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D73E55" w:rsidRPr="00623008" w:rsidRDefault="00D73E55" w:rsidP="00D73E55">
            <w:pPr>
              <w:widowControl w:val="0"/>
              <w:suppressAutoHyphens/>
              <w:jc w:val="center"/>
              <w:rPr>
                <w:rFonts w:cs="Times New Roman"/>
                <w:b/>
                <w:bCs/>
                <w:szCs w:val="20"/>
              </w:rPr>
            </w:pPr>
            <w:r w:rsidRPr="00623008">
              <w:rPr>
                <w:rFonts w:cs="Times New Roman"/>
                <w:b/>
                <w:bCs/>
                <w:szCs w:val="20"/>
              </w:rPr>
              <w:t>DESCRIÇÃO/ESPECIFICAÇÃO</w:t>
            </w:r>
          </w:p>
        </w:tc>
      </w:tr>
      <w:tr w:rsidR="00D73E55" w:rsidRPr="00623008" w:rsidTr="00D73E55">
        <w:tc>
          <w:tcPr>
            <w:tcW w:w="709" w:type="dxa"/>
            <w:vAlign w:val="center"/>
          </w:tcPr>
          <w:p w:rsidR="00D73E55" w:rsidRPr="00623008" w:rsidRDefault="001903F1" w:rsidP="00D73E55">
            <w:pPr>
              <w:widowControl w:val="0"/>
              <w:suppressAutoHyphens/>
              <w:jc w:val="center"/>
              <w:rPr>
                <w:rFonts w:cs="Arial"/>
                <w:b/>
                <w:color w:val="000000"/>
                <w:szCs w:val="20"/>
              </w:rPr>
            </w:pPr>
            <w:r>
              <w:rPr>
                <w:rFonts w:cs="Arial"/>
                <w:b/>
                <w:color w:val="000000"/>
                <w:szCs w:val="20"/>
              </w:rPr>
              <w:t>39</w:t>
            </w:r>
          </w:p>
        </w:tc>
        <w:tc>
          <w:tcPr>
            <w:tcW w:w="8357" w:type="dxa"/>
          </w:tcPr>
          <w:p w:rsidR="00D73E55" w:rsidRPr="00623008" w:rsidRDefault="00D73E55" w:rsidP="00D73E55">
            <w:pPr>
              <w:widowControl w:val="0"/>
              <w:suppressAutoHyphens/>
              <w:rPr>
                <w:rFonts w:cs="Arial"/>
                <w:color w:val="000000"/>
                <w:szCs w:val="20"/>
              </w:rPr>
            </w:pPr>
            <w:r>
              <w:rPr>
                <w:rFonts w:cs="Times New Roman"/>
                <w:bCs/>
                <w:szCs w:val="20"/>
              </w:rPr>
              <w:t>Cavalo mecânico a diesel, tração 6</w:t>
            </w:r>
            <w:r w:rsidRPr="00623008">
              <w:rPr>
                <w:rFonts w:cs="Times New Roman"/>
                <w:bCs/>
                <w:szCs w:val="20"/>
              </w:rPr>
              <w:t>x4</w:t>
            </w:r>
          </w:p>
        </w:tc>
      </w:tr>
    </w:tbl>
    <w:p w:rsidR="00D73E55" w:rsidRPr="00623008" w:rsidRDefault="00D73E55" w:rsidP="00C43F6B">
      <w:pPr>
        <w:pStyle w:val="PargrafodaLista"/>
        <w:numPr>
          <w:ilvl w:val="0"/>
          <w:numId w:val="117"/>
        </w:numPr>
        <w:spacing w:before="240" w:after="240"/>
        <w:ind w:left="0" w:firstLine="0"/>
        <w:contextualSpacing w:val="0"/>
        <w:jc w:val="both"/>
        <w:rPr>
          <w:rFonts w:cs="Arial"/>
          <w:b/>
          <w:szCs w:val="20"/>
        </w:rPr>
      </w:pPr>
      <w:r w:rsidRPr="00623008">
        <w:rPr>
          <w:rFonts w:cs="Arial"/>
          <w:b/>
          <w:szCs w:val="20"/>
        </w:rPr>
        <w:t>CARACTERÍSTICAS TÉCNICAS</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 xml:space="preserve">Classificação: </w:t>
      </w:r>
      <w:r w:rsidRPr="00D73E55">
        <w:rPr>
          <w:rFonts w:cs="Arial"/>
          <w:szCs w:val="20"/>
        </w:rPr>
        <w:t>Cavalo Mecânico</w:t>
      </w:r>
      <w:r w:rsidR="00C43F6B">
        <w:rPr>
          <w:rFonts w:cs="Arial"/>
          <w:szCs w:val="20"/>
        </w:rPr>
        <w:t xml:space="preserve"> para uso fora de estrada, tração 6x4 de fábrica, </w:t>
      </w:r>
      <w:r w:rsidRPr="00D73E55">
        <w:rPr>
          <w:rFonts w:cs="Arial"/>
          <w:szCs w:val="20"/>
        </w:rPr>
        <w:t>equipado com 5ª Roda</w:t>
      </w:r>
      <w:r w:rsidRPr="00623008">
        <w:rPr>
          <w:rFonts w:cs="Arial"/>
          <w:szCs w:val="20"/>
        </w:rPr>
        <w:t>,</w:t>
      </w:r>
      <w:r w:rsidR="00C43F6B">
        <w:rPr>
          <w:rFonts w:cs="Arial"/>
          <w:szCs w:val="20"/>
        </w:rPr>
        <w:t xml:space="preserve"> </w:t>
      </w:r>
      <w:r w:rsidRPr="00623008">
        <w:rPr>
          <w:rFonts w:cs="Arial"/>
          <w:szCs w:val="20"/>
        </w:rPr>
        <w:t>zero quilômetro;</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Ano de fabricação do chassi: do ano em curso ou posterior;</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 xml:space="preserve">Capacidade de transporte: </w:t>
      </w:r>
    </w:p>
    <w:p w:rsidR="00C43F6B" w:rsidRDefault="00C43F6B" w:rsidP="00C43F6B">
      <w:pPr>
        <w:pStyle w:val="PargrafodaLista"/>
        <w:numPr>
          <w:ilvl w:val="0"/>
          <w:numId w:val="119"/>
        </w:numPr>
        <w:spacing w:before="240" w:after="240"/>
        <w:ind w:left="0" w:firstLine="0"/>
        <w:jc w:val="both"/>
        <w:rPr>
          <w:rFonts w:cs="Arial"/>
          <w:szCs w:val="20"/>
        </w:rPr>
      </w:pPr>
      <w:r>
        <w:rPr>
          <w:rFonts w:cs="Arial"/>
          <w:szCs w:val="20"/>
        </w:rPr>
        <w:t xml:space="preserve">Peso Bruto Total (PBT) legal: </w:t>
      </w:r>
      <w:r w:rsidR="002413CA">
        <w:rPr>
          <w:rFonts w:cs="Arial"/>
          <w:szCs w:val="20"/>
        </w:rPr>
        <w:t xml:space="preserve">mínimo </w:t>
      </w:r>
      <w:r>
        <w:rPr>
          <w:rFonts w:cs="Arial"/>
          <w:szCs w:val="20"/>
        </w:rPr>
        <w:t>de 23.000 Kg</w:t>
      </w:r>
    </w:p>
    <w:p w:rsidR="00D73E55" w:rsidRPr="00623008" w:rsidRDefault="00C43F6B" w:rsidP="00C43F6B">
      <w:pPr>
        <w:pStyle w:val="PargrafodaLista"/>
        <w:numPr>
          <w:ilvl w:val="0"/>
          <w:numId w:val="119"/>
        </w:numPr>
        <w:spacing w:before="240" w:after="240"/>
        <w:ind w:left="0" w:firstLine="0"/>
        <w:jc w:val="both"/>
        <w:rPr>
          <w:rFonts w:cs="Arial"/>
          <w:szCs w:val="20"/>
        </w:rPr>
      </w:pPr>
      <w:r>
        <w:rPr>
          <w:rFonts w:cs="Arial"/>
          <w:szCs w:val="20"/>
        </w:rPr>
        <w:t>Capacidade Máxima de Tração (CMT) mínimo de 100.000Kg</w:t>
      </w:r>
      <w:r w:rsidR="00D73E55" w:rsidRPr="00623008">
        <w:rPr>
          <w:rFonts w:cs="Arial"/>
          <w:szCs w:val="20"/>
        </w:rPr>
        <w:t>; e</w:t>
      </w:r>
    </w:p>
    <w:p w:rsidR="00D73E55" w:rsidRPr="00623008" w:rsidRDefault="00D73E55" w:rsidP="00C43F6B">
      <w:pPr>
        <w:pStyle w:val="PargrafodaLista"/>
        <w:numPr>
          <w:ilvl w:val="0"/>
          <w:numId w:val="119"/>
        </w:numPr>
        <w:spacing w:before="240" w:after="240"/>
        <w:ind w:left="0" w:firstLine="0"/>
        <w:jc w:val="both"/>
        <w:rPr>
          <w:rFonts w:cs="Arial"/>
          <w:szCs w:val="20"/>
        </w:rPr>
      </w:pPr>
      <w:r w:rsidRPr="00623008">
        <w:rPr>
          <w:rFonts w:cs="Arial"/>
          <w:szCs w:val="20"/>
        </w:rPr>
        <w:t>Carga</w:t>
      </w:r>
      <w:r w:rsidR="00C43F6B">
        <w:rPr>
          <w:rFonts w:cs="Arial"/>
          <w:szCs w:val="20"/>
        </w:rPr>
        <w:t xml:space="preserve"> técnica </w:t>
      </w:r>
      <w:r w:rsidR="002413CA">
        <w:rPr>
          <w:rFonts w:cs="Arial"/>
          <w:szCs w:val="20"/>
        </w:rPr>
        <w:t xml:space="preserve">legal, </w:t>
      </w:r>
      <w:r w:rsidR="00C43F6B">
        <w:rPr>
          <w:rFonts w:cs="Arial"/>
          <w:szCs w:val="20"/>
        </w:rPr>
        <w:t>máxima sobre a 5ª roda</w:t>
      </w:r>
      <w:r w:rsidRPr="00623008">
        <w:rPr>
          <w:rFonts w:cs="Arial"/>
          <w:szCs w:val="20"/>
        </w:rPr>
        <w:t xml:space="preserve">: </w:t>
      </w:r>
      <w:r w:rsidR="002413CA" w:rsidRPr="00623008">
        <w:rPr>
          <w:rFonts w:cs="Arial"/>
          <w:szCs w:val="20"/>
        </w:rPr>
        <w:t xml:space="preserve">mínima </w:t>
      </w:r>
      <w:r w:rsidRPr="00623008">
        <w:rPr>
          <w:rFonts w:cs="Arial"/>
          <w:szCs w:val="20"/>
        </w:rPr>
        <w:t xml:space="preserve">de </w:t>
      </w:r>
      <w:r w:rsidR="00C43F6B">
        <w:rPr>
          <w:rFonts w:cs="Arial"/>
          <w:szCs w:val="20"/>
        </w:rPr>
        <w:t>23000</w:t>
      </w:r>
      <w:r w:rsidRPr="00623008">
        <w:rPr>
          <w:rFonts w:cs="Arial"/>
          <w:szCs w:val="20"/>
        </w:rPr>
        <w:t xml:space="preserve"> Kg.</w:t>
      </w:r>
    </w:p>
    <w:p w:rsidR="00D73E55"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Motor</w:t>
      </w:r>
      <w:r w:rsidR="00FE58DE">
        <w:rPr>
          <w:rFonts w:cs="Arial"/>
          <w:szCs w:val="20"/>
        </w:rPr>
        <w:t xml:space="preserve"> t</w:t>
      </w:r>
      <w:r w:rsidRPr="00623008">
        <w:rPr>
          <w:rFonts w:cs="Arial"/>
          <w:szCs w:val="20"/>
        </w:rPr>
        <w:t xml:space="preserve">urbo diesel, com potência igual ou superior a </w:t>
      </w:r>
      <w:r>
        <w:rPr>
          <w:rFonts w:cs="Arial"/>
          <w:szCs w:val="20"/>
        </w:rPr>
        <w:t>400</w:t>
      </w:r>
      <w:r w:rsidRPr="00623008">
        <w:rPr>
          <w:rFonts w:cs="Arial"/>
          <w:szCs w:val="20"/>
        </w:rPr>
        <w:t>CV;</w:t>
      </w:r>
    </w:p>
    <w:p w:rsidR="00C43F6B" w:rsidRPr="00623008" w:rsidRDefault="00C43F6B" w:rsidP="00C43F6B">
      <w:pPr>
        <w:pStyle w:val="PargrafodaLista"/>
        <w:numPr>
          <w:ilvl w:val="0"/>
          <w:numId w:val="118"/>
        </w:numPr>
        <w:spacing w:before="240" w:after="240"/>
        <w:ind w:left="0" w:firstLine="0"/>
        <w:jc w:val="both"/>
        <w:rPr>
          <w:rFonts w:cs="Arial"/>
          <w:szCs w:val="20"/>
        </w:rPr>
      </w:pPr>
      <w:r>
        <w:rPr>
          <w:rFonts w:cs="Arial"/>
          <w:szCs w:val="20"/>
        </w:rPr>
        <w:t>Transmissão com caixa de mudanças automatizada</w:t>
      </w:r>
      <w:r w:rsidR="00393D72">
        <w:rPr>
          <w:rFonts w:cs="Arial"/>
          <w:szCs w:val="20"/>
        </w:rPr>
        <w:t>, sem pedal de embreagem</w:t>
      </w:r>
      <w:r>
        <w:rPr>
          <w:rFonts w:cs="Arial"/>
          <w:szCs w:val="20"/>
        </w:rPr>
        <w:t>;</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D73E55"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Pintura na cor BRANCA.</w:t>
      </w:r>
    </w:p>
    <w:p w:rsidR="00D73E55" w:rsidRPr="00623008" w:rsidRDefault="00D73E55" w:rsidP="00D73E55">
      <w:pPr>
        <w:pStyle w:val="PargrafodaLista"/>
        <w:spacing w:before="240" w:after="240"/>
        <w:ind w:left="567"/>
        <w:jc w:val="both"/>
        <w:rPr>
          <w:rFonts w:cs="Arial"/>
          <w:szCs w:val="20"/>
        </w:rPr>
      </w:pPr>
    </w:p>
    <w:p w:rsidR="00D73E55" w:rsidRPr="00623008" w:rsidRDefault="00D73E55" w:rsidP="00C43F6B">
      <w:pPr>
        <w:pStyle w:val="PargrafodaLista"/>
        <w:numPr>
          <w:ilvl w:val="0"/>
          <w:numId w:val="117"/>
        </w:numPr>
        <w:spacing w:before="240" w:after="240"/>
        <w:ind w:left="0" w:firstLine="0"/>
        <w:contextualSpacing w:val="0"/>
        <w:jc w:val="both"/>
        <w:rPr>
          <w:rFonts w:cs="Arial"/>
          <w:szCs w:val="20"/>
        </w:rPr>
      </w:pPr>
      <w:r w:rsidRPr="00623008">
        <w:rPr>
          <w:rFonts w:cs="Arial"/>
          <w:b/>
          <w:szCs w:val="20"/>
        </w:rPr>
        <w:t>DIVERSOS</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Ar-condicionado original de fábrica;</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 xml:space="preserve">Cabina </w:t>
      </w:r>
      <w:r w:rsidR="00FE58DE">
        <w:rPr>
          <w:rFonts w:cs="Arial"/>
          <w:szCs w:val="20"/>
        </w:rPr>
        <w:t>leito</w:t>
      </w:r>
      <w:r w:rsidR="002413CA">
        <w:rPr>
          <w:rFonts w:cs="Arial"/>
          <w:szCs w:val="20"/>
        </w:rPr>
        <w:t>, com teto alto e cama</w:t>
      </w:r>
      <w:r w:rsidRPr="009C07BC">
        <w:rPr>
          <w:rFonts w:cs="Arial"/>
          <w:szCs w:val="20"/>
        </w:rPr>
        <w:t>;</w:t>
      </w:r>
    </w:p>
    <w:p w:rsidR="00D73E55" w:rsidRPr="009C07BC" w:rsidRDefault="002413CA" w:rsidP="00216DDF">
      <w:pPr>
        <w:pStyle w:val="PargrafodaLista"/>
        <w:numPr>
          <w:ilvl w:val="0"/>
          <w:numId w:val="120"/>
        </w:numPr>
        <w:spacing w:before="240" w:after="240"/>
        <w:ind w:left="0" w:firstLine="0"/>
        <w:jc w:val="both"/>
        <w:rPr>
          <w:rFonts w:cs="Arial"/>
          <w:szCs w:val="20"/>
        </w:rPr>
      </w:pPr>
      <w:r>
        <w:rPr>
          <w:rFonts w:cs="Arial"/>
          <w:szCs w:val="20"/>
        </w:rPr>
        <w:t xml:space="preserve">Banco do motorista </w:t>
      </w:r>
      <w:r w:rsidRPr="002413CA">
        <w:rPr>
          <w:rFonts w:cs="Arial"/>
          <w:szCs w:val="20"/>
        </w:rPr>
        <w:t>hidráulico ou pneumático e com múltiplas regulagens</w:t>
      </w:r>
      <w:r w:rsidR="00D73E55" w:rsidRPr="009C07BC">
        <w:rPr>
          <w:rFonts w:cs="Arial"/>
          <w:szCs w:val="20"/>
        </w:rPr>
        <w:t>;</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Vidro</w:t>
      </w:r>
      <w:r w:rsidR="002413CA">
        <w:rPr>
          <w:rFonts w:cs="Arial"/>
          <w:szCs w:val="20"/>
        </w:rPr>
        <w:t>s elétrico</w:t>
      </w:r>
      <w:r w:rsidR="002413CA" w:rsidRPr="002413CA">
        <w:rPr>
          <w:rFonts w:cs="Arial"/>
          <w:szCs w:val="20"/>
        </w:rPr>
        <w:t>s</w:t>
      </w:r>
      <w:r w:rsidRPr="009C07BC">
        <w:rPr>
          <w:rFonts w:cs="Arial"/>
          <w:szCs w:val="20"/>
        </w:rPr>
        <w:t>;</w:t>
      </w:r>
    </w:p>
    <w:p w:rsidR="00D73E55"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Travas elétricas das portas com acionamento na chave;</w:t>
      </w:r>
    </w:p>
    <w:p w:rsidR="002413CA" w:rsidRPr="009C07BC" w:rsidRDefault="002413CA" w:rsidP="00216DDF">
      <w:pPr>
        <w:pStyle w:val="PargrafodaLista"/>
        <w:numPr>
          <w:ilvl w:val="0"/>
          <w:numId w:val="120"/>
        </w:numPr>
        <w:spacing w:before="240" w:after="240"/>
        <w:ind w:left="0" w:firstLine="0"/>
        <w:jc w:val="both"/>
        <w:rPr>
          <w:rFonts w:cs="Arial"/>
          <w:szCs w:val="20"/>
        </w:rPr>
      </w:pPr>
      <w:r>
        <w:rPr>
          <w:rFonts w:cs="Arial"/>
          <w:szCs w:val="20"/>
        </w:rPr>
        <w:t>Espelho retrovisor térmico;</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Protetor de cárter;</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Jogo de tapete;</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Som/multimídia integrada ao veículo, somente o disponibiliza</w:t>
      </w:r>
      <w:r>
        <w:rPr>
          <w:rFonts w:cs="Arial"/>
          <w:szCs w:val="20"/>
        </w:rPr>
        <w:t>do de fábrica;</w:t>
      </w:r>
    </w:p>
    <w:p w:rsidR="00D73E55"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Deverá acompanhar o veículo todo ferramental básico distribuído pelo fornecedor (chave de roda,</w:t>
      </w:r>
      <w:r>
        <w:rPr>
          <w:rFonts w:cs="Arial"/>
          <w:szCs w:val="20"/>
        </w:rPr>
        <w:t xml:space="preserve"> macaco hidráulico e triângulo); e</w:t>
      </w:r>
    </w:p>
    <w:p w:rsidR="00D73E55" w:rsidRPr="00DB1DD4" w:rsidRDefault="002413CA" w:rsidP="00216DDF">
      <w:pPr>
        <w:pStyle w:val="PargrafodaLista"/>
        <w:numPr>
          <w:ilvl w:val="0"/>
          <w:numId w:val="120"/>
        </w:numPr>
        <w:spacing w:before="240" w:after="240"/>
        <w:ind w:left="0" w:firstLine="0"/>
        <w:jc w:val="both"/>
        <w:rPr>
          <w:rFonts w:cs="Arial"/>
          <w:szCs w:val="20"/>
        </w:rPr>
      </w:pPr>
      <w:r>
        <w:rPr>
          <w:rFonts w:cs="Times New Roman"/>
          <w:szCs w:val="20"/>
        </w:rPr>
        <w:t>Produto similar ao Cavalo Mecânico</w:t>
      </w:r>
      <w:r w:rsidR="003A25E9">
        <w:rPr>
          <w:rFonts w:cs="Times New Roman"/>
          <w:szCs w:val="20"/>
        </w:rPr>
        <w:t xml:space="preserve"> Mercedes-Benz</w:t>
      </w:r>
      <w:r>
        <w:rPr>
          <w:rFonts w:cs="Times New Roman"/>
          <w:szCs w:val="20"/>
        </w:rPr>
        <w:t xml:space="preserve"> </w:t>
      </w:r>
      <w:proofErr w:type="spellStart"/>
      <w:r>
        <w:rPr>
          <w:rFonts w:cs="Times New Roman"/>
          <w:szCs w:val="20"/>
        </w:rPr>
        <w:t>Axor</w:t>
      </w:r>
      <w:proofErr w:type="spellEnd"/>
      <w:r>
        <w:rPr>
          <w:rFonts w:cs="Times New Roman"/>
          <w:szCs w:val="20"/>
        </w:rPr>
        <w:t xml:space="preserve"> 3344</w:t>
      </w:r>
      <w:r w:rsidR="00D73E55">
        <w:rPr>
          <w:rFonts w:cs="Times New Roman"/>
          <w:szCs w:val="20"/>
        </w:rPr>
        <w:t>.</w:t>
      </w:r>
    </w:p>
    <w:p w:rsidR="00D73E55" w:rsidRPr="00623008" w:rsidRDefault="00D73E55" w:rsidP="002B75E1">
      <w:pPr>
        <w:pStyle w:val="PargrafodaLista"/>
        <w:spacing w:before="100" w:beforeAutospacing="1" w:after="120"/>
        <w:ind w:left="0"/>
        <w:jc w:val="both"/>
        <w:rPr>
          <w:rFonts w:cs="Arial"/>
          <w:szCs w:val="20"/>
        </w:rPr>
      </w:pPr>
    </w:p>
    <w:tbl>
      <w:tblPr>
        <w:tblW w:w="8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0"/>
        <w:gridCol w:w="7683"/>
      </w:tblGrid>
      <w:tr w:rsidR="00964757" w:rsidRPr="00623008" w:rsidTr="00021C24">
        <w:trPr>
          <w:jc w:val="center"/>
        </w:trPr>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964757" w:rsidRPr="00623008" w:rsidRDefault="00964757" w:rsidP="008B0E2E">
            <w:pPr>
              <w:widowControl w:val="0"/>
              <w:suppressAutoHyphens/>
              <w:jc w:val="center"/>
              <w:rPr>
                <w:rFonts w:cs="Arial"/>
                <w:b/>
                <w:color w:val="000000"/>
                <w:szCs w:val="20"/>
              </w:rPr>
            </w:pPr>
            <w:r w:rsidRPr="00623008">
              <w:rPr>
                <w:rFonts w:cs="Arial"/>
                <w:b/>
                <w:color w:val="000000"/>
                <w:szCs w:val="20"/>
              </w:rPr>
              <w:t>ITEM</w:t>
            </w:r>
          </w:p>
        </w:tc>
        <w:tc>
          <w:tcPr>
            <w:tcW w:w="7683" w:type="dxa"/>
            <w:tcBorders>
              <w:top w:val="single" w:sz="4" w:space="0" w:color="000000"/>
              <w:left w:val="single" w:sz="4" w:space="0" w:color="000000"/>
              <w:bottom w:val="single" w:sz="4" w:space="0" w:color="000000"/>
              <w:right w:val="single" w:sz="4" w:space="0" w:color="000000"/>
            </w:tcBorders>
            <w:shd w:val="clear" w:color="auto" w:fill="FFFF00"/>
          </w:tcPr>
          <w:p w:rsidR="00964757" w:rsidRPr="00623008" w:rsidRDefault="00964757" w:rsidP="008B0E2E">
            <w:pPr>
              <w:widowControl w:val="0"/>
              <w:suppressAutoHyphens/>
              <w:jc w:val="center"/>
              <w:rPr>
                <w:rFonts w:cs="Times New Roman"/>
                <w:b/>
                <w:bCs/>
                <w:szCs w:val="20"/>
              </w:rPr>
            </w:pPr>
            <w:r w:rsidRPr="00623008">
              <w:rPr>
                <w:rFonts w:cs="Times New Roman"/>
                <w:b/>
                <w:bCs/>
                <w:szCs w:val="20"/>
              </w:rPr>
              <w:t>DESCRIÇÃO/ESPECIFICAÇÃO</w:t>
            </w:r>
          </w:p>
        </w:tc>
      </w:tr>
      <w:tr w:rsidR="00964757" w:rsidRPr="00623008" w:rsidTr="00021C24">
        <w:trPr>
          <w:jc w:val="center"/>
        </w:trPr>
        <w:tc>
          <w:tcPr>
            <w:tcW w:w="1140" w:type="dxa"/>
            <w:vAlign w:val="center"/>
          </w:tcPr>
          <w:p w:rsidR="00964757" w:rsidRPr="00623008" w:rsidRDefault="001903F1" w:rsidP="008B0E2E">
            <w:pPr>
              <w:widowControl w:val="0"/>
              <w:suppressAutoHyphens/>
              <w:jc w:val="center"/>
              <w:rPr>
                <w:rFonts w:cs="Arial"/>
                <w:b/>
                <w:color w:val="000000"/>
                <w:szCs w:val="20"/>
              </w:rPr>
            </w:pPr>
            <w:r>
              <w:rPr>
                <w:rFonts w:cs="Arial"/>
                <w:b/>
                <w:color w:val="000000"/>
                <w:szCs w:val="20"/>
              </w:rPr>
              <w:t>40</w:t>
            </w:r>
          </w:p>
        </w:tc>
        <w:tc>
          <w:tcPr>
            <w:tcW w:w="7683" w:type="dxa"/>
          </w:tcPr>
          <w:p w:rsidR="00964757" w:rsidRPr="00623008" w:rsidRDefault="00964757" w:rsidP="008B0E2E">
            <w:pPr>
              <w:widowControl w:val="0"/>
              <w:suppressAutoHyphens/>
              <w:rPr>
                <w:rFonts w:cs="Arial"/>
                <w:color w:val="000000"/>
                <w:szCs w:val="20"/>
              </w:rPr>
            </w:pPr>
            <w:r w:rsidRPr="00623008">
              <w:rPr>
                <w:rFonts w:cs="Times New Roman"/>
                <w:bCs/>
                <w:szCs w:val="20"/>
              </w:rPr>
              <w:t>Caminhão a diesel com comboio lubrificante</w:t>
            </w:r>
            <w:r w:rsidR="00521CD6">
              <w:rPr>
                <w:rFonts w:cs="Times New Roman"/>
                <w:bCs/>
                <w:szCs w:val="20"/>
              </w:rPr>
              <w:t xml:space="preserve"> de 2500 litros</w:t>
            </w:r>
            <w:r w:rsidRPr="00623008">
              <w:rPr>
                <w:rFonts w:cs="Times New Roman"/>
                <w:bCs/>
                <w:szCs w:val="20"/>
              </w:rPr>
              <w:t>, tração 4x2</w:t>
            </w:r>
          </w:p>
        </w:tc>
      </w:tr>
    </w:tbl>
    <w:p w:rsidR="00964757" w:rsidRPr="00623008" w:rsidRDefault="00964757" w:rsidP="00926980">
      <w:pPr>
        <w:pStyle w:val="PargrafodaLista"/>
        <w:numPr>
          <w:ilvl w:val="0"/>
          <w:numId w:val="33"/>
        </w:numPr>
        <w:spacing w:before="240" w:after="240"/>
        <w:ind w:left="0" w:firstLine="0"/>
        <w:contextualSpacing w:val="0"/>
        <w:jc w:val="both"/>
        <w:rPr>
          <w:rFonts w:cs="Arial"/>
          <w:b/>
          <w:szCs w:val="20"/>
        </w:rPr>
      </w:pPr>
      <w:r w:rsidRPr="00623008">
        <w:rPr>
          <w:rFonts w:cs="Arial"/>
          <w:b/>
          <w:szCs w:val="20"/>
        </w:rPr>
        <w:t>CARACTERÍSTICAS TÉCNICAS</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Classificação: Veículo novo</w:t>
      </w:r>
      <w:r w:rsidR="00646481" w:rsidRPr="00623008">
        <w:rPr>
          <w:rFonts w:cs="Arial"/>
          <w:szCs w:val="20"/>
        </w:rPr>
        <w:t>, tração</w:t>
      </w:r>
      <w:r w:rsidRPr="00623008">
        <w:rPr>
          <w:rFonts w:cs="Arial"/>
          <w:szCs w:val="20"/>
        </w:rPr>
        <w:t xml:space="preserve"> 4x2, zero quilômetro, </w:t>
      </w:r>
      <w:r w:rsidR="00013460" w:rsidRPr="00623008">
        <w:rPr>
          <w:rFonts w:cs="Arial"/>
          <w:szCs w:val="20"/>
        </w:rPr>
        <w:t xml:space="preserve">equipado </w:t>
      </w:r>
      <w:r w:rsidRPr="00623008">
        <w:rPr>
          <w:rFonts w:cs="Arial"/>
          <w:szCs w:val="20"/>
        </w:rPr>
        <w:t xml:space="preserve">com </w:t>
      </w:r>
      <w:r w:rsidRPr="00623008">
        <w:rPr>
          <w:rFonts w:cs="Times New Roman"/>
          <w:bCs/>
          <w:szCs w:val="20"/>
        </w:rPr>
        <w:t>comboio lubrificante</w:t>
      </w:r>
      <w:r w:rsidRPr="00623008">
        <w:rPr>
          <w:rFonts w:cs="Arial"/>
          <w:szCs w:val="20"/>
        </w:rPr>
        <w:t xml:space="preserve"> para abastecimento e manutenção de equipamentos;</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Ano de fabricação do chassi: do ano em curso ou posterior;</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PBT legal igual ou superior a 10.000 Kg;</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Motor do veículo: Óleo diesel, com potência igual ou superior a 1</w:t>
      </w:r>
      <w:r w:rsidR="00A82AB4" w:rsidRPr="00623008">
        <w:rPr>
          <w:rFonts w:cs="Arial"/>
          <w:szCs w:val="20"/>
        </w:rPr>
        <w:t>7</w:t>
      </w:r>
      <w:r w:rsidR="00141A3A" w:rsidRPr="00623008">
        <w:rPr>
          <w:rFonts w:cs="Arial"/>
          <w:szCs w:val="20"/>
        </w:rPr>
        <w:t>0</w:t>
      </w:r>
      <w:r w:rsidRPr="00623008">
        <w:rPr>
          <w:rFonts w:cs="Arial"/>
          <w:szCs w:val="20"/>
        </w:rPr>
        <w:t>CV</w:t>
      </w:r>
      <w:r w:rsidR="00141A3A"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Distância entre eixos</w:t>
      </w:r>
      <w:r w:rsidR="00485F62">
        <w:rPr>
          <w:rFonts w:cs="Arial"/>
          <w:szCs w:val="20"/>
        </w:rPr>
        <w:t xml:space="preserve"> de aproximadamente 3.900mm</w:t>
      </w:r>
      <w:r w:rsidRPr="00623008">
        <w:rPr>
          <w:rFonts w:cs="Arial"/>
          <w:szCs w:val="20"/>
        </w:rPr>
        <w:t>, compatível para implemento de comboio lubrificante</w:t>
      </w:r>
      <w:r w:rsidR="001A407A" w:rsidRPr="00623008">
        <w:rPr>
          <w:rFonts w:cs="Arial"/>
          <w:szCs w:val="20"/>
        </w:rPr>
        <w:t xml:space="preserve"> de 2500 litros</w:t>
      </w:r>
      <w:r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Direção: Hidráulica</w:t>
      </w:r>
      <w:r w:rsidR="00021C24" w:rsidRPr="00623008">
        <w:rPr>
          <w:rFonts w:cs="Arial"/>
          <w:szCs w:val="20"/>
        </w:rPr>
        <w:t>, elétrica</w:t>
      </w:r>
      <w:r w:rsidR="00A82AB4" w:rsidRPr="00623008">
        <w:rPr>
          <w:rFonts w:cs="Arial"/>
          <w:szCs w:val="20"/>
        </w:rPr>
        <w:t xml:space="preserve"> ou similar</w:t>
      </w:r>
      <w:r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Pneus e rodas</w:t>
      </w:r>
      <w:r w:rsidR="009478D5">
        <w:rPr>
          <w:rFonts w:cs="Arial"/>
          <w:szCs w:val="20"/>
        </w:rPr>
        <w:t xml:space="preserve"> o</w:t>
      </w:r>
      <w:r w:rsidR="00021C24" w:rsidRPr="00623008">
        <w:rPr>
          <w:rFonts w:cs="Arial"/>
          <w:szCs w:val="20"/>
        </w:rPr>
        <w:t>rigina</w:t>
      </w:r>
      <w:r w:rsidR="004770A8" w:rsidRPr="00623008">
        <w:rPr>
          <w:rFonts w:cs="Arial"/>
          <w:szCs w:val="20"/>
        </w:rPr>
        <w:t>is</w:t>
      </w:r>
      <w:r w:rsidR="00021C24" w:rsidRPr="00623008">
        <w:rPr>
          <w:rFonts w:cs="Arial"/>
          <w:szCs w:val="20"/>
        </w:rPr>
        <w:t xml:space="preserve"> de fábrica, sendo que a fabricação dos pneus deverá ser do ano corrente ou, no máximo, no prazo de 12 (doze) meses contados da data de entrega do veículo</w:t>
      </w:r>
      <w:r w:rsidRPr="00623008">
        <w:rPr>
          <w:rFonts w:cs="Arial"/>
          <w:szCs w:val="20"/>
        </w:rPr>
        <w:t>; e</w:t>
      </w:r>
    </w:p>
    <w:p w:rsidR="00964757" w:rsidRPr="00623008" w:rsidRDefault="00964757" w:rsidP="00926980">
      <w:pPr>
        <w:pStyle w:val="PargrafodaLista"/>
        <w:numPr>
          <w:ilvl w:val="0"/>
          <w:numId w:val="34"/>
        </w:numPr>
        <w:ind w:left="0" w:firstLine="0"/>
        <w:contextualSpacing w:val="0"/>
        <w:jc w:val="both"/>
        <w:rPr>
          <w:rFonts w:cs="Arial"/>
          <w:szCs w:val="20"/>
        </w:rPr>
      </w:pPr>
      <w:r w:rsidRPr="00623008">
        <w:rPr>
          <w:rFonts w:cs="Arial"/>
          <w:szCs w:val="20"/>
        </w:rPr>
        <w:t>Pintura na cor BRANCA.</w:t>
      </w:r>
    </w:p>
    <w:p w:rsidR="00964757" w:rsidRPr="00623008" w:rsidRDefault="00964757" w:rsidP="00926980">
      <w:pPr>
        <w:pStyle w:val="PargrafodaLista"/>
        <w:numPr>
          <w:ilvl w:val="0"/>
          <w:numId w:val="33"/>
        </w:numPr>
        <w:spacing w:before="240" w:after="240"/>
        <w:ind w:left="0" w:firstLine="0"/>
        <w:contextualSpacing w:val="0"/>
        <w:jc w:val="both"/>
        <w:rPr>
          <w:rFonts w:cs="Arial"/>
          <w:szCs w:val="20"/>
        </w:rPr>
      </w:pPr>
      <w:r w:rsidRPr="00623008">
        <w:rPr>
          <w:rFonts w:cs="Arial"/>
          <w:b/>
          <w:szCs w:val="20"/>
        </w:rPr>
        <w:t>DIVERSOS</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Ar-condicionado original de fábrica;</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Retrovisores externos elétricos;</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Vidro elétrico nas portas com fechamento/abertura automática pela chave;</w:t>
      </w:r>
    </w:p>
    <w:p w:rsidR="007A2F4A" w:rsidRPr="00623008" w:rsidRDefault="007A2F4A" w:rsidP="00926980">
      <w:pPr>
        <w:pStyle w:val="PargrafodaLista"/>
        <w:numPr>
          <w:ilvl w:val="1"/>
          <w:numId w:val="33"/>
        </w:numPr>
        <w:ind w:left="0" w:firstLine="0"/>
        <w:jc w:val="both"/>
        <w:rPr>
          <w:rFonts w:cs="Arial"/>
          <w:szCs w:val="20"/>
        </w:rPr>
      </w:pPr>
      <w:r w:rsidRPr="00623008">
        <w:rPr>
          <w:rFonts w:cs="Arial"/>
          <w:szCs w:val="20"/>
        </w:rPr>
        <w:t>Travas elétricas das portas com acionamento na chave;</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964757" w:rsidRPr="00623008" w:rsidRDefault="007A2F4A" w:rsidP="00926980">
      <w:pPr>
        <w:pStyle w:val="PargrafodaLista"/>
        <w:numPr>
          <w:ilvl w:val="1"/>
          <w:numId w:val="33"/>
        </w:numPr>
        <w:ind w:left="0" w:firstLine="0"/>
        <w:jc w:val="both"/>
        <w:rPr>
          <w:rFonts w:cs="Arial"/>
          <w:szCs w:val="20"/>
        </w:rPr>
      </w:pPr>
      <w:r w:rsidRPr="00623008">
        <w:rPr>
          <w:rFonts w:cs="Arial"/>
          <w:szCs w:val="20"/>
        </w:rPr>
        <w:t>Som/multimídia integrada ao veículo, somente o disponibilizado de fábrica</w:t>
      </w:r>
      <w:r w:rsidR="00964757" w:rsidRPr="00623008">
        <w:rPr>
          <w:rFonts w:cs="Arial"/>
          <w:szCs w:val="20"/>
        </w:rPr>
        <w:t>;</w:t>
      </w:r>
    </w:p>
    <w:p w:rsidR="006273C7" w:rsidRPr="00623008" w:rsidRDefault="006273C7" w:rsidP="00926980">
      <w:pPr>
        <w:pStyle w:val="PargrafodaLista"/>
        <w:numPr>
          <w:ilvl w:val="1"/>
          <w:numId w:val="33"/>
        </w:numPr>
        <w:ind w:left="0" w:firstLine="0"/>
        <w:jc w:val="both"/>
        <w:rPr>
          <w:rFonts w:cs="Arial"/>
          <w:szCs w:val="20"/>
        </w:rPr>
      </w:pPr>
      <w:r w:rsidRPr="00623008">
        <w:rPr>
          <w:rFonts w:cs="Arial"/>
          <w:szCs w:val="20"/>
        </w:rPr>
        <w:t>Protetor de cárter;</w:t>
      </w:r>
    </w:p>
    <w:p w:rsidR="006273C7" w:rsidRPr="00623008" w:rsidRDefault="006273C7" w:rsidP="00926980">
      <w:pPr>
        <w:pStyle w:val="PargrafodaLista"/>
        <w:numPr>
          <w:ilvl w:val="1"/>
          <w:numId w:val="33"/>
        </w:numPr>
        <w:ind w:left="0" w:firstLine="0"/>
        <w:jc w:val="both"/>
        <w:rPr>
          <w:rFonts w:cs="Arial"/>
          <w:szCs w:val="20"/>
        </w:rPr>
      </w:pPr>
      <w:r w:rsidRPr="00623008">
        <w:rPr>
          <w:rFonts w:cs="Arial"/>
          <w:szCs w:val="20"/>
        </w:rPr>
        <w:t>Jogo de tapete de borracha;</w:t>
      </w:r>
      <w:r w:rsidR="00711CFE" w:rsidRPr="00623008">
        <w:rPr>
          <w:rFonts w:cs="Arial"/>
          <w:szCs w:val="20"/>
        </w:rPr>
        <w:t xml:space="preserve"> e</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r w:rsidR="00711CFE" w:rsidRPr="00623008">
        <w:rPr>
          <w:rFonts w:cs="Arial"/>
          <w:szCs w:val="20"/>
        </w:rPr>
        <w:t>.</w:t>
      </w:r>
    </w:p>
    <w:p w:rsidR="00964757" w:rsidRPr="00623008" w:rsidRDefault="00964757" w:rsidP="00124645">
      <w:pPr>
        <w:pStyle w:val="PargrafodaLista"/>
        <w:numPr>
          <w:ilvl w:val="0"/>
          <w:numId w:val="33"/>
        </w:numPr>
        <w:spacing w:before="240" w:after="240"/>
        <w:ind w:left="0" w:firstLine="0"/>
        <w:contextualSpacing w:val="0"/>
        <w:jc w:val="both"/>
        <w:rPr>
          <w:rFonts w:cs="Arial"/>
          <w:b/>
          <w:szCs w:val="20"/>
        </w:rPr>
      </w:pPr>
      <w:r w:rsidRPr="00623008">
        <w:rPr>
          <w:rFonts w:cs="Arial"/>
          <w:b/>
          <w:szCs w:val="20"/>
        </w:rPr>
        <w:t>CARACTERIZAÇÃO O COMBOIO LUBRICANTE</w:t>
      </w:r>
    </w:p>
    <w:p w:rsidR="00964757" w:rsidRPr="00623008" w:rsidRDefault="00964757" w:rsidP="00926980">
      <w:pPr>
        <w:pStyle w:val="PargrafodaLista"/>
        <w:numPr>
          <w:ilvl w:val="0"/>
          <w:numId w:val="35"/>
        </w:numPr>
        <w:ind w:left="0" w:firstLine="0"/>
        <w:jc w:val="both"/>
        <w:rPr>
          <w:rFonts w:cs="Arial"/>
          <w:szCs w:val="20"/>
        </w:rPr>
      </w:pPr>
      <w:r w:rsidRPr="00623008">
        <w:rPr>
          <w:rFonts w:cs="Arial"/>
          <w:b/>
          <w:szCs w:val="20"/>
        </w:rPr>
        <w:t>Comboio lubrificante novo</w:t>
      </w:r>
      <w:r w:rsidRPr="00623008">
        <w:rPr>
          <w:rFonts w:cs="Arial"/>
          <w:szCs w:val="20"/>
        </w:rPr>
        <w:t xml:space="preserve">, de primeiro uso, </w:t>
      </w:r>
      <w:r w:rsidR="00711CFE" w:rsidRPr="00623008">
        <w:rPr>
          <w:rFonts w:cs="Arial"/>
          <w:szCs w:val="20"/>
        </w:rPr>
        <w:t xml:space="preserve">fabricação </w:t>
      </w:r>
      <w:r w:rsidRPr="00623008">
        <w:rPr>
          <w:rFonts w:cs="Arial"/>
          <w:szCs w:val="20"/>
        </w:rPr>
        <w:t>do ano em curso ou superior</w:t>
      </w:r>
      <w:r w:rsidR="00552E0C" w:rsidRPr="00623008">
        <w:rPr>
          <w:rFonts w:cs="Arial"/>
          <w:szCs w:val="20"/>
        </w:rPr>
        <w:t>, com tanque de óleo com c</w:t>
      </w:r>
      <w:r w:rsidR="0053343C" w:rsidRPr="00623008">
        <w:rPr>
          <w:rFonts w:cs="Arial"/>
          <w:szCs w:val="20"/>
        </w:rPr>
        <w:t xml:space="preserve">apacidade </w:t>
      </w:r>
      <w:r w:rsidR="00552E0C" w:rsidRPr="00623008">
        <w:rPr>
          <w:rFonts w:cs="Arial"/>
          <w:szCs w:val="20"/>
        </w:rPr>
        <w:t xml:space="preserve">de </w:t>
      </w:r>
      <w:r w:rsidR="0053343C" w:rsidRPr="00623008">
        <w:rPr>
          <w:rFonts w:cs="Arial"/>
          <w:szCs w:val="20"/>
        </w:rPr>
        <w:t>2.500 litros. Formato retangular com tampos e quebra-ondas vincados à frio para neutralizar o balanço da carga líquida, construído em aço carbono, sendo tampos, costado e quebra-ondas com espessura</w:t>
      </w:r>
      <w:r w:rsidR="00552E0C" w:rsidRPr="00623008">
        <w:rPr>
          <w:rFonts w:cs="Arial"/>
          <w:szCs w:val="20"/>
        </w:rPr>
        <w:t xml:space="preserve"> mínima de</w:t>
      </w:r>
      <w:r w:rsidR="0053343C" w:rsidRPr="00623008">
        <w:rPr>
          <w:rFonts w:cs="Arial"/>
          <w:szCs w:val="20"/>
        </w:rPr>
        <w:t xml:space="preserve"> 4,75mm</w:t>
      </w:r>
      <w:r w:rsidR="00552E0C" w:rsidRPr="00623008">
        <w:rPr>
          <w:rFonts w:cs="Arial"/>
          <w:szCs w:val="20"/>
        </w:rPr>
        <w:t xml:space="preserve">, </w:t>
      </w:r>
      <w:r w:rsidR="0053343C" w:rsidRPr="00623008">
        <w:rPr>
          <w:rFonts w:cs="Arial"/>
          <w:szCs w:val="20"/>
        </w:rPr>
        <w:t>conforme</w:t>
      </w:r>
      <w:r w:rsidR="00552E0C" w:rsidRPr="00623008">
        <w:rPr>
          <w:rFonts w:cs="Arial"/>
          <w:szCs w:val="20"/>
        </w:rPr>
        <w:t xml:space="preserve"> Regulamento Técnico de Qualidade (RTQ) 7 C (Inspeção na Construção de Equipamentos para o Transporte Rodoviário de Produtos Perigosos a Granel - Líquidos com pressão de vapor até 175 kPa)</w:t>
      </w:r>
      <w:r w:rsidR="0053343C" w:rsidRPr="00623008">
        <w:rPr>
          <w:rFonts w:cs="Arial"/>
          <w:szCs w:val="20"/>
        </w:rPr>
        <w:t xml:space="preserve">, soldagem por arco elétrico com sistema de costura dupla e contínua de alta fusão (Mig). </w:t>
      </w:r>
      <w:r w:rsidR="00552E0C" w:rsidRPr="00623008">
        <w:rPr>
          <w:rFonts w:cs="Arial"/>
          <w:szCs w:val="20"/>
        </w:rPr>
        <w:t xml:space="preserve">Que possua </w:t>
      </w:r>
      <w:r w:rsidR="0053343C" w:rsidRPr="00623008">
        <w:rPr>
          <w:rFonts w:cs="Arial"/>
          <w:szCs w:val="20"/>
        </w:rPr>
        <w:t>compartimentos separados por quebra-ondas no sentido transversal, que estão interligados por aberturas inferiores</w:t>
      </w:r>
      <w:r w:rsidR="00552E0C" w:rsidRPr="00623008">
        <w:rPr>
          <w:rFonts w:cs="Arial"/>
          <w:szCs w:val="20"/>
        </w:rPr>
        <w:t xml:space="preserve"> com diâmetro de</w:t>
      </w:r>
      <w:r w:rsidR="0053343C" w:rsidRPr="00623008">
        <w:rPr>
          <w:rFonts w:cs="Arial"/>
          <w:szCs w:val="20"/>
        </w:rPr>
        <w:t xml:space="preserve"> 500mm de forma a garantir o abastecimento contínuo da bomba e passagens a meia altura para manutenção interna</w:t>
      </w:r>
      <w:r w:rsidR="00552E0C" w:rsidRPr="00623008">
        <w:rPr>
          <w:rFonts w:cs="Arial"/>
          <w:szCs w:val="20"/>
        </w:rPr>
        <w:t>.</w:t>
      </w:r>
    </w:p>
    <w:p w:rsidR="00964757" w:rsidRPr="00623008" w:rsidRDefault="00964757" w:rsidP="00926980">
      <w:pPr>
        <w:pStyle w:val="PargrafodaLista"/>
        <w:numPr>
          <w:ilvl w:val="0"/>
          <w:numId w:val="35"/>
        </w:numPr>
        <w:ind w:left="0" w:firstLine="0"/>
        <w:jc w:val="both"/>
        <w:rPr>
          <w:rFonts w:cs="Arial"/>
          <w:szCs w:val="20"/>
        </w:rPr>
      </w:pPr>
      <w:r w:rsidRPr="00623008">
        <w:rPr>
          <w:rFonts w:cs="Arial"/>
          <w:b/>
          <w:szCs w:val="20"/>
        </w:rPr>
        <w:t>Plataforma metálica</w:t>
      </w:r>
      <w:r w:rsidR="0053343C" w:rsidRPr="00623008">
        <w:rPr>
          <w:rFonts w:cs="Arial"/>
          <w:b/>
          <w:szCs w:val="20"/>
        </w:rPr>
        <w:t xml:space="preserve"> t</w:t>
      </w:r>
      <w:r w:rsidR="0053343C" w:rsidRPr="00623008">
        <w:rPr>
          <w:rFonts w:cs="Arial"/>
          <w:szCs w:val="20"/>
        </w:rPr>
        <w:t>otalmente construído em perfilados de chapas de aço carbono</w:t>
      </w:r>
      <w:r w:rsidR="0030672A" w:rsidRPr="00623008">
        <w:rPr>
          <w:rFonts w:cs="Arial"/>
          <w:szCs w:val="20"/>
        </w:rPr>
        <w:t xml:space="preserve"> com qualidade mínima </w:t>
      </w:r>
      <w:r w:rsidR="0053343C" w:rsidRPr="00623008">
        <w:rPr>
          <w:rFonts w:cs="Arial"/>
          <w:szCs w:val="20"/>
        </w:rPr>
        <w:t>SAE 1010/20 com espessura mínima de 4,50mm, com mãos francesas dobradas, montadas ao longo do chassi para sustentação dos armários laterais. 02 (duas) longarinas – chassi em viga “U” (enrijecida na aba superior) interligadas as nervuras (mãos francesas) e travamentos internos também em viga “U”. Sistema de fixação deste ao chassi de veículo, por meio de sapatas com tirantes, conforme especificação de fabricante do veículo para carga líquida</w:t>
      </w:r>
      <w:r w:rsidR="00552E0C" w:rsidRPr="00623008">
        <w:rPr>
          <w:rFonts w:cs="Arial"/>
          <w:szCs w:val="20"/>
        </w:rPr>
        <w:t>.</w:t>
      </w:r>
    </w:p>
    <w:p w:rsidR="00E37D7A" w:rsidRPr="00623008" w:rsidRDefault="00E37D7A" w:rsidP="00926980">
      <w:pPr>
        <w:pStyle w:val="PargrafodaLista"/>
        <w:numPr>
          <w:ilvl w:val="0"/>
          <w:numId w:val="35"/>
        </w:numPr>
        <w:ind w:left="0" w:firstLine="0"/>
        <w:jc w:val="both"/>
        <w:rPr>
          <w:rFonts w:cs="Arial"/>
          <w:szCs w:val="20"/>
        </w:rPr>
      </w:pPr>
      <w:r w:rsidRPr="00623008">
        <w:rPr>
          <w:rFonts w:cs="Arial"/>
          <w:szCs w:val="20"/>
        </w:rPr>
        <w:t xml:space="preserve">Armários Laterais construído em chapa aço carbono </w:t>
      </w:r>
      <w:r w:rsidR="0030672A" w:rsidRPr="00623008">
        <w:rPr>
          <w:rFonts w:cs="Arial"/>
          <w:szCs w:val="20"/>
        </w:rPr>
        <w:t xml:space="preserve">com qualidade mínima </w:t>
      </w:r>
      <w:r w:rsidRPr="00623008">
        <w:rPr>
          <w:rFonts w:cs="Arial"/>
          <w:szCs w:val="20"/>
        </w:rPr>
        <w:t>SAE 1010/20 MSG com portas, fechaduras e vedação contra pó e água, que suportam e acondicionam tambores, carretéis, ferramentas, filtros e outros, sendo:</w:t>
      </w:r>
    </w:p>
    <w:p w:rsidR="00E37D7A" w:rsidRPr="00623008" w:rsidRDefault="00E37D7A" w:rsidP="00926980">
      <w:pPr>
        <w:pStyle w:val="PargrafodaLista"/>
        <w:numPr>
          <w:ilvl w:val="1"/>
          <w:numId w:val="35"/>
        </w:numPr>
        <w:ind w:left="0" w:firstLine="0"/>
        <w:jc w:val="both"/>
        <w:rPr>
          <w:rFonts w:cs="Arial"/>
          <w:szCs w:val="20"/>
        </w:rPr>
      </w:pPr>
      <w:r w:rsidRPr="00623008">
        <w:rPr>
          <w:rFonts w:cs="Arial"/>
          <w:szCs w:val="20"/>
        </w:rPr>
        <w:t xml:space="preserve">Lateral dianteira direita (lado do ajudante) com fechadura </w:t>
      </w:r>
      <w:r w:rsidR="0099643A" w:rsidRPr="00623008">
        <w:rPr>
          <w:rFonts w:cs="Arial"/>
          <w:szCs w:val="20"/>
        </w:rPr>
        <w:t xml:space="preserve">tipo </w:t>
      </w:r>
      <w:r w:rsidRPr="00623008">
        <w:rPr>
          <w:rFonts w:cs="Arial"/>
          <w:szCs w:val="20"/>
        </w:rPr>
        <w:t>cremona, chave e amortecedores, para acondicionar filtros e ferramentas.</w:t>
      </w:r>
    </w:p>
    <w:p w:rsidR="0099643A" w:rsidRPr="00623008" w:rsidRDefault="00E37D7A" w:rsidP="00926980">
      <w:pPr>
        <w:pStyle w:val="PargrafodaLista"/>
        <w:numPr>
          <w:ilvl w:val="1"/>
          <w:numId w:val="35"/>
        </w:numPr>
        <w:ind w:left="0" w:firstLine="0"/>
        <w:jc w:val="both"/>
        <w:rPr>
          <w:rFonts w:cs="Arial"/>
          <w:szCs w:val="20"/>
        </w:rPr>
      </w:pPr>
      <w:r w:rsidRPr="00623008">
        <w:rPr>
          <w:rFonts w:cs="Arial"/>
          <w:szCs w:val="20"/>
        </w:rPr>
        <w:t xml:space="preserve">Lateral dianteira esquerda (lado do motorista) com fechadura </w:t>
      </w:r>
      <w:r w:rsidR="0099643A" w:rsidRPr="00623008">
        <w:rPr>
          <w:rFonts w:cs="Arial"/>
          <w:szCs w:val="20"/>
        </w:rPr>
        <w:t xml:space="preserve">tipo </w:t>
      </w:r>
      <w:r w:rsidRPr="00623008">
        <w:rPr>
          <w:rFonts w:cs="Arial"/>
          <w:szCs w:val="20"/>
        </w:rPr>
        <w:t>cremona, chave e amortecedores, para acondicionar os carretéis de graxa, óleo lubrificante, ar, água e conjunto abastecedor de diesel.</w:t>
      </w:r>
    </w:p>
    <w:p w:rsidR="00E37D7A" w:rsidRPr="00623008" w:rsidRDefault="00E37D7A" w:rsidP="00926980">
      <w:pPr>
        <w:pStyle w:val="PargrafodaLista"/>
        <w:numPr>
          <w:ilvl w:val="1"/>
          <w:numId w:val="35"/>
        </w:numPr>
        <w:ind w:left="0" w:firstLine="0"/>
        <w:jc w:val="both"/>
        <w:rPr>
          <w:rFonts w:cs="Arial"/>
          <w:szCs w:val="20"/>
        </w:rPr>
      </w:pPr>
      <w:r w:rsidRPr="00623008">
        <w:rPr>
          <w:rFonts w:cs="Arial"/>
          <w:szCs w:val="20"/>
        </w:rPr>
        <w:t xml:space="preserve">Laterais traseiras ambos os lados com fechadura </w:t>
      </w:r>
      <w:r w:rsidR="0099643A" w:rsidRPr="00623008">
        <w:rPr>
          <w:rFonts w:cs="Arial"/>
          <w:szCs w:val="20"/>
        </w:rPr>
        <w:t xml:space="preserve">tipo </w:t>
      </w:r>
      <w:r w:rsidRPr="00623008">
        <w:rPr>
          <w:rFonts w:cs="Arial"/>
          <w:szCs w:val="20"/>
        </w:rPr>
        <w:t>cremona se</w:t>
      </w:r>
      <w:r w:rsidR="0099643A" w:rsidRPr="00623008">
        <w:rPr>
          <w:rFonts w:cs="Arial"/>
          <w:szCs w:val="20"/>
        </w:rPr>
        <w:t>m chave, com stop para porta 90º</w:t>
      </w:r>
      <w:r w:rsidRPr="00623008">
        <w:rPr>
          <w:rFonts w:cs="Arial"/>
          <w:szCs w:val="20"/>
        </w:rPr>
        <w:t>, para</w:t>
      </w:r>
      <w:r w:rsidR="0099643A" w:rsidRPr="00623008">
        <w:rPr>
          <w:rFonts w:cs="Arial"/>
          <w:szCs w:val="20"/>
        </w:rPr>
        <w:t xml:space="preserve"> </w:t>
      </w:r>
      <w:r w:rsidRPr="00623008">
        <w:rPr>
          <w:rFonts w:cs="Arial"/>
          <w:szCs w:val="20"/>
        </w:rPr>
        <w:t>acondicionar os reservatórios de óleos lubrificantes/hidráulicos e tambor de graxa.</w:t>
      </w:r>
    </w:p>
    <w:p w:rsidR="0099643A" w:rsidRPr="00623008" w:rsidRDefault="0099643A" w:rsidP="00926980">
      <w:pPr>
        <w:pStyle w:val="PargrafodaLista"/>
        <w:numPr>
          <w:ilvl w:val="0"/>
          <w:numId w:val="35"/>
        </w:numPr>
        <w:ind w:left="0" w:firstLine="0"/>
        <w:jc w:val="both"/>
        <w:rPr>
          <w:rFonts w:cs="Arial"/>
          <w:szCs w:val="20"/>
        </w:rPr>
      </w:pPr>
      <w:r w:rsidRPr="00623008">
        <w:rPr>
          <w:rFonts w:cs="Arial"/>
          <w:szCs w:val="20"/>
        </w:rPr>
        <w:t>Conjunto de acionamento Mecânico pelo PTO/TDF do câmbio do veículo com cardans em aço, mancal monobloco duplo com esticador, base suportes de fixação polias e correias.</w:t>
      </w:r>
    </w:p>
    <w:p w:rsidR="0099643A" w:rsidRPr="00623008" w:rsidRDefault="00964757" w:rsidP="00926980">
      <w:pPr>
        <w:pStyle w:val="PargrafodaLista"/>
        <w:numPr>
          <w:ilvl w:val="0"/>
          <w:numId w:val="35"/>
        </w:numPr>
        <w:ind w:left="0" w:firstLine="0"/>
        <w:jc w:val="both"/>
        <w:rPr>
          <w:rFonts w:cs="Arial"/>
          <w:szCs w:val="20"/>
        </w:rPr>
      </w:pPr>
      <w:r w:rsidRPr="00623008">
        <w:rPr>
          <w:rFonts w:cs="Arial"/>
          <w:b/>
          <w:szCs w:val="20"/>
        </w:rPr>
        <w:t xml:space="preserve">Sistema de </w:t>
      </w:r>
      <w:r w:rsidR="0099643A" w:rsidRPr="00623008">
        <w:rPr>
          <w:rFonts w:cs="Arial"/>
          <w:b/>
          <w:szCs w:val="20"/>
        </w:rPr>
        <w:t>ar comprimido</w:t>
      </w:r>
      <w:r w:rsidR="0099643A" w:rsidRPr="00623008">
        <w:rPr>
          <w:rFonts w:cs="Arial"/>
          <w:szCs w:val="20"/>
        </w:rPr>
        <w:t xml:space="preserve"> com </w:t>
      </w:r>
      <w:r w:rsidR="008522C7" w:rsidRPr="00623008">
        <w:rPr>
          <w:rFonts w:cs="Arial"/>
          <w:szCs w:val="20"/>
        </w:rPr>
        <w:t xml:space="preserve">um </w:t>
      </w:r>
      <w:r w:rsidR="0099643A" w:rsidRPr="00623008">
        <w:rPr>
          <w:rFonts w:cs="Arial"/>
          <w:szCs w:val="20"/>
        </w:rPr>
        <w:t xml:space="preserve">compressor de ar de no mínimo 20 PCM, pressão mínima de 175 PSI, com reservatório pulmão auxiliar de no mínimo 180 litros, certificado pelo Inmetro fornecido com prontuário de acordo com a NR13 do Ministério do Trabalho, serviço continuo, filtro regulador, painel de controle com manômetro, carretel com retração automática (retrátil), mangueira com diâmetro de ¼ polegadas e com mangueira de no mínimo 15 metros e bicos para limpeza e enchimento de pneus. Este sistema executa as seguintes funções: </w:t>
      </w:r>
    </w:p>
    <w:p w:rsidR="0099643A" w:rsidRPr="00623008" w:rsidRDefault="0099643A" w:rsidP="00926980">
      <w:pPr>
        <w:pStyle w:val="PargrafodaLista"/>
        <w:numPr>
          <w:ilvl w:val="1"/>
          <w:numId w:val="35"/>
        </w:numPr>
        <w:ind w:left="0" w:firstLine="0"/>
        <w:jc w:val="both"/>
        <w:rPr>
          <w:rFonts w:cs="Arial"/>
          <w:szCs w:val="20"/>
        </w:rPr>
      </w:pPr>
      <w:r w:rsidRPr="00623008">
        <w:rPr>
          <w:rFonts w:cs="Arial"/>
          <w:szCs w:val="20"/>
        </w:rPr>
        <w:t>Enchimento e calibração de pneus, acionamento de bombas pneumáticas e ferramentas pneumáticas até ¾” e limpeza geral/normal</w:t>
      </w:r>
      <w:r w:rsidR="00964757" w:rsidRPr="00623008">
        <w:rPr>
          <w:rFonts w:cs="Arial"/>
          <w:szCs w:val="20"/>
        </w:rPr>
        <w:t>;</w:t>
      </w:r>
      <w:r w:rsidRPr="00623008">
        <w:rPr>
          <w:rFonts w:cs="Arial"/>
          <w:szCs w:val="20"/>
        </w:rPr>
        <w:t xml:space="preserve"> </w:t>
      </w:r>
    </w:p>
    <w:p w:rsidR="00964757" w:rsidRPr="00623008" w:rsidRDefault="00964757" w:rsidP="00926980">
      <w:pPr>
        <w:pStyle w:val="PargrafodaLista"/>
        <w:numPr>
          <w:ilvl w:val="1"/>
          <w:numId w:val="35"/>
        </w:numPr>
        <w:ind w:left="0" w:firstLine="0"/>
        <w:jc w:val="both"/>
        <w:rPr>
          <w:rFonts w:cs="Arial"/>
          <w:szCs w:val="20"/>
        </w:rPr>
      </w:pPr>
      <w:r w:rsidRPr="00623008">
        <w:rPr>
          <w:rFonts w:cs="Arial"/>
          <w:szCs w:val="20"/>
        </w:rPr>
        <w:t xml:space="preserve">Equipado com 01 (um) </w:t>
      </w:r>
      <w:r w:rsidRPr="00623008">
        <w:rPr>
          <w:rFonts w:cs="Arial"/>
          <w:b/>
          <w:szCs w:val="20"/>
        </w:rPr>
        <w:t>conjunto de abastecimento de diesel</w:t>
      </w:r>
      <w:r w:rsidRPr="00623008">
        <w:rPr>
          <w:rFonts w:cs="Arial"/>
          <w:szCs w:val="20"/>
        </w:rPr>
        <w:t xml:space="preserve">, composto de bomba centrífuga, com carcaça em ferro fundido, rotor em bronze e vedação por selo mecânico </w:t>
      </w:r>
      <w:r w:rsidR="008F127F" w:rsidRPr="00623008">
        <w:rPr>
          <w:rFonts w:cs="Arial"/>
          <w:szCs w:val="20"/>
        </w:rPr>
        <w:t>similar ao selo</w:t>
      </w:r>
      <w:r w:rsidRPr="00623008">
        <w:rPr>
          <w:rFonts w:cs="Arial"/>
          <w:szCs w:val="20"/>
        </w:rPr>
        <w:t xml:space="preserve"> </w:t>
      </w:r>
      <w:proofErr w:type="spellStart"/>
      <w:r w:rsidRPr="00623008">
        <w:rPr>
          <w:rFonts w:cs="Arial"/>
          <w:szCs w:val="20"/>
        </w:rPr>
        <w:t>viton</w:t>
      </w:r>
      <w:proofErr w:type="spellEnd"/>
      <w:r w:rsidRPr="00623008">
        <w:rPr>
          <w:rFonts w:cs="Arial"/>
          <w:szCs w:val="20"/>
        </w:rPr>
        <w:t xml:space="preserve">. Vazão média </w:t>
      </w:r>
      <w:r w:rsidR="008F127F" w:rsidRPr="00623008">
        <w:rPr>
          <w:rFonts w:cs="Arial"/>
          <w:szCs w:val="20"/>
        </w:rPr>
        <w:t xml:space="preserve">mínima </w:t>
      </w:r>
      <w:r w:rsidRPr="00623008">
        <w:rPr>
          <w:rFonts w:cs="Arial"/>
          <w:szCs w:val="20"/>
        </w:rPr>
        <w:t>de 80 litros por minuto, protegidos contra particulados sólidos através de filtros de sucção tipo tela de no mínimo 140 mícrons, com medidor volumétrico de pistão com registro parcial e acumulativo em litros;</w:t>
      </w:r>
    </w:p>
    <w:p w:rsidR="00964757" w:rsidRPr="00623008" w:rsidRDefault="008522C7" w:rsidP="00926980">
      <w:pPr>
        <w:pStyle w:val="PargrafodaLista"/>
        <w:numPr>
          <w:ilvl w:val="0"/>
          <w:numId w:val="35"/>
        </w:numPr>
        <w:ind w:left="0" w:firstLine="0"/>
        <w:jc w:val="both"/>
        <w:rPr>
          <w:rFonts w:cs="Arial"/>
          <w:szCs w:val="20"/>
        </w:rPr>
      </w:pPr>
      <w:r w:rsidRPr="00623008">
        <w:rPr>
          <w:rFonts w:cs="Arial"/>
          <w:szCs w:val="20"/>
        </w:rPr>
        <w:t xml:space="preserve">Conjunto </w:t>
      </w:r>
      <w:r w:rsidR="00B33E79" w:rsidRPr="00623008">
        <w:rPr>
          <w:rFonts w:cs="Arial"/>
          <w:szCs w:val="20"/>
        </w:rPr>
        <w:t xml:space="preserve">abastecedor </w:t>
      </w:r>
      <w:r w:rsidRPr="00623008">
        <w:rPr>
          <w:rFonts w:cs="Arial"/>
          <w:szCs w:val="20"/>
        </w:rPr>
        <w:t xml:space="preserve">de </w:t>
      </w:r>
      <w:r w:rsidR="00B33E79" w:rsidRPr="00623008">
        <w:rPr>
          <w:rFonts w:cs="Arial"/>
          <w:szCs w:val="20"/>
        </w:rPr>
        <w:t>diesel com</w:t>
      </w:r>
      <w:r w:rsidRPr="00623008">
        <w:rPr>
          <w:rFonts w:cs="Arial"/>
          <w:szCs w:val="20"/>
        </w:rPr>
        <w:t xml:space="preserve"> </w:t>
      </w:r>
      <w:r w:rsidR="00B33E79" w:rsidRPr="00623008">
        <w:rPr>
          <w:rFonts w:cs="Arial"/>
          <w:szCs w:val="20"/>
        </w:rPr>
        <w:t xml:space="preserve">bomba </w:t>
      </w:r>
      <w:r w:rsidRPr="00623008">
        <w:rPr>
          <w:rFonts w:cs="Arial"/>
          <w:szCs w:val="20"/>
        </w:rPr>
        <w:t>centrífuga de vedação por selo mecânico</w:t>
      </w:r>
      <w:r w:rsidR="00B33E79" w:rsidRPr="00623008">
        <w:rPr>
          <w:rFonts w:cs="Arial"/>
          <w:szCs w:val="20"/>
        </w:rPr>
        <w:t>, vazão mínima de 100 litros por minuto</w:t>
      </w:r>
      <w:r w:rsidR="00643A4A" w:rsidRPr="00623008">
        <w:rPr>
          <w:rFonts w:cs="Arial"/>
          <w:szCs w:val="20"/>
        </w:rPr>
        <w:t xml:space="preserve"> (LPM)</w:t>
      </w:r>
      <w:r w:rsidRPr="00623008">
        <w:rPr>
          <w:rFonts w:cs="Arial"/>
          <w:szCs w:val="20"/>
        </w:rPr>
        <w:t xml:space="preserve">, medidor de vazão mecânico, construído em materiais metálicos anticorrosivos com sistema de calibragem </w:t>
      </w:r>
      <w:r w:rsidR="00B33E79" w:rsidRPr="00623008">
        <w:rPr>
          <w:rFonts w:cs="Arial"/>
          <w:szCs w:val="20"/>
        </w:rPr>
        <w:t>com precisão de aproximadamente 100,00</w:t>
      </w:r>
      <w:r w:rsidRPr="00623008">
        <w:rPr>
          <w:rFonts w:cs="Arial"/>
          <w:szCs w:val="20"/>
        </w:rPr>
        <w:t>%, carretel com retração automática (retrátil) com mangueira</w:t>
      </w:r>
      <w:r w:rsidR="00B33E79" w:rsidRPr="00623008">
        <w:rPr>
          <w:rFonts w:cs="Arial"/>
          <w:szCs w:val="20"/>
        </w:rPr>
        <w:t xml:space="preserve"> de diâmetro de </w:t>
      </w:r>
      <w:r w:rsidRPr="00623008">
        <w:rPr>
          <w:rFonts w:cs="Arial"/>
          <w:szCs w:val="20"/>
        </w:rPr>
        <w:t>1</w:t>
      </w:r>
      <w:r w:rsidR="00B33E79" w:rsidRPr="00623008">
        <w:rPr>
          <w:rFonts w:cs="Arial"/>
          <w:szCs w:val="20"/>
        </w:rPr>
        <w:t xml:space="preserve"> polegada, tamanho </w:t>
      </w:r>
      <w:r w:rsidR="007652F2" w:rsidRPr="00623008">
        <w:rPr>
          <w:rFonts w:cs="Arial"/>
          <w:szCs w:val="20"/>
        </w:rPr>
        <w:t xml:space="preserve">mínimo </w:t>
      </w:r>
      <w:r w:rsidR="00B33E79" w:rsidRPr="00623008">
        <w:rPr>
          <w:rFonts w:cs="Arial"/>
          <w:szCs w:val="20"/>
        </w:rPr>
        <w:t xml:space="preserve">de </w:t>
      </w:r>
      <w:r w:rsidRPr="00623008">
        <w:rPr>
          <w:rFonts w:cs="Arial"/>
          <w:szCs w:val="20"/>
        </w:rPr>
        <w:t>10m e bico abastecedor com gatilho automático</w:t>
      </w:r>
      <w:r w:rsidR="001A4258" w:rsidRPr="00623008">
        <w:rPr>
          <w:rFonts w:cs="Arial"/>
          <w:szCs w:val="20"/>
        </w:rPr>
        <w:t xml:space="preserve">. Filtro de linha tipo cartucho eliminador de partículas e água, com conexões de </w:t>
      </w:r>
      <w:r w:rsidR="007D1751" w:rsidRPr="00623008">
        <w:rPr>
          <w:rFonts w:cs="Arial"/>
          <w:szCs w:val="20"/>
        </w:rPr>
        <w:t xml:space="preserve">diâmetro de 1 polegada e meia </w:t>
      </w:r>
      <w:r w:rsidR="001A4258" w:rsidRPr="00623008">
        <w:rPr>
          <w:rFonts w:cs="Arial"/>
          <w:szCs w:val="20"/>
        </w:rPr>
        <w:t>NPT, elemento hidrofóbico coalescente com 2 estágios de filtragem</w:t>
      </w:r>
      <w:r w:rsidR="007D1751" w:rsidRPr="00623008">
        <w:rPr>
          <w:rFonts w:cs="Arial"/>
          <w:szCs w:val="20"/>
        </w:rPr>
        <w:t xml:space="preserve"> para remover </w:t>
      </w:r>
      <w:r w:rsidR="001A4258" w:rsidRPr="00623008">
        <w:rPr>
          <w:rFonts w:cs="Arial"/>
          <w:szCs w:val="20"/>
        </w:rPr>
        <w:t>partículas a partir de 5 micra e repele a água, dotado de dreno para água e m</w:t>
      </w:r>
      <w:r w:rsidR="00A17C32">
        <w:rPr>
          <w:rFonts w:cs="Arial"/>
          <w:szCs w:val="20"/>
        </w:rPr>
        <w:t>anômetro indicador de saturação;</w:t>
      </w:r>
    </w:p>
    <w:p w:rsidR="007652F2" w:rsidRPr="00623008" w:rsidRDefault="00184812" w:rsidP="00926980">
      <w:pPr>
        <w:pStyle w:val="PargrafodaLista"/>
        <w:numPr>
          <w:ilvl w:val="0"/>
          <w:numId w:val="35"/>
        </w:numPr>
        <w:ind w:left="0" w:firstLine="0"/>
        <w:jc w:val="both"/>
        <w:rPr>
          <w:rFonts w:cs="Arial"/>
          <w:szCs w:val="20"/>
        </w:rPr>
      </w:pPr>
      <w:r w:rsidRPr="00623008">
        <w:rPr>
          <w:szCs w:val="20"/>
        </w:rPr>
        <w:t>1 (um) c</w:t>
      </w:r>
      <w:r w:rsidR="007652F2" w:rsidRPr="00623008">
        <w:rPr>
          <w:szCs w:val="20"/>
        </w:rPr>
        <w:t>onjunto de graxa com suporte para tambor e disco raspador com propulsora pneumática conexão tipo “Z”, carretel com retração automática (retrátil), mangueira com diâmetro de ¼ de polegada, com mangueira de no mínimo 15 metros e bico lubrificador com união giratória mais a tampa do tambor.</w:t>
      </w:r>
    </w:p>
    <w:p w:rsidR="00184812" w:rsidRPr="00623008" w:rsidRDefault="00184812" w:rsidP="00926980">
      <w:pPr>
        <w:pStyle w:val="PargrafodaLista"/>
        <w:numPr>
          <w:ilvl w:val="0"/>
          <w:numId w:val="35"/>
        </w:numPr>
        <w:ind w:left="0" w:firstLine="0"/>
        <w:jc w:val="both"/>
        <w:rPr>
          <w:rFonts w:cs="Arial"/>
          <w:szCs w:val="20"/>
        </w:rPr>
      </w:pPr>
      <w:r w:rsidRPr="00623008">
        <w:rPr>
          <w:rFonts w:cs="Arial"/>
          <w:szCs w:val="20"/>
        </w:rPr>
        <w:t>03 (três) conjuntos co</w:t>
      </w:r>
      <w:r w:rsidR="008E723A" w:rsidRPr="00623008">
        <w:rPr>
          <w:rFonts w:cs="Arial"/>
          <w:szCs w:val="20"/>
        </w:rPr>
        <w:t>m reservatórios pressurizados, c</w:t>
      </w:r>
      <w:r w:rsidRPr="00623008">
        <w:rPr>
          <w:rFonts w:cs="Arial"/>
          <w:szCs w:val="20"/>
        </w:rPr>
        <w:t xml:space="preserve">ertificados pelo Inmetro, fornecidos com prontuários de acordo com a NR 13 do Ministério do Trabalho, capacidade de 250 litros, cada, completos com válvulas </w:t>
      </w:r>
      <w:r w:rsidR="008E723A" w:rsidRPr="00623008">
        <w:rPr>
          <w:rFonts w:cs="Arial"/>
          <w:szCs w:val="20"/>
        </w:rPr>
        <w:t>esféricas dotadas</w:t>
      </w:r>
      <w:r w:rsidRPr="00623008">
        <w:rPr>
          <w:rFonts w:cs="Arial"/>
          <w:szCs w:val="20"/>
        </w:rPr>
        <w:t xml:space="preserve"> de 01 visor de nível graduado, em cada um, carretéis com retração automática (retrátil), mangueiras com diâmetro mínimo de ½ polegada, tamanho mínimo de 15 metros, e bicos abastecedores de a</w:t>
      </w:r>
      <w:r w:rsidR="00A17C32">
        <w:rPr>
          <w:rFonts w:cs="Arial"/>
          <w:szCs w:val="20"/>
        </w:rPr>
        <w:t>lta vazão com uniões giratórias;</w:t>
      </w:r>
    </w:p>
    <w:p w:rsidR="001759CC" w:rsidRPr="00623008" w:rsidRDefault="00F7719D" w:rsidP="00926980">
      <w:pPr>
        <w:pStyle w:val="PargrafodaLista"/>
        <w:numPr>
          <w:ilvl w:val="0"/>
          <w:numId w:val="35"/>
        </w:numPr>
        <w:ind w:left="0" w:firstLine="0"/>
        <w:jc w:val="both"/>
        <w:rPr>
          <w:rFonts w:cs="Arial"/>
          <w:szCs w:val="20"/>
        </w:rPr>
      </w:pPr>
      <w:r w:rsidRPr="00623008">
        <w:rPr>
          <w:rFonts w:cs="Arial"/>
          <w:szCs w:val="20"/>
        </w:rPr>
        <w:t>Sistema de a</w:t>
      </w:r>
      <w:r w:rsidR="001759CC" w:rsidRPr="00623008">
        <w:rPr>
          <w:rFonts w:cs="Arial"/>
          <w:szCs w:val="20"/>
        </w:rPr>
        <w:t>uto abastecimento dos reservatórios de óleos lubrificante</w:t>
      </w:r>
      <w:r w:rsidR="008E723A" w:rsidRPr="00623008">
        <w:rPr>
          <w:rFonts w:cs="Arial"/>
          <w:szCs w:val="20"/>
        </w:rPr>
        <w:t xml:space="preserve"> </w:t>
      </w:r>
      <w:r w:rsidRPr="00623008">
        <w:rPr>
          <w:rFonts w:cs="Arial"/>
          <w:szCs w:val="20"/>
        </w:rPr>
        <w:t>composto por</w:t>
      </w:r>
      <w:r w:rsidR="001759CC" w:rsidRPr="00623008">
        <w:rPr>
          <w:rFonts w:cs="Arial"/>
          <w:szCs w:val="20"/>
        </w:rPr>
        <w:t xml:space="preserve"> conjunto escorvador posicionado junto ao painel de operações, mangueiras em</w:t>
      </w:r>
      <w:r w:rsidR="008E723A" w:rsidRPr="00623008">
        <w:rPr>
          <w:rFonts w:cs="Arial"/>
          <w:szCs w:val="20"/>
        </w:rPr>
        <w:t xml:space="preserve"> </w:t>
      </w:r>
      <w:r w:rsidR="001759CC" w:rsidRPr="00623008">
        <w:rPr>
          <w:rFonts w:cs="Arial"/>
          <w:szCs w:val="20"/>
        </w:rPr>
        <w:t xml:space="preserve">polietileno e conexões de interligação com os reservatórios e conjunto mangueira em </w:t>
      </w:r>
      <w:r w:rsidR="008E723A" w:rsidRPr="00623008">
        <w:rPr>
          <w:rFonts w:cs="Arial"/>
          <w:szCs w:val="20"/>
        </w:rPr>
        <w:t xml:space="preserve">PVC com </w:t>
      </w:r>
      <w:r w:rsidR="001759CC" w:rsidRPr="00623008">
        <w:rPr>
          <w:rFonts w:cs="Arial"/>
          <w:szCs w:val="20"/>
        </w:rPr>
        <w:t xml:space="preserve">diâmetro </w:t>
      </w:r>
      <w:r w:rsidR="008E723A" w:rsidRPr="00623008">
        <w:rPr>
          <w:rFonts w:cs="Arial"/>
          <w:szCs w:val="20"/>
        </w:rPr>
        <w:t xml:space="preserve">de 1 polegada por </w:t>
      </w:r>
      <w:r w:rsidR="001759CC" w:rsidRPr="00623008">
        <w:rPr>
          <w:rFonts w:cs="Arial"/>
          <w:szCs w:val="20"/>
        </w:rPr>
        <w:t>2,50m</w:t>
      </w:r>
      <w:r w:rsidR="008E723A" w:rsidRPr="00623008">
        <w:rPr>
          <w:rFonts w:cs="Arial"/>
          <w:szCs w:val="20"/>
        </w:rPr>
        <w:t xml:space="preserve">, </w:t>
      </w:r>
      <w:r w:rsidR="001759CC" w:rsidRPr="00623008">
        <w:rPr>
          <w:rFonts w:cs="Arial"/>
          <w:szCs w:val="20"/>
        </w:rPr>
        <w:t>dotadas de engates rápidos para transferência dos óleos lubrificantes</w:t>
      </w:r>
      <w:r w:rsidR="00A17C32">
        <w:rPr>
          <w:rFonts w:cs="Arial"/>
          <w:szCs w:val="20"/>
        </w:rPr>
        <w:t>;</w:t>
      </w:r>
    </w:p>
    <w:p w:rsidR="00F7719D" w:rsidRPr="00623008" w:rsidRDefault="007269F4" w:rsidP="00926980">
      <w:pPr>
        <w:pStyle w:val="PargrafodaLista"/>
        <w:numPr>
          <w:ilvl w:val="0"/>
          <w:numId w:val="35"/>
        </w:numPr>
        <w:ind w:left="0" w:firstLine="0"/>
        <w:jc w:val="both"/>
        <w:rPr>
          <w:rFonts w:cs="Arial"/>
          <w:szCs w:val="20"/>
        </w:rPr>
      </w:pPr>
      <w:r w:rsidRPr="00623008">
        <w:rPr>
          <w:rFonts w:cs="Arial"/>
          <w:szCs w:val="20"/>
        </w:rPr>
        <w:t xml:space="preserve">Sistema de tratamento e secagem do ar comprimido, composto por filtros eliminadores de óleo e partículas, secador de ar (eliminador </w:t>
      </w:r>
      <w:r w:rsidR="00A17C32">
        <w:rPr>
          <w:rFonts w:cs="Arial"/>
          <w:szCs w:val="20"/>
        </w:rPr>
        <w:t>de água) e regulador de pressão;</w:t>
      </w:r>
    </w:p>
    <w:p w:rsidR="007269F4" w:rsidRPr="00623008" w:rsidRDefault="00B923E5" w:rsidP="00926980">
      <w:pPr>
        <w:pStyle w:val="PargrafodaLista"/>
        <w:numPr>
          <w:ilvl w:val="0"/>
          <w:numId w:val="35"/>
        </w:numPr>
        <w:ind w:left="0" w:firstLine="0"/>
        <w:jc w:val="both"/>
        <w:rPr>
          <w:rFonts w:cs="Arial"/>
          <w:szCs w:val="20"/>
        </w:rPr>
      </w:pPr>
      <w:r w:rsidRPr="00623008">
        <w:rPr>
          <w:rFonts w:cs="Arial"/>
          <w:szCs w:val="20"/>
        </w:rPr>
        <w:t xml:space="preserve">01 (um) </w:t>
      </w:r>
      <w:r w:rsidR="00643A4A" w:rsidRPr="00623008">
        <w:rPr>
          <w:rFonts w:cs="Arial"/>
          <w:szCs w:val="20"/>
        </w:rPr>
        <w:t>recipiente com capacidade de</w:t>
      </w:r>
      <w:r w:rsidRPr="00623008">
        <w:rPr>
          <w:rFonts w:cs="Arial"/>
          <w:szCs w:val="20"/>
        </w:rPr>
        <w:t xml:space="preserve"> 300L em polietileno para água com bomba pneumática duplo diafragma, rendimento</w:t>
      </w:r>
      <w:r w:rsidR="00224A45" w:rsidRPr="00623008">
        <w:rPr>
          <w:rFonts w:cs="Arial"/>
          <w:szCs w:val="20"/>
        </w:rPr>
        <w:t xml:space="preserve"> mínimo</w:t>
      </w:r>
      <w:r w:rsidRPr="00623008">
        <w:rPr>
          <w:rFonts w:cs="Arial"/>
          <w:szCs w:val="20"/>
        </w:rPr>
        <w:t xml:space="preserve"> de 12 LPM a 50 PSI com carretel com retração automática (retrátil), mangueira</w:t>
      </w:r>
      <w:r w:rsidR="00224A45" w:rsidRPr="00623008">
        <w:rPr>
          <w:rFonts w:cs="Arial"/>
          <w:szCs w:val="20"/>
        </w:rPr>
        <w:t xml:space="preserve"> com diâmetro de ½ polegada, com comprimento de</w:t>
      </w:r>
      <w:r w:rsidR="00A17C32">
        <w:rPr>
          <w:rFonts w:cs="Arial"/>
          <w:szCs w:val="20"/>
        </w:rPr>
        <w:t xml:space="preserve"> 15 metros e bico pulverizador;</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01 (um) recipiente de 70L em polietil</w:t>
      </w:r>
      <w:r w:rsidR="00A17C32">
        <w:rPr>
          <w:szCs w:val="20"/>
        </w:rPr>
        <w:t>eno para coleta de óleos usados;</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Bandeja para filtros usados com descarga direta para o reservatório de óleo usado</w:t>
      </w:r>
      <w:r w:rsidR="00A17C32">
        <w:rPr>
          <w:szCs w:val="20"/>
        </w:rPr>
        <w:t>;</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 xml:space="preserve">01 (um) Corote em polietileno para </w:t>
      </w:r>
      <w:r w:rsidR="00A17C32">
        <w:rPr>
          <w:szCs w:val="20"/>
        </w:rPr>
        <w:t>água ou detergente de 42 litros;</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Sinalização e Iluminação de serviços que possibilite operações noturnas com os seguintes recursos: 2 (dois) faróis de trabalho de 4 polegadas, com 09 lâmpadas em Led totalizando 27 W (cada farol), direcionáveis manualmente, instalados na carenagem lateral dianteira e traseira com acesso pelo passadiço superior e com interruptores próprios. Lâmpadas para iluminação dos armários laterais dianteiros. 01 (uma) tomada do tipo piso para pendente, instalada dentro do armár</w:t>
      </w:r>
      <w:r w:rsidR="00A17C32">
        <w:rPr>
          <w:szCs w:val="20"/>
        </w:rPr>
        <w:t>io. Sistema sonoro alarme de ré;</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Sinalização de trânsito com lanternas tipo posição em LED sendo 03 (três) em cada lateral e lanternas delimitadoras sendo 02 (duas) dianteiras e 02 (duas) traseiras, conforme norma Contran. Dispositivos refletivos, “conforme resolução nº 128 de 06 de agosto de 2.001, (art. 12</w:t>
      </w:r>
      <w:r w:rsidR="00A17C32">
        <w:rPr>
          <w:szCs w:val="20"/>
        </w:rPr>
        <w:t xml:space="preserve"> Lei nº 9.503 de 23/09/97 </w:t>
      </w:r>
      <w:proofErr w:type="gramStart"/>
      <w:r w:rsidR="00A17C32">
        <w:rPr>
          <w:szCs w:val="20"/>
        </w:rPr>
        <w:t>CTB)”</w:t>
      </w:r>
      <w:proofErr w:type="gramEnd"/>
      <w:r w:rsidR="00A17C32">
        <w:rPr>
          <w:szCs w:val="20"/>
        </w:rPr>
        <w:t>;</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Suporte combinado para cones de sinalização e calços para pneus. 01 (um) suporte para pneu estepe do chassi veículo. 02 (dois) suportes para extintor de 8Kg. 01 (um) para-choque traseiro, articulável, construído em perfis de aço, com articulação e trava de segurança, fixado ao chassi do veículo e pintado</w:t>
      </w:r>
      <w:r w:rsidR="008C45B1" w:rsidRPr="00623008">
        <w:rPr>
          <w:szCs w:val="20"/>
        </w:rPr>
        <w:t xml:space="preserve">. </w:t>
      </w:r>
      <w:r w:rsidRPr="00623008">
        <w:rPr>
          <w:szCs w:val="20"/>
        </w:rPr>
        <w:t>02 (dois) para-barros traseiros de borracha</w:t>
      </w:r>
      <w:r w:rsidR="00A17C32">
        <w:rPr>
          <w:szCs w:val="20"/>
        </w:rPr>
        <w:t xml:space="preserve"> sintética;</w:t>
      </w:r>
    </w:p>
    <w:p w:rsidR="001F5A54" w:rsidRPr="00623008" w:rsidRDefault="001F5A54" w:rsidP="00926980">
      <w:pPr>
        <w:pStyle w:val="PargrafodaLista"/>
        <w:numPr>
          <w:ilvl w:val="0"/>
          <w:numId w:val="35"/>
        </w:numPr>
        <w:ind w:left="0" w:firstLine="0"/>
        <w:jc w:val="both"/>
        <w:rPr>
          <w:rFonts w:cs="Arial"/>
          <w:szCs w:val="20"/>
        </w:rPr>
      </w:pPr>
      <w:r w:rsidRPr="00623008">
        <w:rPr>
          <w:szCs w:val="20"/>
        </w:rPr>
        <w:t>Itens Complementares: 03 (três) medidores de vazão para óleos lubrificantes, mecânicos. Tomada de força com acionamento pneumático, instalada. Parametrização / Acelerador Eletrônico com serviço de configuração do módulo do motor com parametrização da rotação de trabalho e habilitação do acionamento da tomada de força com botão de a</w:t>
      </w:r>
      <w:r w:rsidR="00A17C32">
        <w:rPr>
          <w:szCs w:val="20"/>
        </w:rPr>
        <w:t>cionamento no painel do veículo;</w:t>
      </w:r>
    </w:p>
    <w:p w:rsidR="001F5A54" w:rsidRPr="00623008" w:rsidRDefault="001F5A54" w:rsidP="00926980">
      <w:pPr>
        <w:pStyle w:val="PargrafodaLista"/>
        <w:numPr>
          <w:ilvl w:val="0"/>
          <w:numId w:val="35"/>
        </w:numPr>
        <w:ind w:left="0" w:firstLine="0"/>
        <w:jc w:val="both"/>
        <w:rPr>
          <w:rFonts w:cs="Arial"/>
          <w:szCs w:val="20"/>
        </w:rPr>
      </w:pPr>
      <w:r w:rsidRPr="00623008">
        <w:rPr>
          <w:szCs w:val="20"/>
        </w:rPr>
        <w:t xml:space="preserve">Pintura e acabamento externo: O equipamento deverá ser submetido à limpeza mecânica antes da aplicação de uma demão de fundo Primer óxido de ferro anti-ferruginoso. Aplicação de duas demãos de </w:t>
      </w:r>
      <w:r w:rsidR="008C45B1" w:rsidRPr="00623008">
        <w:rPr>
          <w:szCs w:val="20"/>
        </w:rPr>
        <w:t xml:space="preserve">esmalte poliuretano </w:t>
      </w:r>
      <w:r w:rsidRPr="00623008">
        <w:rPr>
          <w:szCs w:val="20"/>
        </w:rPr>
        <w:t xml:space="preserve">(PU) </w:t>
      </w:r>
      <w:r w:rsidR="008C45B1" w:rsidRPr="00623008">
        <w:rPr>
          <w:szCs w:val="20"/>
        </w:rPr>
        <w:t>na</w:t>
      </w:r>
      <w:r w:rsidR="00A17C32">
        <w:rPr>
          <w:szCs w:val="20"/>
        </w:rPr>
        <w:t xml:space="preserve"> cor branca;</w:t>
      </w:r>
    </w:p>
    <w:p w:rsidR="00A26667" w:rsidRPr="00A17C32" w:rsidRDefault="001F5A54" w:rsidP="00926980">
      <w:pPr>
        <w:pStyle w:val="PargrafodaLista"/>
        <w:numPr>
          <w:ilvl w:val="0"/>
          <w:numId w:val="35"/>
        </w:numPr>
        <w:ind w:left="0" w:firstLine="0"/>
        <w:jc w:val="both"/>
        <w:rPr>
          <w:rFonts w:cs="Arial"/>
          <w:szCs w:val="20"/>
        </w:rPr>
      </w:pPr>
      <w:r w:rsidRPr="00623008">
        <w:rPr>
          <w:szCs w:val="20"/>
        </w:rPr>
        <w:t>Implemento certificado junto ao Inmetro para o transporte de produtos</w:t>
      </w:r>
      <w:r w:rsidR="00A17C32">
        <w:rPr>
          <w:szCs w:val="20"/>
        </w:rPr>
        <w:t xml:space="preserve"> perigosos, com emissão de CTPP;</w:t>
      </w:r>
    </w:p>
    <w:p w:rsidR="00A17C32" w:rsidRPr="00623008" w:rsidRDefault="008E241E" w:rsidP="00926980">
      <w:pPr>
        <w:pStyle w:val="PargrafodaLista"/>
        <w:numPr>
          <w:ilvl w:val="0"/>
          <w:numId w:val="35"/>
        </w:numPr>
        <w:ind w:left="0" w:firstLine="0"/>
        <w:jc w:val="both"/>
        <w:rPr>
          <w:rFonts w:cs="Arial"/>
          <w:szCs w:val="20"/>
        </w:rPr>
      </w:pPr>
      <w:r>
        <w:rPr>
          <w:szCs w:val="20"/>
        </w:rPr>
        <w:t>Produto</w:t>
      </w:r>
      <w:r w:rsidR="0078361D">
        <w:rPr>
          <w:szCs w:val="20"/>
        </w:rPr>
        <w:t xml:space="preserve"> similar ao Caminhão Iveco 11-190, equipado com i</w:t>
      </w:r>
      <w:r w:rsidR="00A17C32">
        <w:rPr>
          <w:szCs w:val="20"/>
        </w:rPr>
        <w:t xml:space="preserve">mplemento similar ao </w:t>
      </w:r>
      <w:r w:rsidR="00A17C32" w:rsidRPr="00A17C32">
        <w:rPr>
          <w:rFonts w:cs="Times New Roman"/>
          <w:i/>
          <w:szCs w:val="20"/>
        </w:rPr>
        <w:t>Pressolub</w:t>
      </w:r>
      <w:r w:rsidR="00A17C32">
        <w:rPr>
          <w:rFonts w:cs="Times New Roman"/>
          <w:szCs w:val="20"/>
        </w:rPr>
        <w:t xml:space="preserve"> A 2500/3R/1T da Gascom.</w:t>
      </w:r>
    </w:p>
    <w:p w:rsidR="007652F2" w:rsidRDefault="007652F2" w:rsidP="007652F2">
      <w:pPr>
        <w:jc w:val="both"/>
        <w:rPr>
          <w:rFonts w:cs="Arial"/>
          <w:szCs w:val="20"/>
        </w:rPr>
      </w:pPr>
    </w:p>
    <w:tbl>
      <w:tblPr>
        <w:tblW w:w="8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0"/>
        <w:gridCol w:w="7683"/>
      </w:tblGrid>
      <w:tr w:rsidR="00124645" w:rsidRPr="00623008" w:rsidTr="00224A1A">
        <w:trPr>
          <w:jc w:val="center"/>
        </w:trPr>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4645" w:rsidRPr="00623008" w:rsidRDefault="00124645" w:rsidP="00224A1A">
            <w:pPr>
              <w:widowControl w:val="0"/>
              <w:suppressAutoHyphens/>
              <w:jc w:val="center"/>
              <w:rPr>
                <w:rFonts w:cs="Arial"/>
                <w:b/>
                <w:color w:val="000000"/>
                <w:szCs w:val="20"/>
              </w:rPr>
            </w:pPr>
            <w:r w:rsidRPr="00623008">
              <w:rPr>
                <w:rFonts w:cs="Arial"/>
                <w:b/>
                <w:color w:val="000000"/>
                <w:szCs w:val="20"/>
              </w:rPr>
              <w:t>ITEM</w:t>
            </w:r>
          </w:p>
        </w:tc>
        <w:tc>
          <w:tcPr>
            <w:tcW w:w="7683" w:type="dxa"/>
            <w:tcBorders>
              <w:top w:val="single" w:sz="4" w:space="0" w:color="000000"/>
              <w:left w:val="single" w:sz="4" w:space="0" w:color="000000"/>
              <w:bottom w:val="single" w:sz="4" w:space="0" w:color="000000"/>
              <w:right w:val="single" w:sz="4" w:space="0" w:color="000000"/>
            </w:tcBorders>
            <w:shd w:val="clear" w:color="auto" w:fill="FFFF00"/>
          </w:tcPr>
          <w:p w:rsidR="00124645" w:rsidRPr="00623008" w:rsidRDefault="00124645" w:rsidP="00224A1A">
            <w:pPr>
              <w:widowControl w:val="0"/>
              <w:suppressAutoHyphens/>
              <w:jc w:val="center"/>
              <w:rPr>
                <w:rFonts w:cs="Times New Roman"/>
                <w:b/>
                <w:bCs/>
                <w:szCs w:val="20"/>
              </w:rPr>
            </w:pPr>
            <w:r w:rsidRPr="00623008">
              <w:rPr>
                <w:rFonts w:cs="Times New Roman"/>
                <w:b/>
                <w:bCs/>
                <w:szCs w:val="20"/>
              </w:rPr>
              <w:t>DESCRIÇÃO/ESPECIFICAÇÃO</w:t>
            </w:r>
          </w:p>
        </w:tc>
      </w:tr>
      <w:tr w:rsidR="00124645" w:rsidRPr="00623008" w:rsidTr="00224A1A">
        <w:trPr>
          <w:jc w:val="center"/>
        </w:trPr>
        <w:tc>
          <w:tcPr>
            <w:tcW w:w="1140" w:type="dxa"/>
            <w:vAlign w:val="center"/>
          </w:tcPr>
          <w:p w:rsidR="00124645" w:rsidRPr="00623008" w:rsidRDefault="001903F1" w:rsidP="00224A1A">
            <w:pPr>
              <w:widowControl w:val="0"/>
              <w:suppressAutoHyphens/>
              <w:jc w:val="center"/>
              <w:rPr>
                <w:rFonts w:cs="Arial"/>
                <w:b/>
                <w:color w:val="000000"/>
                <w:szCs w:val="20"/>
              </w:rPr>
            </w:pPr>
            <w:r>
              <w:rPr>
                <w:rFonts w:cs="Arial"/>
                <w:b/>
                <w:color w:val="000000"/>
                <w:szCs w:val="20"/>
              </w:rPr>
              <w:t>41</w:t>
            </w:r>
          </w:p>
        </w:tc>
        <w:tc>
          <w:tcPr>
            <w:tcW w:w="7683" w:type="dxa"/>
          </w:tcPr>
          <w:p w:rsidR="00124645" w:rsidRPr="00623008" w:rsidRDefault="00124645" w:rsidP="00124645">
            <w:pPr>
              <w:widowControl w:val="0"/>
              <w:suppressAutoHyphens/>
              <w:rPr>
                <w:rFonts w:cs="Arial"/>
                <w:color w:val="000000"/>
                <w:szCs w:val="20"/>
              </w:rPr>
            </w:pPr>
            <w:r w:rsidRPr="00623008">
              <w:rPr>
                <w:rFonts w:cs="Times New Roman"/>
                <w:bCs/>
                <w:szCs w:val="20"/>
              </w:rPr>
              <w:t>Caminhão a diesel com comboio lubrificante</w:t>
            </w:r>
            <w:r>
              <w:rPr>
                <w:rFonts w:cs="Times New Roman"/>
                <w:bCs/>
                <w:szCs w:val="20"/>
              </w:rPr>
              <w:t xml:space="preserve"> de 5000 litros</w:t>
            </w:r>
            <w:r w:rsidRPr="00623008">
              <w:rPr>
                <w:rFonts w:cs="Times New Roman"/>
                <w:bCs/>
                <w:szCs w:val="20"/>
              </w:rPr>
              <w:t>, tração 4x2</w:t>
            </w:r>
          </w:p>
        </w:tc>
      </w:tr>
    </w:tbl>
    <w:p w:rsidR="00124645" w:rsidRPr="00623008" w:rsidRDefault="00124645" w:rsidP="00124645">
      <w:pPr>
        <w:pStyle w:val="PargrafodaLista"/>
        <w:numPr>
          <w:ilvl w:val="0"/>
          <w:numId w:val="121"/>
        </w:numPr>
        <w:spacing w:before="240" w:after="240"/>
        <w:ind w:left="0" w:firstLine="0"/>
        <w:contextualSpacing w:val="0"/>
        <w:jc w:val="both"/>
        <w:rPr>
          <w:rFonts w:cs="Arial"/>
          <w:b/>
          <w:szCs w:val="20"/>
        </w:rPr>
      </w:pPr>
      <w:r w:rsidRPr="00623008">
        <w:rPr>
          <w:rFonts w:cs="Arial"/>
          <w:b/>
          <w:szCs w:val="20"/>
        </w:rPr>
        <w:t>CARACTERÍSTICAS TÉCNICAS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 xml:space="preserve">Classificação: Veículo novo, tração 4x2, zero quilômetro, equipado com </w:t>
      </w:r>
      <w:r w:rsidRPr="00623008">
        <w:rPr>
          <w:rFonts w:cs="Times New Roman"/>
          <w:bCs/>
          <w:szCs w:val="20"/>
        </w:rPr>
        <w:t>comboio lubrificante</w:t>
      </w:r>
      <w:r w:rsidRPr="00623008">
        <w:rPr>
          <w:rFonts w:cs="Arial"/>
          <w:szCs w:val="20"/>
        </w:rPr>
        <w:t xml:space="preserve"> para abastecimento e manutenção de equipamentos;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Ano de fabricação do chassi: do ano em curso ou posterior;</w:t>
      </w:r>
    </w:p>
    <w:p w:rsidR="00124645" w:rsidRPr="00623008" w:rsidRDefault="00485F62" w:rsidP="00124645">
      <w:pPr>
        <w:pStyle w:val="PargrafodaLista"/>
        <w:numPr>
          <w:ilvl w:val="0"/>
          <w:numId w:val="122"/>
        </w:numPr>
        <w:ind w:left="0" w:firstLine="0"/>
        <w:jc w:val="both"/>
        <w:rPr>
          <w:rFonts w:cs="Arial"/>
          <w:szCs w:val="20"/>
        </w:rPr>
      </w:pPr>
      <w:r>
        <w:rPr>
          <w:rFonts w:cs="Arial"/>
          <w:szCs w:val="20"/>
        </w:rPr>
        <w:t>PBT legal igual ou superior a 16</w:t>
      </w:r>
      <w:r w:rsidR="00124645" w:rsidRPr="00623008">
        <w:rPr>
          <w:rFonts w:cs="Arial"/>
          <w:szCs w:val="20"/>
        </w:rPr>
        <w:t>.000 Kg;</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Motor do veículo: Óleo diesel, com potência igual ou superior a 1</w:t>
      </w:r>
      <w:r w:rsidR="00E3237E">
        <w:rPr>
          <w:rFonts w:cs="Arial"/>
          <w:szCs w:val="20"/>
        </w:rPr>
        <w:t>85</w:t>
      </w:r>
      <w:r w:rsidRPr="00623008">
        <w:rPr>
          <w:rFonts w:cs="Arial"/>
          <w:szCs w:val="20"/>
        </w:rPr>
        <w:t>CV;</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Distância entre eixos</w:t>
      </w:r>
      <w:r w:rsidR="00485F62">
        <w:rPr>
          <w:rFonts w:cs="Arial"/>
          <w:szCs w:val="20"/>
        </w:rPr>
        <w:t xml:space="preserve"> de 4.800mm</w:t>
      </w:r>
      <w:r w:rsidRPr="00623008">
        <w:rPr>
          <w:rFonts w:cs="Arial"/>
          <w:szCs w:val="20"/>
        </w:rPr>
        <w:t>, compatível para implemento de comboio lubrificante</w:t>
      </w:r>
      <w:r w:rsidR="00E3237E">
        <w:rPr>
          <w:rFonts w:cs="Arial"/>
          <w:szCs w:val="20"/>
        </w:rPr>
        <w:t xml:space="preserve"> de </w:t>
      </w:r>
      <w:r w:rsidRPr="00623008">
        <w:rPr>
          <w:rFonts w:cs="Arial"/>
          <w:szCs w:val="20"/>
        </w:rPr>
        <w:t>5</w:t>
      </w:r>
      <w:r w:rsidR="00E3237E">
        <w:rPr>
          <w:rFonts w:cs="Arial"/>
          <w:szCs w:val="20"/>
        </w:rPr>
        <w:t>0</w:t>
      </w:r>
      <w:r w:rsidRPr="00623008">
        <w:rPr>
          <w:rFonts w:cs="Arial"/>
          <w:szCs w:val="20"/>
        </w:rPr>
        <w:t>00 litros;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Direção: Hidráulica, elétrica ou similar;</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sendo que a fabricação dos pneus deverá ser do ano corrente ou, no máximo, no prazo de 12 (doze) meses contados da data de entrega do veículo; e</w:t>
      </w:r>
    </w:p>
    <w:p w:rsidR="00124645" w:rsidRPr="00623008" w:rsidRDefault="00124645" w:rsidP="00124645">
      <w:pPr>
        <w:pStyle w:val="PargrafodaLista"/>
        <w:numPr>
          <w:ilvl w:val="0"/>
          <w:numId w:val="122"/>
        </w:numPr>
        <w:ind w:left="0" w:firstLine="0"/>
        <w:contextualSpacing w:val="0"/>
        <w:jc w:val="both"/>
        <w:rPr>
          <w:rFonts w:cs="Arial"/>
          <w:szCs w:val="20"/>
        </w:rPr>
      </w:pPr>
      <w:r w:rsidRPr="00623008">
        <w:rPr>
          <w:rFonts w:cs="Arial"/>
          <w:szCs w:val="20"/>
        </w:rPr>
        <w:t>Pintura na cor BRANCA.</w:t>
      </w:r>
    </w:p>
    <w:p w:rsidR="00124645" w:rsidRPr="00623008" w:rsidRDefault="00124645" w:rsidP="00124645">
      <w:pPr>
        <w:pStyle w:val="PargrafodaLista"/>
        <w:numPr>
          <w:ilvl w:val="0"/>
          <w:numId w:val="121"/>
        </w:numPr>
        <w:spacing w:before="240" w:after="240"/>
        <w:ind w:left="0" w:firstLine="0"/>
        <w:contextualSpacing w:val="0"/>
        <w:jc w:val="both"/>
        <w:rPr>
          <w:rFonts w:cs="Arial"/>
          <w:szCs w:val="20"/>
        </w:rPr>
      </w:pPr>
      <w:r w:rsidRPr="00623008">
        <w:rPr>
          <w:rFonts w:cs="Arial"/>
          <w:b/>
          <w:szCs w:val="20"/>
        </w:rPr>
        <w:t>DIVERSOS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Ar-condicionado original de fábrica;</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Retrovisores externos elétricos;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Vidro elétrico nas portas com fechamento/abertura automática pela chave;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Travas elétricas das portas com acionamento na chave;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Som/multimídia integrada ao veículo, somente o disponibilizado de fábrica;</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Protetor de cárter;</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Jogo de tapete de borracha; 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124645" w:rsidRPr="00623008" w:rsidRDefault="00124645" w:rsidP="00124645">
      <w:pPr>
        <w:pStyle w:val="PargrafodaLista"/>
        <w:numPr>
          <w:ilvl w:val="0"/>
          <w:numId w:val="121"/>
        </w:numPr>
        <w:spacing w:before="240" w:after="240"/>
        <w:ind w:left="0" w:firstLine="0"/>
        <w:contextualSpacing w:val="0"/>
        <w:jc w:val="both"/>
        <w:rPr>
          <w:rFonts w:cs="Arial"/>
          <w:b/>
          <w:szCs w:val="20"/>
        </w:rPr>
      </w:pPr>
      <w:r w:rsidRPr="00623008">
        <w:rPr>
          <w:rFonts w:cs="Arial"/>
          <w:b/>
          <w:szCs w:val="20"/>
        </w:rPr>
        <w:t>CARACTERIZAÇÃO O COMBOIO LUBRICANTE</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Comboio lubrificante novo</w:t>
      </w:r>
      <w:r w:rsidRPr="00623008">
        <w:rPr>
          <w:rFonts w:cs="Arial"/>
          <w:szCs w:val="20"/>
        </w:rPr>
        <w:t xml:space="preserve">, de primeiro uso, fabricação do ano em curso ou superior, com tanque de óleo com capacidade de </w:t>
      </w:r>
      <w:r w:rsidR="00485F62">
        <w:rPr>
          <w:rFonts w:cs="Arial"/>
          <w:szCs w:val="20"/>
        </w:rPr>
        <w:t>5</w:t>
      </w:r>
      <w:r w:rsidRPr="00623008">
        <w:rPr>
          <w:rFonts w:cs="Arial"/>
          <w:szCs w:val="20"/>
        </w:rPr>
        <w:t>.</w:t>
      </w:r>
      <w:r w:rsidR="00485F62">
        <w:rPr>
          <w:rFonts w:cs="Arial"/>
          <w:szCs w:val="20"/>
        </w:rPr>
        <w:t>0</w:t>
      </w:r>
      <w:r w:rsidRPr="00623008">
        <w:rPr>
          <w:rFonts w:cs="Arial"/>
          <w:szCs w:val="20"/>
        </w:rPr>
        <w:t>00 litros. Formato retangular com tampos e quebra-ondas vincados à frio para neutralizar o balanço da carga líquida, construído em aço carbono, sendo tampos, costado e quebra-ondas com espessura mínima de 4,75mm, conforme Regulamento Técnico de Qualidade (RTQ) 7 C (Inspeção na Construção de Equipamentos para o Transporte Rodoviário de Produtos Perigosos a Granel - Líquidos com pressão de vapor até 175 kPa), soldagem por arco elétrico com sistema de costura dupla e contínua de alta fusão (</w:t>
      </w:r>
      <w:proofErr w:type="spellStart"/>
      <w:r w:rsidRPr="00623008">
        <w:rPr>
          <w:rFonts w:cs="Arial"/>
          <w:szCs w:val="20"/>
        </w:rPr>
        <w:t>Mig</w:t>
      </w:r>
      <w:proofErr w:type="spellEnd"/>
      <w:r w:rsidRPr="00623008">
        <w:rPr>
          <w:rFonts w:cs="Arial"/>
          <w:szCs w:val="20"/>
        </w:rPr>
        <w:t>). Que possua compartimentos separados por quebra-ondas no sentido transversal, que estão interligados por aberturas inferiores com diâmetro de 500mm de forma a garantir o abastecimento contínuo da bomba e passagens a meia altura para manutenção interna.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Plataforma metálica t</w:t>
      </w:r>
      <w:r w:rsidRPr="00623008">
        <w:rPr>
          <w:rFonts w:cs="Arial"/>
          <w:szCs w:val="20"/>
        </w:rPr>
        <w:t>otalmente construído em perfilados de chapas de aço carbono com qualidade mínima SAE 1010/20 com espessura mínima de 4,50mm, com mãos francesas dobradas, montadas ao longo do chassi para sustentação dos armários laterais. 02 (duas) longarinas – chassi em viga “U” (enrijecida na aba superior) interligadas as nervuras (mãos francesas) e travamentos internos também em viga “U”. Sistema de fixação deste ao chassi de veículo, por meio de sapatas com tirantes, conforme especificação de fabricante do veículo para carga líquida.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Armários Laterais construído em chapa aço carbono com qualidade mínima SAE 1010/20 MSG com portas, fechaduras e vedação contra pó e água, que suportam e acondicionam tambores, carretéis, ferramentas, filtros e outros, sendo:</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Lateral dianteira direita (lado do ajudante) com fechadura tipo cremona, chave e amortecedores, para acondicionar filtros e ferramentas.</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Lateral dianteira esquerda (lado do motorista) com fechadura tipo cremona, chave e amortecedores, para acondicionar os carretéis de graxa, óleo lubrificante, ar, água e conjunto abastecedor de diesel.</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Laterais traseiras ambos os lados com fechadura tipo cremona sem chave, com stop para porta 90º, para acondicionar os reservatórios de óleos lubrificantes/hidráulicos e tambor de graxa.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Conjunto de acionamento Mecânico pelo PTO/TDF do câmbio do veículo com cardans em aço, mancal monobloco duplo com esticador, base suportes de fixação polias e correias.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Sistema de ar comprimido</w:t>
      </w:r>
      <w:r w:rsidRPr="00623008">
        <w:rPr>
          <w:rFonts w:cs="Arial"/>
          <w:szCs w:val="20"/>
        </w:rPr>
        <w:t xml:space="preserve"> com um compressor de ar de no mínimo 20 PCM, pressão mínima de 175 PSI, com reservatório pulmão auxiliar de no mínimo 180 litros, certificado pelo Inmetro fornecido com prontuário de acordo com a NR13 do Ministério do Trabalho, serviço continuo, filtro regulador, painel de controle com manômetro, carretel com retração automática (retrátil), mangueira com diâmetro de ¼ polegadas e com mangueira de no mínimo 15 metros e bicos para limpeza e enchimento de pneus. Este sistema executa as seguintes funções: </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 xml:space="preserve">Enchimento e calibração de pneus, acionamento de bombas pneumáticas e ferramentas pneumáticas até ¾” e limpeza geral/normal; </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 xml:space="preserve">Equipado com 01 (um) </w:t>
      </w:r>
      <w:r w:rsidRPr="00623008">
        <w:rPr>
          <w:rFonts w:cs="Arial"/>
          <w:b/>
          <w:szCs w:val="20"/>
        </w:rPr>
        <w:t>conjunto de abastecimento de diesel</w:t>
      </w:r>
      <w:r w:rsidRPr="00623008">
        <w:rPr>
          <w:rFonts w:cs="Arial"/>
          <w:szCs w:val="20"/>
        </w:rPr>
        <w:t xml:space="preserve">, composto de bomba centrífuga, com carcaça em ferro fundido, rotor em bronze e vedação por selo mecânico similar ao selo </w:t>
      </w:r>
      <w:proofErr w:type="spellStart"/>
      <w:r w:rsidRPr="00623008">
        <w:rPr>
          <w:rFonts w:cs="Arial"/>
          <w:szCs w:val="20"/>
        </w:rPr>
        <w:t>viton</w:t>
      </w:r>
      <w:proofErr w:type="spellEnd"/>
      <w:r w:rsidRPr="00623008">
        <w:rPr>
          <w:rFonts w:cs="Arial"/>
          <w:szCs w:val="20"/>
        </w:rPr>
        <w:t>. Vazão média mínima de 80 litros por minuto, protegidos contra particulados sólidos através de filtros de sucção tipo tela de no mínimo 140 mícrons, com medidor volumétrico de pistão com registro parcial e acumulativo em litros;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Conjunto abastecedor de diesel com bomba centrífuga de vedação por selo mecânico, vazão mínima de 100 litros por minuto (LPM), medidor de vazão mecânico, construído em materiais metálicos anticorrosivos com sistema de calibragem com precisão de aproximadamente 100,00%, carretel com retração automática (retrátil) com mangueira de diâmetro de 1 polegada, tamanho mínimo de 10m e bico abastecedor com gatilho automático. Filtro de linha tipo cartucho eliminador de partículas e água, com conexões de diâmetro de 1 polegada e meia NPT, elemento hidrofóbico coalescente com 2 estágios de filtragem para remover partículas a partir de 5 micra e repele a água, dotado de dreno para água e m</w:t>
      </w:r>
      <w:r>
        <w:rPr>
          <w:rFonts w:cs="Arial"/>
          <w:szCs w:val="20"/>
        </w:rPr>
        <w:t>anômetro indicador de saturação;</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1 (um) conjunto de graxa com suporte para tambor e disco raspador com propulsora pneumática conexão tipo “Z”, carretel com retração automática (retrátil), mangueira com diâmetro de ¼ de polegada, com mangueira de no mínimo 15 metros e bico </w:t>
      </w:r>
      <w:proofErr w:type="spellStart"/>
      <w:r w:rsidRPr="00623008">
        <w:rPr>
          <w:szCs w:val="20"/>
        </w:rPr>
        <w:t>lubrificador</w:t>
      </w:r>
      <w:proofErr w:type="spellEnd"/>
      <w:r w:rsidRPr="00623008">
        <w:rPr>
          <w:szCs w:val="20"/>
        </w:rPr>
        <w:t xml:space="preserve"> com união giratória mais a tampa do tambor.</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0</w:t>
      </w:r>
      <w:r w:rsidR="00C64975">
        <w:rPr>
          <w:rFonts w:cs="Arial"/>
          <w:szCs w:val="20"/>
        </w:rPr>
        <w:t>5</w:t>
      </w:r>
      <w:r w:rsidRPr="00623008">
        <w:rPr>
          <w:rFonts w:cs="Arial"/>
          <w:szCs w:val="20"/>
        </w:rPr>
        <w:t xml:space="preserve"> (três) conjuntos com reservatórios pressurizados, certificados pelo Inmetro, fornecidos com prontuários de acordo com a NR 13 do Ministério do Trabalho, capacidade de 250 litros, cada, completos com válvulas esféricas dotadas de 01 visor de nível graduado, em cada um, carretéis com retração automática (retrátil), mangueiras com diâmetro mínimo de ½ polegada, tamanho mínimo de 15 metros, e bicos abastecedores de a</w:t>
      </w:r>
      <w:r>
        <w:rPr>
          <w:rFonts w:cs="Arial"/>
          <w:szCs w:val="20"/>
        </w:rPr>
        <w:t>lta vazão com uniões giratórias;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Sistema de auto abastecimento dos reservatórios de óleos lubrificante composto por conjunto escorvador posicionado junto ao painel de operações, mangueiras em polietileno e conexões de interligação com os reservatórios e conjunto mangueira em PVC com diâmetro de 1 polegada por 2,50m, dotadas de engates rápidos para transferência dos óleos lubrificantes</w:t>
      </w:r>
      <w:r>
        <w:rPr>
          <w:rFonts w:cs="Arial"/>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 xml:space="preserve">Sistema de tratamento e secagem do ar comprimido, composto por filtros eliminadores de óleo e partículas, secador de ar (eliminador </w:t>
      </w:r>
      <w:r>
        <w:rPr>
          <w:rFonts w:cs="Arial"/>
          <w:szCs w:val="20"/>
        </w:rPr>
        <w:t>de água) e regulador de pressão;</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 xml:space="preserve">01 (um) recipiente com capacidade de </w:t>
      </w:r>
      <w:r w:rsidR="00C64975">
        <w:rPr>
          <w:rFonts w:cs="Arial"/>
          <w:szCs w:val="20"/>
        </w:rPr>
        <w:t xml:space="preserve">no mínimo </w:t>
      </w:r>
      <w:r w:rsidRPr="00623008">
        <w:rPr>
          <w:rFonts w:cs="Arial"/>
          <w:szCs w:val="20"/>
        </w:rPr>
        <w:t>300</w:t>
      </w:r>
      <w:r w:rsidR="00C64975">
        <w:rPr>
          <w:rFonts w:cs="Arial"/>
          <w:szCs w:val="20"/>
        </w:rPr>
        <w:t xml:space="preserve"> litros (L)</w:t>
      </w:r>
      <w:r w:rsidRPr="00623008">
        <w:rPr>
          <w:rFonts w:cs="Arial"/>
          <w:szCs w:val="20"/>
        </w:rPr>
        <w:t xml:space="preserve"> em polietileno para água com bomba pneumática duplo diafragma, rendimento mínimo de 12 LPM a 50 PSI com carretel com retração automática (retrátil), mangueira com diâmetro de ½ polegada, com comprimento de</w:t>
      </w:r>
      <w:r>
        <w:rPr>
          <w:rFonts w:cs="Arial"/>
          <w:szCs w:val="20"/>
        </w:rPr>
        <w:t xml:space="preserve"> 15 metros e bico pulverizador;</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01 (um) recipiente de </w:t>
      </w:r>
      <w:r w:rsidR="00C64975">
        <w:rPr>
          <w:szCs w:val="20"/>
        </w:rPr>
        <w:t>no mínimo 200</w:t>
      </w:r>
      <w:r w:rsidRPr="00623008">
        <w:rPr>
          <w:szCs w:val="20"/>
        </w:rPr>
        <w:t>L em polietil</w:t>
      </w:r>
      <w:r>
        <w:rPr>
          <w:szCs w:val="20"/>
        </w:rPr>
        <w:t>eno para coleta de óleos usados;</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Bandeja para filtros usados com descarga direta para o reservatório de óleo usado</w:t>
      </w:r>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01 (um) Corote em polietileno para </w:t>
      </w:r>
      <w:r>
        <w:rPr>
          <w:szCs w:val="20"/>
        </w:rPr>
        <w:t xml:space="preserve">água ou detergente de </w:t>
      </w:r>
      <w:r w:rsidR="00C64975">
        <w:rPr>
          <w:szCs w:val="20"/>
        </w:rPr>
        <w:t xml:space="preserve">no mínimo </w:t>
      </w:r>
      <w:r>
        <w:rPr>
          <w:szCs w:val="20"/>
        </w:rPr>
        <w:t>4</w:t>
      </w:r>
      <w:r w:rsidR="00C64975">
        <w:rPr>
          <w:szCs w:val="20"/>
        </w:rPr>
        <w:t>0L</w:t>
      </w:r>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Sinalização e Iluminação de serviços que possibilite operações noturnas com os seguintes recursos: 2 (dois) faróis de trabalho de 4 polegadas, com 09 lâmpadas em Led totalizando 27 W (cada farol), direcionáveis manualmente, instalados na carenagem lateral dianteira e traseira com acesso pelo passadiço superior e com interruptores próprios. Lâmpadas para iluminação dos armários laterais dianteiros. 01 (uma) tomada do tipo piso para pendente, instalada dentro do armár</w:t>
      </w:r>
      <w:r>
        <w:rPr>
          <w:szCs w:val="20"/>
        </w:rPr>
        <w:t>io. Sistema sonoro alarme de ré;</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Sinalização de trânsito com lanternas tipo posição em LED sendo 03 (três) em cada lateral e lanternas delimitadoras sendo 02 (duas) dianteiras e 02 (duas) traseiras, conforme norma Contran. Dispositivos refletivos, “conforme resolução nº 128 de 06 de agosto de 2.001, (art. 12</w:t>
      </w:r>
      <w:r>
        <w:rPr>
          <w:szCs w:val="20"/>
        </w:rPr>
        <w:t xml:space="preserve"> Lei nº 9.503 de 23/09/97 </w:t>
      </w:r>
      <w:proofErr w:type="gramStart"/>
      <w:r>
        <w:rPr>
          <w:szCs w:val="20"/>
        </w:rPr>
        <w:t>CTB)”</w:t>
      </w:r>
      <w:proofErr w:type="gramEnd"/>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Suporte combinado para cones de sinalização e calços para pneus. 01 (um) suporte para pneu estepe do chassi veículo. 02 (dois) suportes para extintor de 8Kg. 01 (um) para-choque traseiro, articulável, construído em perfis de aço, com articulação e trava de segurança, fixado ao chassi do veículo e pintado. 02 (dois) para-barros traseiros de borracha</w:t>
      </w:r>
      <w:r>
        <w:rPr>
          <w:szCs w:val="20"/>
        </w:rPr>
        <w:t xml:space="preserve"> sintética;</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Itens Complementares: 03 (três) medidores de vazão para óleos lubrificantes, mecânicos. Tomada de força com acionamento pneumático, instalada. Parametrização / Acelerador Eletrônico com serviço de configuração do módulo do motor com parametrização da rotação de trabalho e habilitação do acionamento da tomada de força com botão de a</w:t>
      </w:r>
      <w:r>
        <w:rPr>
          <w:szCs w:val="20"/>
        </w:rPr>
        <w:t>cionamento no painel do veículo;</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Pintura e acabamento externo: O equipamento deverá ser submetido à limpeza mecânica antes da aplicação de uma demão de fundo Primer óxido de ferro anti-ferruginoso. Aplicação de duas demãos de esmalte poliuretano (PU) na</w:t>
      </w:r>
      <w:r>
        <w:rPr>
          <w:szCs w:val="20"/>
        </w:rPr>
        <w:t xml:space="preserve"> cor branca;</w:t>
      </w:r>
    </w:p>
    <w:p w:rsidR="00124645" w:rsidRPr="00A17C32" w:rsidRDefault="00124645" w:rsidP="00124645">
      <w:pPr>
        <w:pStyle w:val="PargrafodaLista"/>
        <w:numPr>
          <w:ilvl w:val="0"/>
          <w:numId w:val="123"/>
        </w:numPr>
        <w:ind w:left="0" w:firstLine="0"/>
        <w:jc w:val="both"/>
        <w:rPr>
          <w:rFonts w:cs="Arial"/>
          <w:szCs w:val="20"/>
        </w:rPr>
      </w:pPr>
      <w:r w:rsidRPr="00623008">
        <w:rPr>
          <w:szCs w:val="20"/>
        </w:rPr>
        <w:t>Implemento certificado junto ao Inmetro para o transporte de produtos</w:t>
      </w:r>
      <w:r>
        <w:rPr>
          <w:szCs w:val="20"/>
        </w:rPr>
        <w:t xml:space="preserve"> perigosos, com emissão de CTPP;</w:t>
      </w:r>
    </w:p>
    <w:p w:rsidR="00124645" w:rsidRPr="00F91BAE" w:rsidRDefault="008E241E" w:rsidP="007652F2">
      <w:pPr>
        <w:pStyle w:val="PargrafodaLista"/>
        <w:numPr>
          <w:ilvl w:val="0"/>
          <w:numId w:val="123"/>
        </w:numPr>
        <w:ind w:left="0" w:firstLine="0"/>
        <w:jc w:val="both"/>
        <w:rPr>
          <w:rFonts w:cs="Arial"/>
          <w:szCs w:val="20"/>
        </w:rPr>
      </w:pPr>
      <w:r>
        <w:rPr>
          <w:szCs w:val="20"/>
        </w:rPr>
        <w:t>Produto</w:t>
      </w:r>
      <w:r w:rsidR="0078361D">
        <w:rPr>
          <w:szCs w:val="20"/>
        </w:rPr>
        <w:t xml:space="preserve"> similar ao caminhão Volkswagen 17.190, equipado com i</w:t>
      </w:r>
      <w:r w:rsidR="00124645">
        <w:rPr>
          <w:szCs w:val="20"/>
        </w:rPr>
        <w:t xml:space="preserve">mplemento similar ao </w:t>
      </w:r>
      <w:r w:rsidR="00124645" w:rsidRPr="00A17C32">
        <w:rPr>
          <w:rFonts w:cs="Times New Roman"/>
          <w:i/>
          <w:szCs w:val="20"/>
        </w:rPr>
        <w:t>Pressolub</w:t>
      </w:r>
      <w:r w:rsidR="00124645">
        <w:rPr>
          <w:rFonts w:cs="Times New Roman"/>
          <w:szCs w:val="20"/>
        </w:rPr>
        <w:t xml:space="preserve"> A 5</w:t>
      </w:r>
      <w:r w:rsidR="00C64975">
        <w:rPr>
          <w:rFonts w:cs="Times New Roman"/>
          <w:szCs w:val="20"/>
        </w:rPr>
        <w:t>000/5</w:t>
      </w:r>
      <w:r w:rsidR="00124645">
        <w:rPr>
          <w:rFonts w:cs="Times New Roman"/>
          <w:szCs w:val="20"/>
        </w:rPr>
        <w:t>R/1T da Gascom.</w:t>
      </w:r>
    </w:p>
    <w:p w:rsidR="00124645" w:rsidRDefault="00124645" w:rsidP="007652F2">
      <w:pPr>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C4333" w:rsidRPr="00623008" w:rsidRDefault="001903F1" w:rsidP="00A8162F">
            <w:pPr>
              <w:widowControl w:val="0"/>
              <w:suppressAutoHyphens/>
              <w:jc w:val="center"/>
              <w:rPr>
                <w:rFonts w:cs="Arial"/>
                <w:b/>
                <w:color w:val="000000"/>
                <w:szCs w:val="20"/>
              </w:rPr>
            </w:pPr>
            <w:r>
              <w:rPr>
                <w:rFonts w:cs="Arial"/>
                <w:b/>
                <w:color w:val="000000"/>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rsidTr="001903F1">
        <w:trPr>
          <w:jc w:val="center"/>
        </w:trPr>
        <w:tc>
          <w:tcPr>
            <w:tcW w:w="1129" w:type="dxa"/>
            <w:vAlign w:val="center"/>
          </w:tcPr>
          <w:p w:rsidR="00BC4333" w:rsidRPr="00623008" w:rsidRDefault="001903F1" w:rsidP="00A8162F">
            <w:pPr>
              <w:widowControl w:val="0"/>
              <w:suppressAutoHyphens/>
              <w:jc w:val="center"/>
              <w:rPr>
                <w:rFonts w:cs="Arial"/>
                <w:b/>
                <w:color w:val="000000"/>
                <w:szCs w:val="20"/>
              </w:rPr>
            </w:pPr>
            <w:r>
              <w:rPr>
                <w:rFonts w:cs="Arial"/>
                <w:b/>
                <w:color w:val="000000"/>
                <w:szCs w:val="20"/>
              </w:rPr>
              <w:t>42 a 46</w:t>
            </w:r>
          </w:p>
        </w:tc>
        <w:tc>
          <w:tcPr>
            <w:tcW w:w="7797" w:type="dxa"/>
          </w:tcPr>
          <w:p w:rsidR="00BC4333" w:rsidRPr="00623008" w:rsidRDefault="00BC4333" w:rsidP="00A8162F">
            <w:pPr>
              <w:widowControl w:val="0"/>
              <w:suppressAutoHyphens/>
              <w:rPr>
                <w:rFonts w:cs="Arial"/>
                <w:color w:val="000000"/>
                <w:szCs w:val="20"/>
              </w:rPr>
            </w:pPr>
            <w:r w:rsidRPr="00623008">
              <w:rPr>
                <w:rFonts w:cs="Times New Roman"/>
                <w:bCs/>
                <w:szCs w:val="20"/>
              </w:rPr>
              <w:t>Caminhão a diesel com carroceria de madeira para carga seca</w:t>
            </w:r>
            <w:r>
              <w:rPr>
                <w:rFonts w:cs="Times New Roman"/>
                <w:bCs/>
                <w:szCs w:val="20"/>
              </w:rPr>
              <w:t xml:space="preserve"> de 5,2m</w:t>
            </w:r>
            <w:r w:rsidRPr="00623008">
              <w:rPr>
                <w:rFonts w:cs="Times New Roman"/>
                <w:bCs/>
                <w:szCs w:val="20"/>
              </w:rPr>
              <w:t>, tração 4x2</w:t>
            </w:r>
          </w:p>
        </w:tc>
      </w:tr>
    </w:tbl>
    <w:p w:rsidR="00BC4333" w:rsidRPr="00623008" w:rsidRDefault="00BC4333" w:rsidP="00BC4333">
      <w:pPr>
        <w:pStyle w:val="PargrafodaLista"/>
        <w:numPr>
          <w:ilvl w:val="0"/>
          <w:numId w:val="59"/>
        </w:numPr>
        <w:spacing w:before="240" w:after="240"/>
        <w:ind w:left="0" w:firstLine="0"/>
        <w:contextualSpacing w:val="0"/>
        <w:jc w:val="both"/>
        <w:rPr>
          <w:rFonts w:cs="Arial"/>
          <w:b/>
          <w:szCs w:val="20"/>
        </w:rPr>
      </w:pPr>
      <w:r w:rsidRPr="00623008">
        <w:rPr>
          <w:rFonts w:cs="Arial"/>
          <w:b/>
          <w:szCs w:val="20"/>
        </w:rPr>
        <w:t>CARACTERÍSTICAS TÉCNICAS</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Classificação: Veículo novo, tração 4x2, zero quilômetro, equipado com carroceria carga seca;</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Ano de fabricação do chassi: do ano em curso ou posterior;</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PBT igual ou superior a 8.0000 Kg;</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Motor do veículo: Óleo diesel, com potência igual ou superior a 1</w:t>
      </w:r>
      <w:r>
        <w:rPr>
          <w:rFonts w:cs="Arial"/>
          <w:szCs w:val="20"/>
        </w:rPr>
        <w:t>5</w:t>
      </w:r>
      <w:r w:rsidRPr="00623008">
        <w:rPr>
          <w:rFonts w:cs="Arial"/>
          <w:szCs w:val="20"/>
        </w:rPr>
        <w:t>0CV;</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Distância entre eixos, compatível para implemento de carroceria de madeira de 5</w:t>
      </w:r>
      <w:r>
        <w:rPr>
          <w:rFonts w:cs="Arial"/>
          <w:szCs w:val="20"/>
        </w:rPr>
        <w:t>,2</w:t>
      </w:r>
      <w:r w:rsidRPr="00623008">
        <w:rPr>
          <w:rFonts w:cs="Arial"/>
          <w:szCs w:val="20"/>
        </w:rPr>
        <w:t>m.</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 xml:space="preserve">Pneus e rodas </w:t>
      </w:r>
      <w:r>
        <w:rPr>
          <w:rFonts w:cs="Arial"/>
          <w:szCs w:val="20"/>
        </w:rPr>
        <w:t>o</w:t>
      </w:r>
      <w:r w:rsidRPr="00623008">
        <w:rPr>
          <w:rFonts w:cs="Arial"/>
          <w:szCs w:val="20"/>
        </w:rPr>
        <w:t>riginais de fábrica, com a fabricação do ano corrente ou, no máximo, no prazo de 12 (doze) meses contados da data de entrega do veículo;</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Pintura na cor BRANCA; e</w:t>
      </w:r>
    </w:p>
    <w:p w:rsidR="00BC4333" w:rsidRPr="00623008" w:rsidRDefault="00BC4333" w:rsidP="00BC4333">
      <w:pPr>
        <w:pStyle w:val="PargrafodaLista"/>
        <w:numPr>
          <w:ilvl w:val="0"/>
          <w:numId w:val="59"/>
        </w:numPr>
        <w:spacing w:before="240" w:after="240"/>
        <w:ind w:left="0" w:firstLine="0"/>
        <w:contextualSpacing w:val="0"/>
        <w:jc w:val="both"/>
        <w:rPr>
          <w:rFonts w:cs="Arial"/>
          <w:szCs w:val="20"/>
        </w:rPr>
      </w:pPr>
      <w:r w:rsidRPr="00623008">
        <w:rPr>
          <w:rFonts w:cs="Arial"/>
          <w:b/>
          <w:szCs w:val="20"/>
        </w:rPr>
        <w:t>DIVERSOS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Ar-condicionado original de fábrica;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Retrovisores externos elétricos;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Vidro elétrico nas portas com fechamento/abertura automática pela chave;</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Travas elétricas das portas com acionamento na chave;</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Som/multimídia integrada ao veículo, somente o disponibilizado de fábrica;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Protetor de cárter;</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Jogo de tapete de borracha; e</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C4333" w:rsidRPr="00623008" w:rsidRDefault="00BC4333" w:rsidP="00BC4333">
      <w:pPr>
        <w:pStyle w:val="PargrafodaLista"/>
        <w:numPr>
          <w:ilvl w:val="0"/>
          <w:numId w:val="59"/>
        </w:numPr>
        <w:spacing w:before="240" w:after="240"/>
        <w:ind w:left="0" w:firstLine="0"/>
        <w:contextualSpacing w:val="0"/>
        <w:jc w:val="both"/>
        <w:rPr>
          <w:rFonts w:cs="Arial"/>
          <w:b/>
          <w:szCs w:val="20"/>
        </w:rPr>
      </w:pPr>
      <w:r w:rsidRPr="00623008">
        <w:rPr>
          <w:rFonts w:cs="Arial"/>
          <w:b/>
          <w:szCs w:val="20"/>
        </w:rPr>
        <w:t>CARACTERIZAÇÃO DA CARROCERIA DE MADEIRA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Carroceria nova, aberta e de primeiro uso. Fabricada com madeira de lei apropriada para carroceria, podendo ser qualquer uma das seguintes essências: Angelim Vermelho, Roxinho, Tatajuba, Maracatiaria, Angico, Pau D´arco, Ipê Roxo, Cumaru ou similares;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Dimensões adequadas ao comprimento do chassi: 5,20m de comprimento, 2,20m de largura e 0,45m de altura. A aproximação deverá ser condicionada as orientações do manual do implementador de cada fabricante do chassi do veículo;</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As grades laterais ser do tipo removíveis e com trancas de mola de pressão e pegador ergonômico;</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Assoalho com encaixe tipo macho e fêmea;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Malhal reforçado com mão francesa de 5/8 polegadas com quatro colunas e sarrafos nas transversais;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Travessas reforçadas com chapa inox nas extremidades;</w:t>
      </w:r>
    </w:p>
    <w:p w:rsidR="00BC4333" w:rsidRPr="00623008" w:rsidRDefault="00BC4333" w:rsidP="00BC4333">
      <w:pPr>
        <w:pStyle w:val="PargrafodaLista"/>
        <w:numPr>
          <w:ilvl w:val="1"/>
          <w:numId w:val="59"/>
        </w:numPr>
        <w:ind w:left="0" w:firstLine="0"/>
        <w:jc w:val="both"/>
        <w:rPr>
          <w:rFonts w:cs="Arial"/>
          <w:szCs w:val="20"/>
        </w:rPr>
      </w:pPr>
      <w:r w:rsidRPr="00623008">
        <w:rPr>
          <w:szCs w:val="20"/>
        </w:rPr>
        <w:t>Todos os parafusos, arruelas e ganchos deverão ser zincados para não sofrer corrosão;</w:t>
      </w:r>
    </w:p>
    <w:p w:rsidR="00BC4333" w:rsidRPr="00623008" w:rsidRDefault="00BC4333" w:rsidP="00BC4333">
      <w:pPr>
        <w:pStyle w:val="PargrafodaLista"/>
        <w:numPr>
          <w:ilvl w:val="1"/>
          <w:numId w:val="59"/>
        </w:numPr>
        <w:ind w:left="0" w:firstLine="0"/>
        <w:jc w:val="both"/>
        <w:rPr>
          <w:rFonts w:cs="Arial"/>
          <w:szCs w:val="20"/>
        </w:rPr>
      </w:pPr>
      <w:r w:rsidRPr="00623008">
        <w:rPr>
          <w:szCs w:val="20"/>
        </w:rPr>
        <w:t>A carroceria deverá possuir caixa de ferramentas com tranca, para barros dianteiros e traseiros com bo</w:t>
      </w:r>
      <w:r>
        <w:rPr>
          <w:szCs w:val="20"/>
        </w:rPr>
        <w:t>rrachas e mini saias laterais;</w:t>
      </w:r>
    </w:p>
    <w:p w:rsidR="00BC4333" w:rsidRDefault="00BC4333" w:rsidP="006C60FA">
      <w:pPr>
        <w:pStyle w:val="PargrafodaLista"/>
        <w:numPr>
          <w:ilvl w:val="1"/>
          <w:numId w:val="59"/>
        </w:numPr>
        <w:ind w:left="0" w:firstLine="0"/>
        <w:jc w:val="both"/>
        <w:rPr>
          <w:rFonts w:cs="Arial"/>
          <w:szCs w:val="20"/>
        </w:rPr>
      </w:pPr>
      <w:r w:rsidRPr="00623008">
        <w:rPr>
          <w:rFonts w:cs="Arial"/>
          <w:szCs w:val="20"/>
        </w:rPr>
        <w:t>Equipada com ganchos para</w:t>
      </w:r>
      <w:r>
        <w:rPr>
          <w:rFonts w:cs="Arial"/>
          <w:szCs w:val="20"/>
        </w:rPr>
        <w:t xml:space="preserve"> amarração e ancoragem da carga; e</w:t>
      </w:r>
    </w:p>
    <w:p w:rsidR="00BC4333" w:rsidRPr="00623008" w:rsidRDefault="008E241E" w:rsidP="006C60FA">
      <w:pPr>
        <w:pStyle w:val="PargrafodaLista"/>
        <w:numPr>
          <w:ilvl w:val="1"/>
          <w:numId w:val="59"/>
        </w:numPr>
        <w:ind w:left="0" w:firstLine="0"/>
        <w:jc w:val="both"/>
        <w:rPr>
          <w:rFonts w:cs="Arial"/>
          <w:szCs w:val="20"/>
        </w:rPr>
      </w:pPr>
      <w:r>
        <w:rPr>
          <w:rFonts w:cs="Arial"/>
          <w:szCs w:val="20"/>
        </w:rPr>
        <w:t>Produto</w:t>
      </w:r>
      <w:r w:rsidR="006C60FA" w:rsidRPr="006C60FA">
        <w:rPr>
          <w:rFonts w:cs="Arial"/>
          <w:szCs w:val="20"/>
        </w:rPr>
        <w:t xml:space="preserve"> similar ao Hyundai HD 80, equipado com carroceria de madeira similar a Buoro</w:t>
      </w:r>
      <w:r w:rsidR="00BC4333">
        <w:rPr>
          <w:rFonts w:cs="Arial"/>
          <w:szCs w:val="20"/>
        </w:rPr>
        <w:t>.</w:t>
      </w:r>
    </w:p>
    <w:p w:rsidR="00BC4333" w:rsidRDefault="00BC4333" w:rsidP="007652F2">
      <w:pPr>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A2772D"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A2772D" w:rsidRPr="00623008" w:rsidRDefault="00A2772D" w:rsidP="008B0E2E">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A2772D" w:rsidRPr="00623008" w:rsidRDefault="00A2772D" w:rsidP="008B0E2E">
            <w:pPr>
              <w:widowControl w:val="0"/>
              <w:suppressAutoHyphens/>
              <w:jc w:val="center"/>
              <w:rPr>
                <w:rFonts w:cs="Times New Roman"/>
                <w:b/>
                <w:bCs/>
                <w:szCs w:val="20"/>
              </w:rPr>
            </w:pPr>
            <w:r w:rsidRPr="00623008">
              <w:rPr>
                <w:rFonts w:cs="Times New Roman"/>
                <w:b/>
                <w:bCs/>
                <w:szCs w:val="20"/>
              </w:rPr>
              <w:t>DESCRIÇÃO/ESPECIFICAÇÃO</w:t>
            </w:r>
          </w:p>
        </w:tc>
      </w:tr>
      <w:tr w:rsidR="00A2772D" w:rsidRPr="00623008" w:rsidTr="001903F1">
        <w:trPr>
          <w:jc w:val="center"/>
        </w:trPr>
        <w:tc>
          <w:tcPr>
            <w:tcW w:w="1129" w:type="dxa"/>
            <w:vAlign w:val="center"/>
          </w:tcPr>
          <w:p w:rsidR="00A2772D" w:rsidRPr="00623008" w:rsidRDefault="001903F1" w:rsidP="008B0E2E">
            <w:pPr>
              <w:widowControl w:val="0"/>
              <w:suppressAutoHyphens/>
              <w:jc w:val="center"/>
              <w:rPr>
                <w:rFonts w:cs="Arial"/>
                <w:b/>
                <w:color w:val="000000"/>
                <w:szCs w:val="20"/>
              </w:rPr>
            </w:pPr>
            <w:r>
              <w:rPr>
                <w:rFonts w:cs="Arial"/>
                <w:b/>
                <w:color w:val="000000"/>
                <w:szCs w:val="20"/>
              </w:rPr>
              <w:t>47 e 48</w:t>
            </w:r>
          </w:p>
        </w:tc>
        <w:tc>
          <w:tcPr>
            <w:tcW w:w="7797" w:type="dxa"/>
          </w:tcPr>
          <w:p w:rsidR="00A2772D" w:rsidRPr="00623008" w:rsidRDefault="00A2772D" w:rsidP="008B0E2E">
            <w:pPr>
              <w:widowControl w:val="0"/>
              <w:suppressAutoHyphens/>
              <w:rPr>
                <w:rFonts w:cs="Arial"/>
                <w:color w:val="000000"/>
                <w:szCs w:val="20"/>
              </w:rPr>
            </w:pPr>
            <w:r w:rsidRPr="00623008">
              <w:rPr>
                <w:rFonts w:cs="Times New Roman"/>
                <w:bCs/>
                <w:szCs w:val="20"/>
              </w:rPr>
              <w:t>Caminhão a diesel com carroceria de madeira para carga seca</w:t>
            </w:r>
            <w:r w:rsidR="00521CD6">
              <w:rPr>
                <w:rFonts w:cs="Times New Roman"/>
                <w:bCs/>
                <w:szCs w:val="20"/>
              </w:rPr>
              <w:t xml:space="preserve"> de 7m</w:t>
            </w:r>
            <w:r w:rsidRPr="00623008">
              <w:rPr>
                <w:rFonts w:cs="Times New Roman"/>
                <w:bCs/>
                <w:szCs w:val="20"/>
              </w:rPr>
              <w:t>, tração 4x2</w:t>
            </w:r>
          </w:p>
        </w:tc>
      </w:tr>
    </w:tbl>
    <w:p w:rsidR="00A2772D" w:rsidRPr="00623008" w:rsidRDefault="00A2772D" w:rsidP="00926980">
      <w:pPr>
        <w:pStyle w:val="PargrafodaLista"/>
        <w:numPr>
          <w:ilvl w:val="0"/>
          <w:numId w:val="23"/>
        </w:numPr>
        <w:spacing w:before="240" w:after="240"/>
        <w:ind w:left="0" w:firstLine="0"/>
        <w:contextualSpacing w:val="0"/>
        <w:jc w:val="both"/>
        <w:rPr>
          <w:rFonts w:cs="Arial"/>
          <w:b/>
          <w:szCs w:val="20"/>
        </w:rPr>
      </w:pPr>
      <w:r w:rsidRPr="00623008">
        <w:rPr>
          <w:rFonts w:cs="Arial"/>
          <w:b/>
          <w:szCs w:val="20"/>
        </w:rPr>
        <w:t>CARACTERÍSTICAS TÉCNICAS</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Classificação: Veículo novo</w:t>
      </w:r>
      <w:r w:rsidR="00646481" w:rsidRPr="00623008">
        <w:rPr>
          <w:rFonts w:cs="Arial"/>
          <w:szCs w:val="20"/>
        </w:rPr>
        <w:t>, tração 4x2</w:t>
      </w:r>
      <w:r w:rsidRPr="00623008">
        <w:rPr>
          <w:rFonts w:cs="Arial"/>
          <w:szCs w:val="20"/>
        </w:rPr>
        <w:t xml:space="preserve">, zero quilômetro, </w:t>
      </w:r>
      <w:r w:rsidR="00013460" w:rsidRPr="00623008">
        <w:rPr>
          <w:rFonts w:cs="Arial"/>
          <w:szCs w:val="20"/>
        </w:rPr>
        <w:t>equipado com</w:t>
      </w:r>
      <w:r w:rsidRPr="00623008">
        <w:rPr>
          <w:rFonts w:cs="Arial"/>
          <w:szCs w:val="20"/>
        </w:rPr>
        <w:t xml:space="preserve"> </w:t>
      </w:r>
      <w:r w:rsidR="004770A8" w:rsidRPr="00623008">
        <w:rPr>
          <w:rFonts w:cs="Arial"/>
          <w:szCs w:val="20"/>
        </w:rPr>
        <w:t>carroceria carga seca</w:t>
      </w:r>
      <w:r w:rsidRPr="00623008">
        <w:rPr>
          <w:rFonts w:cs="Arial"/>
          <w:szCs w:val="20"/>
        </w:rPr>
        <w:t>;</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Ano de fabricação do chassi: do ano em curso ou posterior;</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 xml:space="preserve">PBT igual ou superior a </w:t>
      </w:r>
      <w:r w:rsidR="00A87996" w:rsidRPr="00623008">
        <w:rPr>
          <w:rFonts w:cs="Arial"/>
          <w:szCs w:val="20"/>
        </w:rPr>
        <w:t>14.</w:t>
      </w:r>
      <w:r w:rsidRPr="00623008">
        <w:rPr>
          <w:rFonts w:cs="Arial"/>
          <w:szCs w:val="20"/>
        </w:rPr>
        <w:t>0000 Kg;</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Motor do veículo: Óleo diesel, com potência igual ou superior a 1</w:t>
      </w:r>
      <w:r w:rsidR="00A87996" w:rsidRPr="00623008">
        <w:rPr>
          <w:rFonts w:cs="Arial"/>
          <w:szCs w:val="20"/>
        </w:rPr>
        <w:t>85</w:t>
      </w:r>
      <w:r w:rsidRPr="00623008">
        <w:rPr>
          <w:rFonts w:cs="Arial"/>
          <w:szCs w:val="20"/>
        </w:rPr>
        <w:t>CV;</w:t>
      </w:r>
    </w:p>
    <w:p w:rsidR="00414247" w:rsidRPr="00623008" w:rsidRDefault="00414247" w:rsidP="00926980">
      <w:pPr>
        <w:pStyle w:val="PargrafodaLista"/>
        <w:numPr>
          <w:ilvl w:val="0"/>
          <w:numId w:val="24"/>
        </w:numPr>
        <w:ind w:left="0" w:firstLine="0"/>
        <w:jc w:val="both"/>
        <w:rPr>
          <w:rFonts w:cs="Arial"/>
          <w:szCs w:val="20"/>
        </w:rPr>
      </w:pPr>
      <w:r w:rsidRPr="00623008">
        <w:rPr>
          <w:rFonts w:cs="Arial"/>
          <w:szCs w:val="20"/>
        </w:rPr>
        <w:t>Distância entre eixos, compatível para implemento de carroceria de madeira de 7,00m.</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w:t>
      </w:r>
      <w:r w:rsidR="004770A8" w:rsidRPr="00623008">
        <w:rPr>
          <w:rFonts w:cs="Arial"/>
          <w:szCs w:val="20"/>
        </w:rPr>
        <w:t>is</w:t>
      </w:r>
      <w:r w:rsidRPr="00623008">
        <w:rPr>
          <w:rFonts w:cs="Arial"/>
          <w:szCs w:val="20"/>
        </w:rPr>
        <w:t xml:space="preserve"> de fábrica, com a fabricação do ano corrente ou, no máximo, no prazo de 12 (doze) meses contados da data de entrega do veículo;</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Pintura na cor BRANCA; e</w:t>
      </w:r>
    </w:p>
    <w:p w:rsidR="00A2772D" w:rsidRPr="00623008" w:rsidRDefault="00A2772D" w:rsidP="00926980">
      <w:pPr>
        <w:pStyle w:val="PargrafodaLista"/>
        <w:numPr>
          <w:ilvl w:val="0"/>
          <w:numId w:val="23"/>
        </w:numPr>
        <w:spacing w:before="240" w:after="240"/>
        <w:ind w:left="0" w:firstLine="0"/>
        <w:contextualSpacing w:val="0"/>
        <w:jc w:val="both"/>
        <w:rPr>
          <w:rFonts w:cs="Arial"/>
          <w:szCs w:val="20"/>
        </w:rPr>
      </w:pPr>
      <w:r w:rsidRPr="00623008">
        <w:rPr>
          <w:rFonts w:cs="Arial"/>
          <w:b/>
          <w:szCs w:val="20"/>
        </w:rPr>
        <w:t>DIVERSOS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Ar-condicionado original de fábrica;</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Retrovisores externos elétricos;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Vidro elétrico nas portas com fechamento/abertura automática pela chave;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Travas elétricas das portas com acionamento na chave;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Som/multimídia integrada ao veículo, somente o disponibilizado de fábrica;</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Protetor de cárter;</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Jogo de tapete de borracha; 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A2772D" w:rsidRPr="00623008" w:rsidRDefault="00A2772D" w:rsidP="00926980">
      <w:pPr>
        <w:pStyle w:val="PargrafodaLista"/>
        <w:numPr>
          <w:ilvl w:val="0"/>
          <w:numId w:val="23"/>
        </w:numPr>
        <w:spacing w:before="240" w:after="240"/>
        <w:ind w:left="0" w:firstLine="0"/>
        <w:contextualSpacing w:val="0"/>
        <w:jc w:val="both"/>
        <w:rPr>
          <w:rFonts w:cs="Arial"/>
          <w:b/>
          <w:szCs w:val="20"/>
        </w:rPr>
      </w:pPr>
      <w:r w:rsidRPr="00623008">
        <w:rPr>
          <w:rFonts w:cs="Arial"/>
          <w:b/>
          <w:szCs w:val="20"/>
        </w:rPr>
        <w:t>CARACTERIZAÇÃO DA CARROCERIA DE MADEIRA</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Carroceria nova, aberta e de primeiro uso. Fabricada com madeira </w:t>
      </w:r>
      <w:r w:rsidR="00C50224" w:rsidRPr="00623008">
        <w:rPr>
          <w:rFonts w:cs="Arial"/>
          <w:szCs w:val="20"/>
        </w:rPr>
        <w:t xml:space="preserve">de lei </w:t>
      </w:r>
      <w:r w:rsidRPr="00623008">
        <w:rPr>
          <w:rFonts w:cs="Arial"/>
          <w:szCs w:val="20"/>
        </w:rPr>
        <w:t xml:space="preserve">apropriada para carroceria, podendo ser qualquer uma das seguintes essências: Angelim </w:t>
      </w:r>
      <w:r w:rsidR="000D55F9" w:rsidRPr="00623008">
        <w:rPr>
          <w:rFonts w:cs="Arial"/>
          <w:szCs w:val="20"/>
        </w:rPr>
        <w:t>Vermelho</w:t>
      </w:r>
      <w:r w:rsidRPr="00623008">
        <w:rPr>
          <w:rFonts w:cs="Arial"/>
          <w:szCs w:val="20"/>
        </w:rPr>
        <w:t>, Roxinho,</w:t>
      </w:r>
      <w:r w:rsidR="000F007C" w:rsidRPr="00623008">
        <w:rPr>
          <w:rFonts w:cs="Arial"/>
          <w:szCs w:val="20"/>
        </w:rPr>
        <w:t xml:space="preserve"> </w:t>
      </w:r>
      <w:r w:rsidRPr="00623008">
        <w:rPr>
          <w:rFonts w:cs="Arial"/>
          <w:szCs w:val="20"/>
        </w:rPr>
        <w:t>Tatajuba, Maracatiaria, Angico, Pau D´arco</w:t>
      </w:r>
      <w:r w:rsidR="00C50224" w:rsidRPr="00623008">
        <w:rPr>
          <w:rFonts w:cs="Arial"/>
          <w:szCs w:val="20"/>
        </w:rPr>
        <w:t xml:space="preserve">, Ipê </w:t>
      </w:r>
      <w:r w:rsidR="000D55F9" w:rsidRPr="00623008">
        <w:rPr>
          <w:rFonts w:cs="Arial"/>
          <w:szCs w:val="20"/>
        </w:rPr>
        <w:t>Roxo</w:t>
      </w:r>
      <w:r w:rsidR="0099028A" w:rsidRPr="00623008">
        <w:rPr>
          <w:rFonts w:cs="Arial"/>
          <w:szCs w:val="20"/>
        </w:rPr>
        <w:t xml:space="preserve">, </w:t>
      </w:r>
      <w:r w:rsidR="000D55F9" w:rsidRPr="00623008">
        <w:rPr>
          <w:rFonts w:cs="Arial"/>
          <w:szCs w:val="20"/>
        </w:rPr>
        <w:t xml:space="preserve">Cumaru </w:t>
      </w:r>
      <w:r w:rsidRPr="00623008">
        <w:rPr>
          <w:rFonts w:cs="Arial"/>
          <w:szCs w:val="20"/>
        </w:rPr>
        <w:t>ou similares</w:t>
      </w:r>
      <w:r w:rsidR="000D55F9" w:rsidRPr="00623008">
        <w:rPr>
          <w:rFonts w:cs="Arial"/>
          <w:szCs w:val="20"/>
        </w:rPr>
        <w:t>;</w:t>
      </w:r>
    </w:p>
    <w:p w:rsidR="000D55F9" w:rsidRPr="00623008" w:rsidRDefault="00A2772D" w:rsidP="00926980">
      <w:pPr>
        <w:pStyle w:val="PargrafodaLista"/>
        <w:numPr>
          <w:ilvl w:val="0"/>
          <w:numId w:val="25"/>
        </w:numPr>
        <w:ind w:left="0" w:firstLine="0"/>
        <w:jc w:val="both"/>
        <w:rPr>
          <w:rFonts w:cs="Arial"/>
          <w:szCs w:val="20"/>
        </w:rPr>
      </w:pPr>
      <w:r w:rsidRPr="00623008">
        <w:rPr>
          <w:rFonts w:cs="Arial"/>
          <w:szCs w:val="20"/>
        </w:rPr>
        <w:t>Dimensões adequadas ao comprimento do chassi</w:t>
      </w:r>
      <w:r w:rsidR="0099028A" w:rsidRPr="00623008">
        <w:rPr>
          <w:rFonts w:cs="Arial"/>
          <w:szCs w:val="20"/>
        </w:rPr>
        <w:t>: 7,00m de comprimento</w:t>
      </w:r>
      <w:r w:rsidRPr="00623008">
        <w:rPr>
          <w:rFonts w:cs="Arial"/>
          <w:szCs w:val="20"/>
        </w:rPr>
        <w:t xml:space="preserve">, </w:t>
      </w:r>
      <w:r w:rsidR="00C50224" w:rsidRPr="00623008">
        <w:rPr>
          <w:rFonts w:cs="Arial"/>
          <w:szCs w:val="20"/>
        </w:rPr>
        <w:t>2,5</w:t>
      </w:r>
      <w:r w:rsidRPr="00623008">
        <w:rPr>
          <w:rFonts w:cs="Arial"/>
          <w:szCs w:val="20"/>
        </w:rPr>
        <w:t>0m de largura e 0,45m de altura. A aproximação deverá ser condicionada as orientações do manual do implementador de cada f</w:t>
      </w:r>
      <w:r w:rsidR="000D55F9" w:rsidRPr="00623008">
        <w:rPr>
          <w:rFonts w:cs="Arial"/>
          <w:szCs w:val="20"/>
        </w:rPr>
        <w:t>abricante do chassi do veículo;</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As grades laterais ser </w:t>
      </w:r>
      <w:r w:rsidR="000D55F9" w:rsidRPr="00623008">
        <w:rPr>
          <w:rFonts w:cs="Arial"/>
          <w:szCs w:val="20"/>
        </w:rPr>
        <w:t>do tipo removíveis</w:t>
      </w:r>
      <w:r w:rsidR="00BD5E33" w:rsidRPr="00623008">
        <w:rPr>
          <w:rFonts w:cs="Arial"/>
          <w:szCs w:val="20"/>
        </w:rPr>
        <w:t xml:space="preserve"> e com trancas de mola de pressão e pegador ergonômico</w:t>
      </w:r>
      <w:r w:rsidR="000D55F9" w:rsidRPr="00623008">
        <w:rPr>
          <w:rFonts w:cs="Arial"/>
          <w:szCs w:val="20"/>
        </w:rPr>
        <w:t>;</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Assoalho com encaixe tipo macho e fêmea;</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Malhal reforçado com </w:t>
      </w:r>
      <w:r w:rsidR="00ED61A1" w:rsidRPr="00623008">
        <w:rPr>
          <w:rFonts w:cs="Arial"/>
          <w:szCs w:val="20"/>
        </w:rPr>
        <w:t xml:space="preserve">mão francesa de 5/8 polegadas com </w:t>
      </w:r>
      <w:r w:rsidRPr="00623008">
        <w:rPr>
          <w:rFonts w:cs="Arial"/>
          <w:szCs w:val="20"/>
        </w:rPr>
        <w:t>quatro colunas e sarrafos nas transversais;</w:t>
      </w:r>
    </w:p>
    <w:p w:rsidR="00A2772D" w:rsidRPr="00623008" w:rsidRDefault="00ED61A1" w:rsidP="00926980">
      <w:pPr>
        <w:pStyle w:val="PargrafodaLista"/>
        <w:numPr>
          <w:ilvl w:val="0"/>
          <w:numId w:val="25"/>
        </w:numPr>
        <w:ind w:left="0" w:firstLine="0"/>
        <w:jc w:val="both"/>
        <w:rPr>
          <w:rFonts w:cs="Arial"/>
          <w:szCs w:val="20"/>
        </w:rPr>
      </w:pPr>
      <w:r w:rsidRPr="00623008">
        <w:rPr>
          <w:rFonts w:cs="Arial"/>
          <w:szCs w:val="20"/>
        </w:rPr>
        <w:t>Travessas reforçadas com chapa inox nas extremidades;</w:t>
      </w:r>
    </w:p>
    <w:p w:rsidR="000D55F9" w:rsidRPr="00623008" w:rsidRDefault="000D55F9" w:rsidP="00926980">
      <w:pPr>
        <w:pStyle w:val="PargrafodaLista"/>
        <w:numPr>
          <w:ilvl w:val="0"/>
          <w:numId w:val="25"/>
        </w:numPr>
        <w:ind w:left="0" w:firstLine="0"/>
        <w:jc w:val="both"/>
        <w:rPr>
          <w:rFonts w:cs="Arial"/>
          <w:szCs w:val="20"/>
        </w:rPr>
      </w:pPr>
      <w:r w:rsidRPr="00623008">
        <w:rPr>
          <w:szCs w:val="20"/>
        </w:rPr>
        <w:t>Todos os parafusos, arruelas e ganchos deverão ser zincados para não sofrer corrosão;</w:t>
      </w:r>
    </w:p>
    <w:p w:rsidR="00ED61A1" w:rsidRPr="00623008" w:rsidRDefault="00ED61A1" w:rsidP="00926980">
      <w:pPr>
        <w:pStyle w:val="PargrafodaLista"/>
        <w:numPr>
          <w:ilvl w:val="0"/>
          <w:numId w:val="25"/>
        </w:numPr>
        <w:ind w:left="0" w:firstLine="0"/>
        <w:jc w:val="both"/>
        <w:rPr>
          <w:rFonts w:cs="Arial"/>
          <w:szCs w:val="20"/>
        </w:rPr>
      </w:pPr>
      <w:r w:rsidRPr="00623008">
        <w:rPr>
          <w:szCs w:val="20"/>
        </w:rPr>
        <w:t>A carroceria deverá possuir caixa de ferramentas com tranca, para barros dianteiros e traseiros com borrachas e mini</w:t>
      </w:r>
      <w:r w:rsidR="002B43CE">
        <w:rPr>
          <w:szCs w:val="20"/>
        </w:rPr>
        <w:t xml:space="preserve"> saias laterais;</w:t>
      </w:r>
    </w:p>
    <w:p w:rsidR="00A2772D" w:rsidRDefault="00A2772D" w:rsidP="00E76FEF">
      <w:pPr>
        <w:pStyle w:val="PargrafodaLista"/>
        <w:numPr>
          <w:ilvl w:val="0"/>
          <w:numId w:val="25"/>
        </w:numPr>
        <w:ind w:left="0" w:firstLine="0"/>
        <w:jc w:val="both"/>
        <w:rPr>
          <w:rFonts w:cs="Arial"/>
          <w:szCs w:val="20"/>
        </w:rPr>
      </w:pPr>
      <w:r w:rsidRPr="00623008">
        <w:rPr>
          <w:rFonts w:cs="Arial"/>
          <w:szCs w:val="20"/>
        </w:rPr>
        <w:t>Equipada com ganchos para</w:t>
      </w:r>
      <w:r w:rsidR="002B43CE">
        <w:rPr>
          <w:rFonts w:cs="Arial"/>
          <w:szCs w:val="20"/>
        </w:rPr>
        <w:t xml:space="preserve"> amarração e ancoragem da carga; e</w:t>
      </w:r>
    </w:p>
    <w:p w:rsidR="00A2772D" w:rsidRPr="00E76FEF" w:rsidRDefault="008E241E" w:rsidP="00E76FEF">
      <w:pPr>
        <w:pStyle w:val="PargrafodaLista"/>
        <w:numPr>
          <w:ilvl w:val="0"/>
          <w:numId w:val="25"/>
        </w:numPr>
        <w:ind w:left="0" w:firstLine="0"/>
        <w:jc w:val="both"/>
        <w:rPr>
          <w:rFonts w:cs="Arial"/>
          <w:szCs w:val="20"/>
        </w:rPr>
      </w:pPr>
      <w:r>
        <w:rPr>
          <w:rFonts w:cs="Arial"/>
          <w:szCs w:val="20"/>
        </w:rPr>
        <w:t>Produto s</w:t>
      </w:r>
      <w:r w:rsidR="00E76FEF" w:rsidRPr="00E76FEF">
        <w:rPr>
          <w:rFonts w:cs="Arial"/>
          <w:szCs w:val="20"/>
        </w:rPr>
        <w:t>imilar ao Mercedes-Benz Atego 1419, equipada com carroceria de madeira similar a Buoro</w:t>
      </w:r>
      <w:r w:rsidR="002B43CE">
        <w:rPr>
          <w:rFonts w:cs="Arial"/>
          <w:szCs w:val="20"/>
        </w:rPr>
        <w:t>.</w:t>
      </w:r>
    </w:p>
    <w:p w:rsidR="00A2772D" w:rsidRPr="00623008" w:rsidRDefault="00A2772D" w:rsidP="00964757">
      <w:pPr>
        <w:jc w:val="center"/>
        <w:rPr>
          <w:rFonts w:cs="Arial"/>
          <w:b/>
          <w:szCs w:val="20"/>
          <w:u w:val="single"/>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1"/>
      </w:tblGrid>
      <w:tr w:rsidR="007E2328" w:rsidRPr="00623008" w:rsidTr="001903F1">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E2328" w:rsidRPr="00623008" w:rsidRDefault="00D21655" w:rsidP="008B0E2E">
            <w:pPr>
              <w:widowControl w:val="0"/>
              <w:suppressAutoHyphens/>
              <w:jc w:val="center"/>
              <w:rPr>
                <w:rFonts w:cs="Arial"/>
                <w:b/>
                <w:color w:val="000000"/>
                <w:szCs w:val="20"/>
              </w:rPr>
            </w:pPr>
            <w:r w:rsidRPr="00623008">
              <w:rPr>
                <w:szCs w:val="20"/>
              </w:rPr>
              <w:br w:type="page"/>
            </w:r>
            <w:r w:rsidR="001903F1">
              <w:rPr>
                <w:rFonts w:cs="Arial"/>
                <w:b/>
                <w:color w:val="000000"/>
                <w:szCs w:val="20"/>
              </w:rPr>
              <w:t>ITENS</w:t>
            </w:r>
          </w:p>
        </w:tc>
        <w:tc>
          <w:tcPr>
            <w:tcW w:w="8221" w:type="dxa"/>
            <w:tcBorders>
              <w:top w:val="single" w:sz="4" w:space="0" w:color="000000"/>
              <w:left w:val="single" w:sz="4" w:space="0" w:color="000000"/>
              <w:bottom w:val="single" w:sz="4" w:space="0" w:color="000000"/>
              <w:right w:val="single" w:sz="4" w:space="0" w:color="000000"/>
            </w:tcBorders>
            <w:shd w:val="clear" w:color="auto" w:fill="FFFF00"/>
          </w:tcPr>
          <w:p w:rsidR="007E2328" w:rsidRPr="00623008" w:rsidRDefault="007E2328" w:rsidP="008B0E2E">
            <w:pPr>
              <w:widowControl w:val="0"/>
              <w:suppressAutoHyphens/>
              <w:jc w:val="center"/>
              <w:rPr>
                <w:rFonts w:cs="Times New Roman"/>
                <w:b/>
                <w:bCs/>
                <w:szCs w:val="20"/>
              </w:rPr>
            </w:pPr>
            <w:r w:rsidRPr="00623008">
              <w:rPr>
                <w:rFonts w:cs="Times New Roman"/>
                <w:b/>
                <w:bCs/>
                <w:szCs w:val="20"/>
              </w:rPr>
              <w:t>DESCRIÇÃO/ESPECIFICAÇÃO</w:t>
            </w:r>
          </w:p>
        </w:tc>
      </w:tr>
      <w:tr w:rsidR="007E2328" w:rsidRPr="00623008" w:rsidTr="001903F1">
        <w:trPr>
          <w:jc w:val="center"/>
        </w:trPr>
        <w:tc>
          <w:tcPr>
            <w:tcW w:w="988" w:type="dxa"/>
            <w:vAlign w:val="center"/>
          </w:tcPr>
          <w:p w:rsidR="007E2328" w:rsidRPr="00623008" w:rsidRDefault="001903F1" w:rsidP="008B0E2E">
            <w:pPr>
              <w:widowControl w:val="0"/>
              <w:suppressAutoHyphens/>
              <w:jc w:val="center"/>
              <w:rPr>
                <w:rFonts w:cs="Arial"/>
                <w:b/>
                <w:color w:val="000000"/>
                <w:szCs w:val="20"/>
              </w:rPr>
            </w:pPr>
            <w:r>
              <w:rPr>
                <w:rFonts w:cs="Arial"/>
                <w:b/>
                <w:color w:val="000000"/>
                <w:szCs w:val="20"/>
              </w:rPr>
              <w:t>49 a 54</w:t>
            </w:r>
          </w:p>
        </w:tc>
        <w:tc>
          <w:tcPr>
            <w:tcW w:w="8221" w:type="dxa"/>
          </w:tcPr>
          <w:p w:rsidR="007E2328" w:rsidRPr="00623008" w:rsidRDefault="007E2328" w:rsidP="007E2328">
            <w:pPr>
              <w:widowControl w:val="0"/>
              <w:suppressAutoHyphens/>
              <w:rPr>
                <w:rFonts w:cs="Arial"/>
                <w:color w:val="000000"/>
                <w:szCs w:val="20"/>
              </w:rPr>
            </w:pPr>
            <w:r w:rsidRPr="00623008">
              <w:rPr>
                <w:rFonts w:cs="Times New Roman"/>
                <w:bCs/>
                <w:szCs w:val="20"/>
              </w:rPr>
              <w:t>Caminhão a diesel com carroceria basculante de 6m³, tração 4x2</w:t>
            </w:r>
          </w:p>
        </w:tc>
      </w:tr>
    </w:tbl>
    <w:p w:rsidR="007E2328" w:rsidRPr="00623008" w:rsidRDefault="007E2328" w:rsidP="00926980">
      <w:pPr>
        <w:pStyle w:val="PargrafodaLista"/>
        <w:numPr>
          <w:ilvl w:val="0"/>
          <w:numId w:val="36"/>
        </w:numPr>
        <w:spacing w:before="240" w:after="240"/>
        <w:ind w:left="0" w:firstLine="0"/>
        <w:contextualSpacing w:val="0"/>
        <w:jc w:val="both"/>
        <w:rPr>
          <w:rFonts w:cs="Arial"/>
          <w:b/>
          <w:szCs w:val="20"/>
        </w:rPr>
      </w:pPr>
      <w:r w:rsidRPr="00623008">
        <w:rPr>
          <w:rFonts w:cs="Arial"/>
          <w:b/>
          <w:szCs w:val="20"/>
        </w:rPr>
        <w:t>CARACTERÍSTICAS TÉCNICAS</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 xml:space="preserve">Classificação: Veículo novo, tração 4x2, zero quilômetro, </w:t>
      </w:r>
      <w:r w:rsidR="00013460" w:rsidRPr="00623008">
        <w:rPr>
          <w:rFonts w:cs="Arial"/>
          <w:szCs w:val="20"/>
        </w:rPr>
        <w:t xml:space="preserve">equipado com </w:t>
      </w:r>
      <w:r w:rsidRPr="00623008">
        <w:rPr>
          <w:rFonts w:cs="Arial"/>
          <w:szCs w:val="20"/>
        </w:rPr>
        <w:t>carroceria basculante;</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Ano de fabricação do chassi: do ano em curso ou posterior;</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 xml:space="preserve">PBT igual ou superior a </w:t>
      </w:r>
      <w:r w:rsidR="00A20896" w:rsidRPr="00623008">
        <w:rPr>
          <w:rFonts w:cs="Arial"/>
          <w:szCs w:val="20"/>
        </w:rPr>
        <w:t>16</w:t>
      </w:r>
      <w:r w:rsidRPr="00623008">
        <w:rPr>
          <w:rFonts w:cs="Arial"/>
          <w:szCs w:val="20"/>
        </w:rPr>
        <w:t>.0000 Kg;</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Motor do veículo: Óleo diesel, com potência igual ou superior a 185CV;</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Distância entre eixos</w:t>
      </w:r>
      <w:r w:rsidR="002C6EC7">
        <w:rPr>
          <w:rFonts w:cs="Arial"/>
          <w:szCs w:val="20"/>
        </w:rPr>
        <w:t xml:space="preserve"> de aproximadamente 3.600mm</w:t>
      </w:r>
      <w:r w:rsidRPr="00623008">
        <w:rPr>
          <w:rFonts w:cs="Arial"/>
          <w:szCs w:val="20"/>
        </w:rPr>
        <w:t xml:space="preserve">, compatível para implemento de carroceria </w:t>
      </w:r>
      <w:r w:rsidR="00A20896" w:rsidRPr="00623008">
        <w:rPr>
          <w:rFonts w:cs="Arial"/>
          <w:szCs w:val="20"/>
        </w:rPr>
        <w:t>basculante de 6m³</w:t>
      </w:r>
      <w:r w:rsidRPr="00623008">
        <w:rPr>
          <w:rFonts w:cs="Arial"/>
          <w:szCs w:val="20"/>
        </w:rPr>
        <w:t>.</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Pintura na cor BRANCA; e</w:t>
      </w:r>
    </w:p>
    <w:p w:rsidR="007E2328" w:rsidRPr="00623008" w:rsidRDefault="007E2328" w:rsidP="00926980">
      <w:pPr>
        <w:pStyle w:val="PargrafodaLista"/>
        <w:numPr>
          <w:ilvl w:val="0"/>
          <w:numId w:val="36"/>
        </w:numPr>
        <w:spacing w:before="240" w:after="240"/>
        <w:ind w:left="0" w:firstLine="0"/>
        <w:contextualSpacing w:val="0"/>
        <w:jc w:val="both"/>
        <w:rPr>
          <w:rFonts w:cs="Arial"/>
          <w:szCs w:val="20"/>
        </w:rPr>
      </w:pPr>
      <w:r w:rsidRPr="00623008">
        <w:rPr>
          <w:rFonts w:cs="Arial"/>
          <w:b/>
          <w:szCs w:val="20"/>
        </w:rPr>
        <w:t>DIVERSOS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Ar-condicionado original de fábrica;</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Retrovisores externos elétricos;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Vidro elétrico nas portas com fechamento/abertura automática pela chave;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Travas elétricas das portas com acionamento na chave;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Som/multimídia integrada ao veículo, somente o disponibilizado de fábrica;</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Protetor de cárter;</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Jogo de tapete de borracha; 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7E2328" w:rsidRPr="00623008" w:rsidRDefault="007E2328" w:rsidP="00926980">
      <w:pPr>
        <w:pStyle w:val="PargrafodaLista"/>
        <w:numPr>
          <w:ilvl w:val="0"/>
          <w:numId w:val="36"/>
        </w:numPr>
        <w:spacing w:before="240" w:after="240"/>
        <w:ind w:left="0" w:firstLine="0"/>
        <w:contextualSpacing w:val="0"/>
        <w:jc w:val="both"/>
        <w:rPr>
          <w:rFonts w:cs="Arial"/>
          <w:b/>
          <w:szCs w:val="20"/>
        </w:rPr>
      </w:pPr>
      <w:r w:rsidRPr="00623008">
        <w:rPr>
          <w:rFonts w:cs="Arial"/>
          <w:b/>
          <w:szCs w:val="20"/>
        </w:rPr>
        <w:t xml:space="preserve">CARACTERIZAÇÃO DA CARROCERIA </w:t>
      </w:r>
      <w:r w:rsidR="00A20896" w:rsidRPr="00623008">
        <w:rPr>
          <w:rFonts w:cs="Arial"/>
          <w:b/>
          <w:szCs w:val="20"/>
        </w:rPr>
        <w:t>BASCULANTE</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 xml:space="preserve">Implemento novo e de primeiro uso com caixa de carga </w:t>
      </w:r>
      <w:r w:rsidR="001266C3" w:rsidRPr="00623008">
        <w:rPr>
          <w:rFonts w:cs="Arial"/>
          <w:szCs w:val="20"/>
        </w:rPr>
        <w:t xml:space="preserve">retangular com cantos poligonais em chapa vincada, </w:t>
      </w:r>
      <w:r w:rsidRPr="00623008">
        <w:rPr>
          <w:rFonts w:cs="Arial"/>
          <w:szCs w:val="20"/>
        </w:rPr>
        <w:t xml:space="preserve">feita </w:t>
      </w:r>
      <w:r w:rsidR="001266C3" w:rsidRPr="00623008">
        <w:rPr>
          <w:rFonts w:cs="Arial"/>
          <w:szCs w:val="20"/>
        </w:rPr>
        <w:t xml:space="preserve">em </w:t>
      </w:r>
      <w:r w:rsidR="001266C3"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A70C8A" w:rsidRPr="00623008" w:rsidRDefault="00A70C8A" w:rsidP="00926980">
      <w:pPr>
        <w:pStyle w:val="PargrafodaLista"/>
        <w:numPr>
          <w:ilvl w:val="0"/>
          <w:numId w:val="38"/>
        </w:numPr>
        <w:ind w:left="0" w:firstLine="0"/>
        <w:jc w:val="both"/>
        <w:rPr>
          <w:rFonts w:cs="Arial"/>
          <w:szCs w:val="20"/>
        </w:rPr>
      </w:pPr>
      <w:r w:rsidRPr="00623008">
        <w:rPr>
          <w:rFonts w:cs="Arial"/>
          <w:szCs w:val="20"/>
        </w:rPr>
        <w:t>Capacidade da caçamba de 6m³;</w:t>
      </w:r>
    </w:p>
    <w:p w:rsidR="00A70C8A" w:rsidRPr="00623008" w:rsidRDefault="00A70C8A" w:rsidP="00926980">
      <w:pPr>
        <w:pStyle w:val="PargrafodaLista"/>
        <w:numPr>
          <w:ilvl w:val="0"/>
          <w:numId w:val="38"/>
        </w:numPr>
        <w:ind w:left="0" w:firstLine="0"/>
        <w:jc w:val="both"/>
        <w:rPr>
          <w:rFonts w:cs="Arial"/>
          <w:szCs w:val="20"/>
        </w:rPr>
      </w:pPr>
      <w:r w:rsidRPr="00623008">
        <w:rPr>
          <w:szCs w:val="20"/>
        </w:rPr>
        <w:t>Sistema hidráulico com 1 (um) cilindro hidráulico de 7 polegadas com ação direta, bomba hidráulica, tomada de força acoplada, reservatório de óleo com filtro e visor de nível, mangueiras hidráulicas, acionamento pneumático na cabine do veículo, pressão de trabalho mínima de 140 bar;</w:t>
      </w:r>
    </w:p>
    <w:p w:rsidR="00CB0DFF" w:rsidRPr="00623008" w:rsidRDefault="00A70C8A" w:rsidP="00926980">
      <w:pPr>
        <w:pStyle w:val="PargrafodaLista"/>
        <w:numPr>
          <w:ilvl w:val="0"/>
          <w:numId w:val="38"/>
        </w:numPr>
        <w:ind w:left="0" w:firstLine="0"/>
        <w:jc w:val="both"/>
        <w:rPr>
          <w:rFonts w:cs="Arial"/>
          <w:szCs w:val="20"/>
        </w:rPr>
      </w:pPr>
      <w:r w:rsidRPr="00623008">
        <w:rPr>
          <w:rFonts w:cs="Arial"/>
          <w:szCs w:val="20"/>
        </w:rPr>
        <w:t>Tampa traseira tipo porteira</w:t>
      </w:r>
      <w:r w:rsidR="00CB0DFF" w:rsidRPr="00623008">
        <w:rPr>
          <w:rFonts w:cs="Arial"/>
          <w:szCs w:val="20"/>
        </w:rPr>
        <w:t>;</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 xml:space="preserve">Protetor de cabine com viga de reforço e bordas elevadas; </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para-lamas plásticos fixados no chassi com para barro de borracha;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suporte de estepe no frontal da caixa de carga;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caixa plástica de ferramentas com chave;</w:t>
      </w:r>
    </w:p>
    <w:p w:rsidR="00CB0DFF" w:rsidRPr="00623008" w:rsidRDefault="00742F5B" w:rsidP="00926980">
      <w:pPr>
        <w:pStyle w:val="PargrafodaLista"/>
        <w:numPr>
          <w:ilvl w:val="0"/>
          <w:numId w:val="38"/>
        </w:numPr>
        <w:ind w:left="0" w:firstLine="0"/>
        <w:jc w:val="both"/>
        <w:rPr>
          <w:rFonts w:cs="Arial"/>
          <w:szCs w:val="20"/>
        </w:rPr>
      </w:pPr>
      <w:r w:rsidRPr="00623008">
        <w:rPr>
          <w:rFonts w:cs="Arial"/>
          <w:szCs w:val="20"/>
        </w:rPr>
        <w:t xml:space="preserve">Possuir </w:t>
      </w:r>
      <w:r w:rsidR="00CB0DFF" w:rsidRPr="00623008">
        <w:rPr>
          <w:rFonts w:cs="Arial"/>
          <w:szCs w:val="20"/>
        </w:rPr>
        <w:t>ganchos para a</w:t>
      </w:r>
      <w:r w:rsidRPr="00623008">
        <w:rPr>
          <w:rFonts w:cs="Arial"/>
          <w:szCs w:val="20"/>
        </w:rPr>
        <w:t>marração e ancoragem da carga;</w:t>
      </w:r>
    </w:p>
    <w:p w:rsidR="00742F5B" w:rsidRPr="00623008" w:rsidRDefault="00742F5B" w:rsidP="008E241E">
      <w:pPr>
        <w:pStyle w:val="PargrafodaLista"/>
        <w:numPr>
          <w:ilvl w:val="0"/>
          <w:numId w:val="38"/>
        </w:numPr>
        <w:ind w:left="0" w:firstLine="0"/>
        <w:jc w:val="both"/>
        <w:rPr>
          <w:rFonts w:cs="Arial"/>
          <w:szCs w:val="20"/>
        </w:rPr>
      </w:pPr>
      <w:r w:rsidRPr="00623008">
        <w:rPr>
          <w:szCs w:val="20"/>
        </w:rPr>
        <w:t>A pintura deverá ser precedida de uma limpeza com desengraxante químico e fosfatização, base com aplicação de fundo anticorrosivo e acabamento com pintura na cor branca em P.U.</w:t>
      </w:r>
    </w:p>
    <w:p w:rsidR="001266C3" w:rsidRPr="00623008" w:rsidRDefault="001266C3" w:rsidP="008E241E">
      <w:pPr>
        <w:pStyle w:val="PargrafodaLista"/>
        <w:numPr>
          <w:ilvl w:val="0"/>
          <w:numId w:val="38"/>
        </w:numPr>
        <w:ind w:left="0" w:firstLine="0"/>
        <w:jc w:val="both"/>
        <w:rPr>
          <w:rFonts w:cs="Arial"/>
          <w:szCs w:val="20"/>
        </w:rPr>
      </w:pPr>
      <w:r w:rsidRPr="00623008">
        <w:rPr>
          <w:rFonts w:cs="Arial"/>
          <w:szCs w:val="20"/>
        </w:rPr>
        <w:t xml:space="preserve">Produto </w:t>
      </w:r>
      <w:r w:rsidR="008E241E" w:rsidRPr="008E241E">
        <w:rPr>
          <w:rFonts w:cs="Arial"/>
          <w:szCs w:val="20"/>
        </w:rPr>
        <w:t>similar ao Volkswagen Constellation 17.190, equipada com implemento similar ao Basculante modelo América de 6m³ da Facchini</w:t>
      </w:r>
      <w:r w:rsidRPr="00623008">
        <w:rPr>
          <w:rFonts w:cs="Arial"/>
          <w:szCs w:val="20"/>
        </w:rPr>
        <w:t>.</w:t>
      </w:r>
    </w:p>
    <w:p w:rsidR="007E2328" w:rsidRDefault="007E2328">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C4333" w:rsidRPr="00623008" w:rsidRDefault="001903F1" w:rsidP="00A8162F">
            <w:pPr>
              <w:widowControl w:val="0"/>
              <w:suppressAutoHyphens/>
              <w:jc w:val="center"/>
              <w:rPr>
                <w:rFonts w:cs="Arial"/>
                <w:b/>
                <w:szCs w:val="20"/>
              </w:rPr>
            </w:pPr>
            <w:r>
              <w:rPr>
                <w:rFonts w:cs="Arial"/>
                <w:b/>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rsidTr="001903F1">
        <w:trPr>
          <w:jc w:val="center"/>
        </w:trPr>
        <w:tc>
          <w:tcPr>
            <w:tcW w:w="1129" w:type="dxa"/>
            <w:vAlign w:val="center"/>
          </w:tcPr>
          <w:p w:rsidR="00BC4333" w:rsidRPr="00623008" w:rsidRDefault="001903F1" w:rsidP="00A8162F">
            <w:pPr>
              <w:widowControl w:val="0"/>
              <w:suppressAutoHyphens/>
              <w:jc w:val="center"/>
              <w:rPr>
                <w:rFonts w:cs="Arial"/>
                <w:b/>
                <w:szCs w:val="20"/>
              </w:rPr>
            </w:pPr>
            <w:r>
              <w:rPr>
                <w:rFonts w:cs="Arial"/>
                <w:b/>
                <w:szCs w:val="20"/>
              </w:rPr>
              <w:t>55 a 57</w:t>
            </w:r>
          </w:p>
        </w:tc>
        <w:tc>
          <w:tcPr>
            <w:tcW w:w="7797" w:type="dxa"/>
          </w:tcPr>
          <w:p w:rsidR="00BC4333" w:rsidRPr="00623008" w:rsidRDefault="00BC4333" w:rsidP="00A8162F">
            <w:pPr>
              <w:widowControl w:val="0"/>
              <w:suppressAutoHyphens/>
              <w:rPr>
                <w:rFonts w:cs="Arial"/>
                <w:szCs w:val="20"/>
              </w:rPr>
            </w:pPr>
            <w:r w:rsidRPr="00623008">
              <w:rPr>
                <w:rFonts w:cs="Times New Roman"/>
                <w:bCs/>
                <w:szCs w:val="20"/>
              </w:rPr>
              <w:t xml:space="preserve">Caminhão a diesel com carroceria basculante de 10m³, tração 6x2 </w:t>
            </w:r>
          </w:p>
        </w:tc>
      </w:tr>
    </w:tbl>
    <w:p w:rsidR="00BC4333" w:rsidRPr="00623008" w:rsidRDefault="00BC4333" w:rsidP="00BC4333">
      <w:pPr>
        <w:pStyle w:val="PargrafodaLista"/>
        <w:numPr>
          <w:ilvl w:val="0"/>
          <w:numId w:val="71"/>
        </w:numPr>
        <w:spacing w:before="240" w:after="120"/>
        <w:ind w:left="0" w:firstLine="0"/>
        <w:contextualSpacing w:val="0"/>
        <w:jc w:val="both"/>
        <w:rPr>
          <w:rFonts w:cs="Arial"/>
          <w:b/>
          <w:szCs w:val="20"/>
        </w:rPr>
      </w:pPr>
      <w:r w:rsidRPr="00623008">
        <w:rPr>
          <w:rFonts w:cs="Arial"/>
          <w:b/>
          <w:szCs w:val="20"/>
        </w:rPr>
        <w:t>CARACTERÍSTICAS TÉCNICAS</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Classificação: Veículo novo tração 6x2, zero quilômetro, equipado com basculante para transporte de materiais escavados e agregados de construção;</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Ano de fabricação do chassi: do ano em curso ou posterior;</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PBT legal igual ou superior a 23.000 Kg;</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Motor do veículo: Óleo diesel, com potência igual ou superior a 230CV, tração 6x</w:t>
      </w:r>
      <w:r>
        <w:rPr>
          <w:rFonts w:cs="Arial"/>
          <w:szCs w:val="20"/>
        </w:rPr>
        <w:t>2</w:t>
      </w:r>
      <w:r w:rsidRPr="00623008">
        <w:rPr>
          <w:rFonts w:cs="Arial"/>
          <w:szCs w:val="20"/>
        </w:rPr>
        <w:t xml:space="preserve"> original de fábrica;</w:t>
      </w:r>
    </w:p>
    <w:p w:rsidR="00BC4333" w:rsidRPr="00623008" w:rsidRDefault="002C6EC7" w:rsidP="00BC4333">
      <w:pPr>
        <w:pStyle w:val="PargrafodaLista"/>
        <w:numPr>
          <w:ilvl w:val="0"/>
          <w:numId w:val="72"/>
        </w:numPr>
        <w:ind w:left="0" w:firstLine="0"/>
        <w:jc w:val="both"/>
        <w:rPr>
          <w:rFonts w:cs="Arial"/>
          <w:szCs w:val="20"/>
        </w:rPr>
      </w:pPr>
      <w:r>
        <w:rPr>
          <w:rFonts w:cs="Arial"/>
          <w:szCs w:val="20"/>
        </w:rPr>
        <w:t>Distância e</w:t>
      </w:r>
      <w:r w:rsidR="00BC4333" w:rsidRPr="00623008">
        <w:rPr>
          <w:rFonts w:cs="Arial"/>
          <w:szCs w:val="20"/>
        </w:rPr>
        <w:t xml:space="preserve">ntre eixos </w:t>
      </w:r>
      <w:r>
        <w:rPr>
          <w:rFonts w:cs="Arial"/>
          <w:szCs w:val="20"/>
        </w:rPr>
        <w:t>de aproximadamente 3.600mm</w:t>
      </w:r>
      <w:r w:rsidR="00BC4333" w:rsidRPr="00623008">
        <w:rPr>
          <w:rFonts w:cs="Arial"/>
          <w:szCs w:val="20"/>
        </w:rPr>
        <w:t>, compatível para implemento de basculante de 10m³;</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 e</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Pintura na cor BRANCA.</w:t>
      </w:r>
    </w:p>
    <w:p w:rsidR="00BC4333" w:rsidRPr="00623008" w:rsidRDefault="00BC4333" w:rsidP="00BC4333">
      <w:pPr>
        <w:pStyle w:val="PargrafodaLista"/>
        <w:numPr>
          <w:ilvl w:val="0"/>
          <w:numId w:val="71"/>
        </w:numPr>
        <w:spacing w:before="240" w:after="240"/>
        <w:ind w:left="0" w:firstLine="0"/>
        <w:contextualSpacing w:val="0"/>
        <w:jc w:val="both"/>
        <w:rPr>
          <w:rFonts w:cs="Arial"/>
          <w:szCs w:val="20"/>
        </w:rPr>
      </w:pPr>
      <w:r w:rsidRPr="00623008">
        <w:rPr>
          <w:rFonts w:cs="Arial"/>
          <w:b/>
          <w:szCs w:val="20"/>
        </w:rPr>
        <w:t>DIVERSOS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Ar-condicionado original de fábrica;</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Retrovisores externos elétricos;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Vidro elétrico nas portas com fechamento/abertura automática pela chave;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Travas elétricas das portas com acionamento na chave;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Som/multimídia integrada ao veículo, somente o disponibilizado de fábrica;</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Protetor de cárter;</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Jogo de tapete de borracha; 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C4333" w:rsidRPr="00623008" w:rsidRDefault="00BC4333" w:rsidP="00BC4333">
      <w:pPr>
        <w:pStyle w:val="PargrafodaLista"/>
        <w:numPr>
          <w:ilvl w:val="0"/>
          <w:numId w:val="71"/>
        </w:numPr>
        <w:spacing w:before="240" w:after="240"/>
        <w:ind w:left="0" w:firstLine="0"/>
        <w:contextualSpacing w:val="0"/>
        <w:jc w:val="both"/>
        <w:rPr>
          <w:rFonts w:cs="Arial"/>
          <w:b/>
          <w:szCs w:val="20"/>
        </w:rPr>
      </w:pPr>
      <w:r w:rsidRPr="00623008">
        <w:rPr>
          <w:rFonts w:cs="Arial"/>
          <w:b/>
          <w:szCs w:val="20"/>
        </w:rPr>
        <w:t>CARACTERIZAÇÃO DA CARROCERIA BASCULANTE</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 xml:space="preserve">Implemento novo e de primeiro uso com caixa de carga retangular com cantos poligonais em chapa vincada, feita em </w:t>
      </w:r>
      <w:r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Capacidade da caçamba de 10m³;</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Sistema hidráulico com 2 (dois) cilindros hidráulicos de 7 polegadas com ação direta, bomba hidráulica, tomada de força acoplada, reservatório de óleo com filtro e visor de nível, mangueiras hidráulicas, acionamento pneumático na cabine do veículo, pressão de trabalho mínima de 140 bar;</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Tampa traseira tipo porteira;</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 xml:space="preserve">Protetor de cabine com viga de reforço e bordas elevadas; </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para-lamas plásticos fixados no chassi com para barro de borracha;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suporte de estepe no frontal da caixa de carga;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caixa plástica de ferramentas com chave;</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Possuir ganchos para amarração e ancoragem da carga;</w:t>
      </w:r>
    </w:p>
    <w:p w:rsidR="00BC4333" w:rsidRPr="00623008" w:rsidRDefault="00BC4333" w:rsidP="00793F26">
      <w:pPr>
        <w:pStyle w:val="PargrafodaLista"/>
        <w:numPr>
          <w:ilvl w:val="0"/>
          <w:numId w:val="73"/>
        </w:numPr>
        <w:ind w:left="0" w:firstLine="0"/>
        <w:jc w:val="both"/>
        <w:rPr>
          <w:rFonts w:cs="Arial"/>
          <w:szCs w:val="20"/>
        </w:rPr>
      </w:pPr>
      <w:r w:rsidRPr="00623008">
        <w:rPr>
          <w:szCs w:val="20"/>
        </w:rPr>
        <w:t xml:space="preserve">A pintura deverá ser precedida de uma limpeza com </w:t>
      </w:r>
      <w:proofErr w:type="spellStart"/>
      <w:r w:rsidRPr="00623008">
        <w:rPr>
          <w:szCs w:val="20"/>
        </w:rPr>
        <w:t>desengraxante</w:t>
      </w:r>
      <w:proofErr w:type="spellEnd"/>
      <w:r w:rsidRPr="00623008">
        <w:rPr>
          <w:szCs w:val="20"/>
        </w:rPr>
        <w:t xml:space="preserve"> químico e </w:t>
      </w:r>
      <w:proofErr w:type="spellStart"/>
      <w:r w:rsidRPr="00623008">
        <w:rPr>
          <w:szCs w:val="20"/>
        </w:rPr>
        <w:t>fosfatização</w:t>
      </w:r>
      <w:proofErr w:type="spellEnd"/>
      <w:r w:rsidRPr="00623008">
        <w:rPr>
          <w:szCs w:val="20"/>
        </w:rPr>
        <w:t>, base com aplicação de fundo anticorrosivo e acabamento com pintura na cor branca em P.U.</w:t>
      </w:r>
    </w:p>
    <w:p w:rsidR="00BC4333" w:rsidRPr="00623008" w:rsidRDefault="00BC4333" w:rsidP="00793F26">
      <w:pPr>
        <w:pStyle w:val="PargrafodaLista"/>
        <w:numPr>
          <w:ilvl w:val="0"/>
          <w:numId w:val="73"/>
        </w:numPr>
        <w:ind w:left="0" w:firstLine="0"/>
        <w:jc w:val="both"/>
        <w:rPr>
          <w:rFonts w:cs="Arial"/>
          <w:szCs w:val="20"/>
        </w:rPr>
      </w:pPr>
      <w:r w:rsidRPr="00623008">
        <w:rPr>
          <w:rFonts w:cs="Arial"/>
          <w:szCs w:val="20"/>
        </w:rPr>
        <w:t xml:space="preserve">Produto </w:t>
      </w:r>
      <w:r w:rsidR="00793F26" w:rsidRPr="00793F26">
        <w:rPr>
          <w:rFonts w:cs="Arial"/>
          <w:szCs w:val="20"/>
        </w:rPr>
        <w:t>similar ao Mercedes-Benz Atego 2426, com implemento similar ao Basculante Facchini</w:t>
      </w:r>
      <w:r w:rsidRPr="00623008">
        <w:rPr>
          <w:rFonts w:cs="Arial"/>
          <w:szCs w:val="20"/>
        </w:rPr>
        <w:t>.</w:t>
      </w:r>
    </w:p>
    <w:p w:rsidR="00BC4333" w:rsidRDefault="00BC4333">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704D59" w:rsidRPr="00623008" w:rsidTr="001903F1">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04D59" w:rsidRPr="00623008" w:rsidRDefault="001903F1" w:rsidP="00A8162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704D59" w:rsidRPr="00623008" w:rsidRDefault="00704D59" w:rsidP="00A8162F">
            <w:pPr>
              <w:widowControl w:val="0"/>
              <w:suppressAutoHyphens/>
              <w:jc w:val="center"/>
              <w:rPr>
                <w:rFonts w:cs="Times New Roman"/>
                <w:b/>
                <w:bCs/>
                <w:szCs w:val="20"/>
              </w:rPr>
            </w:pPr>
            <w:r w:rsidRPr="00623008">
              <w:rPr>
                <w:rFonts w:cs="Times New Roman"/>
                <w:b/>
                <w:bCs/>
                <w:szCs w:val="20"/>
              </w:rPr>
              <w:t>DESCRIÇÃO/ESPECIFICAÇÃO</w:t>
            </w:r>
          </w:p>
        </w:tc>
      </w:tr>
      <w:tr w:rsidR="00704D59" w:rsidRPr="00623008" w:rsidTr="001903F1">
        <w:trPr>
          <w:jc w:val="center"/>
        </w:trPr>
        <w:tc>
          <w:tcPr>
            <w:tcW w:w="988" w:type="dxa"/>
            <w:vAlign w:val="center"/>
          </w:tcPr>
          <w:p w:rsidR="00704D59" w:rsidRPr="00623008" w:rsidRDefault="001903F1" w:rsidP="00A8162F">
            <w:pPr>
              <w:widowControl w:val="0"/>
              <w:suppressAutoHyphens/>
              <w:jc w:val="center"/>
              <w:rPr>
                <w:rFonts w:cs="Arial"/>
                <w:b/>
                <w:szCs w:val="20"/>
              </w:rPr>
            </w:pPr>
            <w:r>
              <w:rPr>
                <w:rFonts w:cs="Arial"/>
                <w:b/>
                <w:szCs w:val="20"/>
              </w:rPr>
              <w:t xml:space="preserve">58 a </w:t>
            </w:r>
            <w:r w:rsidR="00BF6A1D">
              <w:rPr>
                <w:rFonts w:cs="Arial"/>
                <w:b/>
                <w:szCs w:val="20"/>
              </w:rPr>
              <w:t>60</w:t>
            </w:r>
          </w:p>
        </w:tc>
        <w:tc>
          <w:tcPr>
            <w:tcW w:w="7938" w:type="dxa"/>
          </w:tcPr>
          <w:p w:rsidR="00704D59" w:rsidRPr="00623008" w:rsidRDefault="00704D59" w:rsidP="00A8162F">
            <w:pPr>
              <w:widowControl w:val="0"/>
              <w:suppressAutoHyphens/>
              <w:rPr>
                <w:rFonts w:cs="Arial"/>
                <w:szCs w:val="20"/>
              </w:rPr>
            </w:pPr>
            <w:r w:rsidRPr="00623008">
              <w:rPr>
                <w:rFonts w:cs="Times New Roman"/>
                <w:bCs/>
                <w:szCs w:val="20"/>
              </w:rPr>
              <w:t>Caminhão a diesel</w:t>
            </w:r>
            <w:r w:rsidR="00A8162F">
              <w:rPr>
                <w:rFonts w:cs="Times New Roman"/>
                <w:bCs/>
                <w:szCs w:val="20"/>
              </w:rPr>
              <w:t xml:space="preserve"> com carroceria basculante de 12</w:t>
            </w:r>
            <w:r w:rsidRPr="00623008">
              <w:rPr>
                <w:rFonts w:cs="Times New Roman"/>
                <w:bCs/>
                <w:szCs w:val="20"/>
              </w:rPr>
              <w:t xml:space="preserve">m³, tração 6x4 </w:t>
            </w:r>
          </w:p>
        </w:tc>
      </w:tr>
    </w:tbl>
    <w:p w:rsidR="00704D59" w:rsidRPr="00623008" w:rsidRDefault="00704D59" w:rsidP="00704D59">
      <w:pPr>
        <w:pStyle w:val="PargrafodaLista"/>
        <w:numPr>
          <w:ilvl w:val="0"/>
          <w:numId w:val="40"/>
        </w:numPr>
        <w:spacing w:before="240" w:after="240"/>
        <w:ind w:left="0" w:firstLine="0"/>
        <w:contextualSpacing w:val="0"/>
        <w:jc w:val="both"/>
        <w:rPr>
          <w:rFonts w:cs="Arial"/>
          <w:b/>
          <w:szCs w:val="20"/>
        </w:rPr>
      </w:pPr>
      <w:r w:rsidRPr="00623008">
        <w:rPr>
          <w:rFonts w:cs="Arial"/>
          <w:b/>
          <w:szCs w:val="20"/>
        </w:rPr>
        <w:t>CARACTERÍSTICAS TÉCNICAS</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 xml:space="preserve">Classificação: Veículo novo 6x4 para </w:t>
      </w:r>
      <w:r w:rsidRPr="00623008">
        <w:rPr>
          <w:rFonts w:cs="Arial"/>
          <w:b/>
          <w:szCs w:val="20"/>
        </w:rPr>
        <w:t>uso em estrada não pavimentada ou acidentada</w:t>
      </w:r>
      <w:r w:rsidRPr="00623008">
        <w:rPr>
          <w:rFonts w:cs="Arial"/>
          <w:szCs w:val="20"/>
        </w:rPr>
        <w:t>, zero quilômetro, equipado com basculante para transporte de materiais escavados e agregados de construção;</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Ano de fabricação do chassi: do ano em curso ou posterior;</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PBT legal igual ou superior a 23.000 Kg;</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Motor do veículo: Óleo diesel, com potência igual ou superior a 270CV, tração 6x4 original de fábrica;</w:t>
      </w:r>
    </w:p>
    <w:p w:rsidR="00704D59" w:rsidRPr="00623008" w:rsidRDefault="002C6EC7" w:rsidP="00704D59">
      <w:pPr>
        <w:pStyle w:val="PargrafodaLista"/>
        <w:numPr>
          <w:ilvl w:val="0"/>
          <w:numId w:val="41"/>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3.600mm</w:t>
      </w:r>
      <w:r w:rsidR="00704D59" w:rsidRPr="00623008">
        <w:rPr>
          <w:rFonts w:cs="Arial"/>
          <w:szCs w:val="20"/>
        </w:rPr>
        <w:t>, compatível par</w:t>
      </w:r>
      <w:r w:rsidR="00A8162F">
        <w:rPr>
          <w:rFonts w:cs="Arial"/>
          <w:szCs w:val="20"/>
        </w:rPr>
        <w:t>a implemento de basculante de 12</w:t>
      </w:r>
      <w:r w:rsidR="00704D59" w:rsidRPr="00623008">
        <w:rPr>
          <w:rFonts w:cs="Arial"/>
          <w:szCs w:val="20"/>
        </w:rPr>
        <w:t>m³;</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Pintura na cor BRANCA.</w:t>
      </w:r>
    </w:p>
    <w:p w:rsidR="00704D59" w:rsidRPr="00623008" w:rsidRDefault="00704D59" w:rsidP="00704D59">
      <w:pPr>
        <w:pStyle w:val="PargrafodaLista"/>
        <w:numPr>
          <w:ilvl w:val="0"/>
          <w:numId w:val="40"/>
        </w:numPr>
        <w:spacing w:before="240" w:after="240"/>
        <w:ind w:left="0" w:firstLine="0"/>
        <w:contextualSpacing w:val="0"/>
        <w:jc w:val="both"/>
        <w:rPr>
          <w:rFonts w:cs="Arial"/>
          <w:szCs w:val="20"/>
        </w:rPr>
      </w:pPr>
      <w:r w:rsidRPr="00623008">
        <w:rPr>
          <w:rFonts w:cs="Arial"/>
          <w:b/>
          <w:szCs w:val="20"/>
        </w:rPr>
        <w:t>DIVERSOS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Ar-condicionado original de fábrica;</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Retrovisores externos elétricos;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Vidro elétrico nas portas com fechamento/abertura automática pela chave;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Travas elétricas das portas com acionamento na chave;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Som/multimídia integrada ao veículo, somente o disponibilizado de fábrica;</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Protetor de cárter;</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Jogo de tapete de borracha; 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704D59" w:rsidRPr="00623008" w:rsidRDefault="00704D59" w:rsidP="00704D59">
      <w:pPr>
        <w:pStyle w:val="PargrafodaLista"/>
        <w:numPr>
          <w:ilvl w:val="0"/>
          <w:numId w:val="40"/>
        </w:numPr>
        <w:spacing w:before="240" w:after="240"/>
        <w:ind w:left="0" w:firstLine="0"/>
        <w:contextualSpacing w:val="0"/>
        <w:jc w:val="both"/>
        <w:rPr>
          <w:rFonts w:cs="Arial"/>
          <w:b/>
          <w:szCs w:val="20"/>
        </w:rPr>
      </w:pPr>
      <w:r w:rsidRPr="00623008">
        <w:rPr>
          <w:rFonts w:cs="Arial"/>
          <w:b/>
          <w:szCs w:val="20"/>
        </w:rPr>
        <w:t>CARACTERIZAÇÃO DA CARROCERIA BASCULANTE</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 xml:space="preserve">Implemento novo e de primeiro uso com caixa de carga retangular com cantos poligonais em chapa vincada, feita em </w:t>
      </w:r>
      <w:r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Capacidade da caçamba de 1</w:t>
      </w:r>
      <w:r w:rsidR="00A8162F">
        <w:rPr>
          <w:rFonts w:cs="Arial"/>
          <w:szCs w:val="20"/>
        </w:rPr>
        <w:t>2</w:t>
      </w:r>
      <w:r w:rsidRPr="00623008">
        <w:rPr>
          <w:rFonts w:cs="Arial"/>
          <w:szCs w:val="20"/>
        </w:rPr>
        <w:t>m³;</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Sistema hidráulico com 2 (dois) cilindros hidráulicos de 7 polegadas com ação direta, bomba hidráulica, tomada de força acoplada, reservatório de óleo com filtro e visor de nível, mangueiras hidráulicas, acionamento pneumático na cabine do veículo, pressão de trabalho mínima de 140 bar;</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Tampa traseira tipo porteira;</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 xml:space="preserve">Protetor de cabine com viga de reforço e bordas elevadas; </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para-lamas plásticos fixados no chassi com para barro de borracha;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suporte de estepe no frontal da caixa de carga;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caixa plástica de ferramentas com chave;</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Possuir ganchos para amarração e ancoragem da carga;</w:t>
      </w:r>
    </w:p>
    <w:p w:rsidR="00704D59" w:rsidRPr="00623008" w:rsidRDefault="00704D59" w:rsidP="00E9744D">
      <w:pPr>
        <w:pStyle w:val="PargrafodaLista"/>
        <w:numPr>
          <w:ilvl w:val="0"/>
          <w:numId w:val="48"/>
        </w:numPr>
        <w:ind w:left="0" w:firstLine="0"/>
        <w:jc w:val="both"/>
        <w:rPr>
          <w:rFonts w:cs="Arial"/>
          <w:szCs w:val="20"/>
        </w:rPr>
      </w:pPr>
      <w:r w:rsidRPr="00623008">
        <w:rPr>
          <w:szCs w:val="20"/>
        </w:rPr>
        <w:t xml:space="preserve">A pintura deverá ser precedida de uma limpeza com </w:t>
      </w:r>
      <w:proofErr w:type="spellStart"/>
      <w:r w:rsidRPr="00623008">
        <w:rPr>
          <w:szCs w:val="20"/>
        </w:rPr>
        <w:t>desengraxante</w:t>
      </w:r>
      <w:proofErr w:type="spellEnd"/>
      <w:r w:rsidRPr="00623008">
        <w:rPr>
          <w:szCs w:val="20"/>
        </w:rPr>
        <w:t xml:space="preserve"> químico e </w:t>
      </w:r>
      <w:proofErr w:type="spellStart"/>
      <w:r w:rsidRPr="00623008">
        <w:rPr>
          <w:szCs w:val="20"/>
        </w:rPr>
        <w:t>fosfatização</w:t>
      </w:r>
      <w:proofErr w:type="spellEnd"/>
      <w:r w:rsidRPr="00623008">
        <w:rPr>
          <w:szCs w:val="20"/>
        </w:rPr>
        <w:t>, base com aplicação de fundo anticorrosivo e acabamento com pintura na cor branca em P.U.</w:t>
      </w:r>
    </w:p>
    <w:p w:rsidR="00704D59" w:rsidRPr="00623008" w:rsidRDefault="00704D59" w:rsidP="00E9744D">
      <w:pPr>
        <w:pStyle w:val="PargrafodaLista"/>
        <w:numPr>
          <w:ilvl w:val="0"/>
          <w:numId w:val="48"/>
        </w:numPr>
        <w:ind w:left="0" w:firstLine="0"/>
        <w:jc w:val="both"/>
        <w:rPr>
          <w:rFonts w:cs="Arial"/>
          <w:szCs w:val="20"/>
        </w:rPr>
      </w:pPr>
      <w:r w:rsidRPr="00623008">
        <w:rPr>
          <w:rFonts w:cs="Arial"/>
          <w:szCs w:val="20"/>
        </w:rPr>
        <w:t xml:space="preserve">Produto </w:t>
      </w:r>
      <w:r w:rsidR="00E9744D" w:rsidRPr="00E9744D">
        <w:rPr>
          <w:rFonts w:cs="Arial"/>
          <w:szCs w:val="20"/>
        </w:rPr>
        <w:t xml:space="preserve">Veículo similar ao Mercedes-Benz Atego 2730 Basculante, com implemento similar ao Basculante modelo </w:t>
      </w:r>
      <w:proofErr w:type="spellStart"/>
      <w:r w:rsidR="00E9744D" w:rsidRPr="00E9744D">
        <w:rPr>
          <w:rFonts w:cs="Arial"/>
          <w:szCs w:val="20"/>
        </w:rPr>
        <w:t>Standart</w:t>
      </w:r>
      <w:proofErr w:type="spellEnd"/>
      <w:r w:rsidR="00E9744D" w:rsidRPr="00E9744D">
        <w:rPr>
          <w:rFonts w:cs="Arial"/>
          <w:szCs w:val="20"/>
        </w:rPr>
        <w:t xml:space="preserve"> </w:t>
      </w:r>
      <w:proofErr w:type="spellStart"/>
      <w:r w:rsidR="00E9744D" w:rsidRPr="00E9744D">
        <w:rPr>
          <w:rFonts w:cs="Arial"/>
          <w:szCs w:val="20"/>
        </w:rPr>
        <w:t>Facchini</w:t>
      </w:r>
      <w:proofErr w:type="spellEnd"/>
      <w:r w:rsidRPr="00623008">
        <w:rPr>
          <w:rFonts w:cs="Arial"/>
          <w:szCs w:val="20"/>
        </w:rPr>
        <w:t>.</w:t>
      </w:r>
    </w:p>
    <w:p w:rsidR="00704D59" w:rsidRDefault="00704D59">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079"/>
      </w:tblGrid>
      <w:tr w:rsidR="002B2CD8" w:rsidRPr="00623008" w:rsidTr="00BF6A1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2CD8" w:rsidRPr="00623008" w:rsidRDefault="002B2CD8" w:rsidP="00A8162F">
            <w:pPr>
              <w:widowControl w:val="0"/>
              <w:suppressAutoHyphens/>
              <w:jc w:val="center"/>
              <w:rPr>
                <w:rFonts w:cs="Arial"/>
                <w:b/>
                <w:color w:val="000000"/>
                <w:szCs w:val="20"/>
              </w:rPr>
            </w:pPr>
            <w:r w:rsidRPr="00623008">
              <w:rPr>
                <w:rFonts w:cs="Arial"/>
                <w:b/>
                <w:color w:val="000000"/>
                <w:szCs w:val="20"/>
              </w:rPr>
              <w:t>ITE</w:t>
            </w:r>
            <w:r w:rsidR="00BF6A1D">
              <w:rPr>
                <w:rFonts w:cs="Arial"/>
                <w:b/>
                <w:color w:val="000000"/>
                <w:szCs w:val="20"/>
              </w:rPr>
              <w:t>NS</w:t>
            </w:r>
          </w:p>
        </w:tc>
        <w:tc>
          <w:tcPr>
            <w:tcW w:w="8079" w:type="dxa"/>
            <w:tcBorders>
              <w:top w:val="single" w:sz="4" w:space="0" w:color="000000"/>
              <w:left w:val="single" w:sz="4" w:space="0" w:color="000000"/>
              <w:bottom w:val="single" w:sz="4" w:space="0" w:color="000000"/>
              <w:right w:val="single" w:sz="4" w:space="0" w:color="000000"/>
            </w:tcBorders>
            <w:shd w:val="clear" w:color="auto" w:fill="FFFF00"/>
          </w:tcPr>
          <w:p w:rsidR="002B2CD8" w:rsidRPr="00623008" w:rsidRDefault="002B2CD8" w:rsidP="00A8162F">
            <w:pPr>
              <w:widowControl w:val="0"/>
              <w:suppressAutoHyphens/>
              <w:jc w:val="center"/>
              <w:rPr>
                <w:rFonts w:cs="Times New Roman"/>
                <w:b/>
                <w:bCs/>
                <w:szCs w:val="20"/>
              </w:rPr>
            </w:pPr>
            <w:r w:rsidRPr="00623008">
              <w:rPr>
                <w:rFonts w:cs="Times New Roman"/>
                <w:b/>
                <w:bCs/>
                <w:szCs w:val="20"/>
              </w:rPr>
              <w:t>DESCRIÇÃO/ESPECIFICAÇÃO</w:t>
            </w:r>
          </w:p>
        </w:tc>
      </w:tr>
      <w:tr w:rsidR="002B2CD8" w:rsidRPr="00623008" w:rsidTr="00BF6A1D">
        <w:trPr>
          <w:jc w:val="center"/>
        </w:trPr>
        <w:tc>
          <w:tcPr>
            <w:tcW w:w="988" w:type="dxa"/>
            <w:vAlign w:val="center"/>
          </w:tcPr>
          <w:p w:rsidR="002B2CD8" w:rsidRPr="00623008" w:rsidRDefault="00BF6A1D" w:rsidP="00A8162F">
            <w:pPr>
              <w:widowControl w:val="0"/>
              <w:suppressAutoHyphens/>
              <w:jc w:val="center"/>
              <w:rPr>
                <w:rFonts w:cs="Arial"/>
                <w:b/>
                <w:color w:val="000000"/>
                <w:szCs w:val="20"/>
              </w:rPr>
            </w:pPr>
            <w:r>
              <w:rPr>
                <w:rFonts w:cs="Arial"/>
                <w:b/>
                <w:color w:val="000000"/>
                <w:szCs w:val="20"/>
              </w:rPr>
              <w:t>61 a 63</w:t>
            </w:r>
          </w:p>
        </w:tc>
        <w:tc>
          <w:tcPr>
            <w:tcW w:w="8079" w:type="dxa"/>
          </w:tcPr>
          <w:p w:rsidR="002B2CD8" w:rsidRPr="00623008" w:rsidRDefault="002B2CD8" w:rsidP="00A8162F">
            <w:pPr>
              <w:widowControl w:val="0"/>
              <w:suppressAutoHyphens/>
              <w:rPr>
                <w:rFonts w:cs="Arial"/>
                <w:color w:val="000000"/>
                <w:szCs w:val="20"/>
              </w:rPr>
            </w:pPr>
            <w:r w:rsidRPr="00623008">
              <w:rPr>
                <w:rFonts w:cs="Times New Roman"/>
                <w:bCs/>
                <w:szCs w:val="20"/>
              </w:rPr>
              <w:t>Caminhão a diesel com coletor compactador de lixo de 6m³, tração 4x2</w:t>
            </w:r>
          </w:p>
        </w:tc>
      </w:tr>
    </w:tbl>
    <w:p w:rsidR="002B2CD8" w:rsidRPr="00623008" w:rsidRDefault="002B2CD8" w:rsidP="002B2CD8">
      <w:pPr>
        <w:pStyle w:val="PargrafodaLista"/>
        <w:numPr>
          <w:ilvl w:val="0"/>
          <w:numId w:val="53"/>
        </w:numPr>
        <w:spacing w:before="240" w:after="240"/>
        <w:ind w:left="0" w:firstLine="0"/>
        <w:contextualSpacing w:val="0"/>
        <w:jc w:val="both"/>
        <w:rPr>
          <w:rFonts w:cs="Arial"/>
          <w:b/>
          <w:szCs w:val="20"/>
        </w:rPr>
      </w:pPr>
      <w:r w:rsidRPr="00623008">
        <w:rPr>
          <w:rFonts w:cs="Arial"/>
          <w:b/>
          <w:szCs w:val="20"/>
        </w:rPr>
        <w:t>CARACTERÍSTICAS TÉCNICAS</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Classificação: Veículo novo, tração 4x2, zero quilômetro, equipamento com carroceria coletora compactadora de lixo;</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Ano de fabricação do chassi: do ano em curso ou posterior;</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PBT igual ou superior a 10.0000 Kg;</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Motor do veículo: Óleo diesel, com potência igual ou superior a 180CV;</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Distância entre eixos, compatível para implemento de carroceria coletora compactadora de lixo de 6m³;</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Pintura na cor BRANCA; e</w:t>
      </w:r>
    </w:p>
    <w:p w:rsidR="002B2CD8" w:rsidRPr="00623008" w:rsidRDefault="002B2CD8" w:rsidP="002B2CD8">
      <w:pPr>
        <w:pStyle w:val="PargrafodaLista"/>
        <w:numPr>
          <w:ilvl w:val="0"/>
          <w:numId w:val="53"/>
        </w:numPr>
        <w:spacing w:before="240" w:after="240"/>
        <w:ind w:left="0" w:firstLine="0"/>
        <w:contextualSpacing w:val="0"/>
        <w:jc w:val="both"/>
        <w:rPr>
          <w:rFonts w:cs="Arial"/>
          <w:szCs w:val="20"/>
        </w:rPr>
      </w:pPr>
      <w:r w:rsidRPr="00623008">
        <w:rPr>
          <w:rFonts w:cs="Arial"/>
          <w:b/>
          <w:szCs w:val="20"/>
        </w:rPr>
        <w:t>DIVERSOS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Ar-condicionado original de fábrica;</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Retrovisores externos elétricos;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Vidro elétrico nas portas com fechamento/abertura automática pela chave;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Travas elétricas das portas com acionamento na chave;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Som/multimídia integrada ao veículo, somente o disponibilizado de fábrica;</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Protetor de cárter;</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Jogo de tapete de borracha; 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2B2CD8" w:rsidRPr="00623008" w:rsidRDefault="002B2CD8" w:rsidP="002B2CD8">
      <w:pPr>
        <w:pStyle w:val="PargrafodaLista"/>
        <w:numPr>
          <w:ilvl w:val="0"/>
          <w:numId w:val="53"/>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2B2CD8" w:rsidRPr="00623008" w:rsidRDefault="002B2CD8" w:rsidP="002B2CD8">
      <w:pPr>
        <w:pStyle w:val="PargrafodaLista"/>
        <w:numPr>
          <w:ilvl w:val="0"/>
          <w:numId w:val="55"/>
        </w:numPr>
        <w:ind w:left="0" w:firstLine="0"/>
        <w:jc w:val="both"/>
        <w:rPr>
          <w:rFonts w:cs="Arial"/>
          <w:color w:val="FF0000"/>
          <w:szCs w:val="20"/>
        </w:rPr>
      </w:pPr>
      <w:r w:rsidRPr="00623008">
        <w:rPr>
          <w:rFonts w:cs="Arial"/>
          <w:b/>
          <w:szCs w:val="20"/>
        </w:rPr>
        <w:t>Coletor traseiro compactador de lixo novo</w:t>
      </w:r>
      <w:r w:rsidRPr="00623008">
        <w:rPr>
          <w:rFonts w:cs="Arial"/>
          <w:szCs w:val="20"/>
        </w:rPr>
        <w:t xml:space="preserve">, de primeiro uso, </w:t>
      </w:r>
      <w:r w:rsidRPr="00623008">
        <w:rPr>
          <w:szCs w:val="20"/>
        </w:rPr>
        <w:t xml:space="preserve">com capacidade para 6 m³ compactado no interior da caixa e adicional boca de carga de 1,20m³, teto em chapa lisa, laterais em chapa única calandrada, descarga por painel ejetor, com cilindro de dupla ação e sistema de carregamento traseiro, com compactação por sistema pendular, acionado por cilindro de compactação com diâmetro de 4 ½ (quatro e meia) polegadas, e placa de transferência comandada também por dois cilindros com diâmetro de 3 ½ (três e meia) polegadas, com comando semiautomático; Todos os pontos de movimentação com bronzinas lubrificadas por meio de graxeiras, sistemas de abertura da tampa traseira por dois cilindros sendo um em cada lateral, com sistema de travamento manual, possui também caixa coletora de chorume com capacidade de 90 litros e com capacidade de praça de carga (boca de carga) de 1,2 m³. Sinalização de acordo com as normas de trânsito, inclusive com sinalizador visual traseiro em LED (com proteção metálica) e alerta sonoro entre a traseira do equipamento e a cabine do motorista. Plataforma traseira para 04 (quatro) pessoas, com corrimão superior e lateral. Taxa de Compactação: 3:1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Ciclo de funcionamento</w:t>
      </w:r>
      <w:r w:rsidRPr="00623008">
        <w:rPr>
          <w:rFonts w:cs="Arial"/>
          <w:szCs w:val="20"/>
        </w:rPr>
        <w:t>:</w:t>
      </w:r>
    </w:p>
    <w:p w:rsidR="002B2CD8" w:rsidRPr="00623008" w:rsidRDefault="002B2CD8" w:rsidP="002B2CD8">
      <w:pPr>
        <w:pStyle w:val="PargrafodaLista"/>
        <w:numPr>
          <w:ilvl w:val="1"/>
          <w:numId w:val="55"/>
        </w:numPr>
        <w:ind w:left="0" w:firstLine="0"/>
        <w:jc w:val="both"/>
        <w:rPr>
          <w:rFonts w:cs="Arial"/>
          <w:szCs w:val="20"/>
        </w:rPr>
      </w:pPr>
      <w:r w:rsidRPr="00623008">
        <w:rPr>
          <w:rFonts w:cs="Arial"/>
          <w:szCs w:val="20"/>
        </w:rPr>
        <w:t>Para coleta – Todo o lixo depositado no interior da praça de carga, na traseira do veículo, é transportado para o interior da caixa de armazenagem por intermédio de movimentos sincronizados das PLACAS COMPACTADORAS, passo a passo, por meio de alavancas, o que permite parar ou reverter o ciclo de compactação quando necessário; e</w:t>
      </w:r>
    </w:p>
    <w:p w:rsidR="002B2CD8" w:rsidRPr="00623008" w:rsidRDefault="002B2CD8" w:rsidP="002B2CD8">
      <w:pPr>
        <w:pStyle w:val="PargrafodaLista"/>
        <w:numPr>
          <w:ilvl w:val="1"/>
          <w:numId w:val="55"/>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 DE ARMAZENAGEM"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2B2CD8" w:rsidRPr="00623008" w:rsidRDefault="002B2CD8" w:rsidP="002B2CD8">
      <w:pPr>
        <w:pStyle w:val="PargrafodaLista"/>
        <w:numPr>
          <w:ilvl w:val="0"/>
          <w:numId w:val="55"/>
        </w:numPr>
        <w:ind w:left="0" w:firstLine="0"/>
        <w:jc w:val="both"/>
        <w:rPr>
          <w:rFonts w:cs="Arial"/>
          <w:color w:val="FF0000"/>
          <w:szCs w:val="20"/>
        </w:rPr>
      </w:pPr>
      <w:r w:rsidRPr="00623008">
        <w:rPr>
          <w:rFonts w:cs="Arial"/>
          <w:szCs w:val="20"/>
        </w:rPr>
        <w:t>Toda a Caixa de Armazenagem deverá ser confeccionada em chapas de aço com qualidade mínima SAE ASTM A36 espessura de 3,75mm para laterais e fundo e espessura de 1/8 polegadas para teto, com cantos arredondados, soldados eletricamente pelo processo MIG, com cordão contínuo, estruturadas por perfis dobrados com espessura 1/4", o que garante geometria, estabilidade e robustez ao conjunto. Em seu interior encontram-se os trilhos de guia para o escudo ejetor, soldados por todo o comprimento.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diâmetro maior de cinco polegadas (100mm), conferindo ao Escudo Ejetor força de descarga mínima de 17.000 kgf no arranque. Durante os movimentos no interior da Caixa de Armazenagem, o Escudo Ejetor deverá ser guiado por trilhos, descrevendo um curso total de aproximadamente 2.400 mm. A estrutura deverá ser construída em perfil de aço com qualidade mínima SAE 1010/1020 (dobrado com espessura 1/4") e revestida com chapa de aço com qualidade mínima SAE ASTM A36 (dobrado com espessura 1/4") e revestida com chapa de aço com qualidade mínima SAE 1010/1020 espessura de 1/8", soldados eletricamente pelo processo MIG, com cordão contínuo, dotado de "olhais" para ancoragem do cilindro de acionamento;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com qualidade mínima 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 no mínimo 5.000 kgf cada, comandados por alavancas. O travamento deverá ser feito manualmente. A estrutura deverá ser construída em chapas de aço com qualidade mínima SAE ASTM A36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 possibilitando a futura instalação de dispositivo para basculamento de containers;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largura do veículo. Na porta traseira deverá conter garras de sustentação suficientes para apoio dos operadores;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90 litros, com válvula de escoamento;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Placas compactadoras formada por duas placas, uma transportadora e uma compactadora, com movimento angular acionado por quatro cilindros hidráulicos (dois em cada placa). Fixação por intermédio de dobradiças e pinos em aço com qualidade mínima SAE 1045, devidamente lubrificados por graxeiras de fácil acesso. Acionamento por meio de dois cilindros hidráulicos de dupla ação em cada placa, localizados no interior da porta traseira, com capacidade de produzir no mínimo 10.000 kgf na Placa Transportadora e 10.000 kgf na Placa Compactadora, acionados por comandos localizados na lateral da estrutura. Estrutura feita em chapas de aço com qualidade mínima SAE ASTM A36, espessura 5/16”, estruturada por perfis de aço com qualidade mínima SAE ASTM A36 dobrados com espessura 1/4” (6,35mm).</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Depósito de carga traseiro</w:t>
      </w:r>
      <w:r w:rsidRPr="00623008">
        <w:rPr>
          <w:rFonts w:cs="Arial"/>
          <w:szCs w:val="20"/>
        </w:rPr>
        <w:t xml:space="preserve"> com capacidade mínima de 1,80 m³ de lixo solto. Construído em chapas de aço com qualidade mínima SAE SAC 50, espessura aproximada de 6,35mm, reforçados por perfis “U”, dobrados com espessura de 6,35mm, soldados eletricamente pelo processo MIG, com cordão contínuo.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 xml:space="preserve">Todos os itens descritos deverão ser jateados e/ou decapados por substâncias químicas, ficando as superfícies metálicas isentas de partículas responsáveis por focos de oxidação, ferrugem e corrosão. Recebendo posteriormente demãos de </w:t>
      </w:r>
      <w:proofErr w:type="spellStart"/>
      <w:r w:rsidRPr="00623008">
        <w:rPr>
          <w:rFonts w:cs="Arial"/>
          <w:i/>
          <w:szCs w:val="20"/>
        </w:rPr>
        <w:t>oxiprimer</w:t>
      </w:r>
      <w:proofErr w:type="spellEnd"/>
      <w:r w:rsidRPr="00623008">
        <w:rPr>
          <w:rFonts w:cs="Arial"/>
          <w:szCs w:val="20"/>
        </w:rPr>
        <w:t xml:space="preserve"> (fundo) e tinta automotiva na cor branca.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O implemento deverá ser pintado em cor predominantemente branca.</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 com capacidade mínima de 80 litros. Cilindros com hastes cromadas e guarnições especiais para uso externo. As hastes deverão ser cromadas e com guarnições especiais para uso externo. Comandos hidráulico traseiro com destravamento automático, com o fim de curso dos cilindros compactadores. Tomada de força deverá ser “acoplada” compatível para montagem do coletor de lixo. O comando hidráulico deverá estar posicionado no centro da parte traseira, evitando danos por galhos de árvores.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Comunicação sonora entre motorista e operadores, para facilitar a produtividade e evitar acidentes; </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Iluminação da praça de carga, permitindo a operação em baixa luminosidade ou coleta noturna; </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Suporte para pás e vassouras; </w:t>
      </w:r>
    </w:p>
    <w:p w:rsidR="002B2CD8" w:rsidRPr="00623008" w:rsidRDefault="002B2CD8" w:rsidP="00770210">
      <w:pPr>
        <w:pStyle w:val="PargrafodaLista"/>
        <w:numPr>
          <w:ilvl w:val="0"/>
          <w:numId w:val="55"/>
        </w:numPr>
        <w:ind w:left="0" w:firstLine="0"/>
        <w:jc w:val="both"/>
        <w:rPr>
          <w:rFonts w:cs="Arial"/>
          <w:szCs w:val="20"/>
        </w:rPr>
      </w:pPr>
      <w:r w:rsidRPr="00623008">
        <w:rPr>
          <w:szCs w:val="20"/>
        </w:rPr>
        <w:t xml:space="preserve">Para-Barros de borracha e para-Lamas em plástico; </w:t>
      </w:r>
    </w:p>
    <w:p w:rsidR="002B2CD8" w:rsidRPr="00623008" w:rsidRDefault="00770210" w:rsidP="00770210">
      <w:pPr>
        <w:pStyle w:val="PargrafodaLista"/>
        <w:numPr>
          <w:ilvl w:val="0"/>
          <w:numId w:val="55"/>
        </w:numPr>
        <w:ind w:left="0" w:firstLine="0"/>
        <w:jc w:val="both"/>
        <w:rPr>
          <w:rFonts w:cs="Arial"/>
          <w:szCs w:val="20"/>
        </w:rPr>
      </w:pPr>
      <w:r>
        <w:rPr>
          <w:rFonts w:cs="Arial"/>
          <w:szCs w:val="20"/>
        </w:rPr>
        <w:t xml:space="preserve">Produto </w:t>
      </w:r>
      <w:r w:rsidRPr="00770210">
        <w:rPr>
          <w:rFonts w:cs="Arial"/>
          <w:szCs w:val="20"/>
        </w:rPr>
        <w:t xml:space="preserve">similar ao Volkswagen Delivery 13.180, equipado com Coletor similar ao </w:t>
      </w:r>
      <w:proofErr w:type="spellStart"/>
      <w:r w:rsidRPr="00770210">
        <w:rPr>
          <w:rFonts w:cs="Arial"/>
          <w:szCs w:val="20"/>
        </w:rPr>
        <w:t>Compact</w:t>
      </w:r>
      <w:proofErr w:type="spellEnd"/>
      <w:r w:rsidRPr="00770210">
        <w:rPr>
          <w:rFonts w:cs="Arial"/>
          <w:szCs w:val="20"/>
        </w:rPr>
        <w:t xml:space="preserve"> 6 da DAMAEQ</w:t>
      </w:r>
      <w:r w:rsidR="002B2CD8" w:rsidRPr="00623008">
        <w:rPr>
          <w:rFonts w:cs="Arial"/>
          <w:szCs w:val="20"/>
        </w:rPr>
        <w:t>.</w:t>
      </w:r>
    </w:p>
    <w:p w:rsidR="002B2CD8" w:rsidRPr="00623008" w:rsidRDefault="002B2CD8" w:rsidP="002B2CD8">
      <w:pPr>
        <w:jc w:val="center"/>
        <w:rPr>
          <w:rFonts w:cs="Arial"/>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938"/>
      </w:tblGrid>
      <w:tr w:rsidR="002B2CD8" w:rsidRPr="00623008" w:rsidTr="00BF6A1D">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2CD8" w:rsidRPr="00623008" w:rsidRDefault="002B2CD8" w:rsidP="00A8162F">
            <w:pPr>
              <w:widowControl w:val="0"/>
              <w:suppressAutoHyphens/>
              <w:jc w:val="center"/>
              <w:rPr>
                <w:rFonts w:cs="Arial"/>
                <w:b/>
                <w:color w:val="000000"/>
                <w:szCs w:val="20"/>
              </w:rPr>
            </w:pPr>
            <w:r w:rsidRPr="00623008">
              <w:rPr>
                <w:rFonts w:cs="Arial"/>
                <w:b/>
                <w:color w:val="000000"/>
                <w:szCs w:val="20"/>
              </w:rPr>
              <w:t>ITE</w:t>
            </w:r>
            <w:r w:rsidR="00BF6A1D">
              <w:rPr>
                <w:rFonts w:cs="Arial"/>
                <w:b/>
                <w:color w:val="000000"/>
                <w:szCs w:val="20"/>
              </w:rPr>
              <w:t>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2B2CD8" w:rsidRPr="00623008" w:rsidRDefault="002B2CD8" w:rsidP="00A8162F">
            <w:pPr>
              <w:widowControl w:val="0"/>
              <w:suppressAutoHyphens/>
              <w:jc w:val="center"/>
              <w:rPr>
                <w:rFonts w:cs="Times New Roman"/>
                <w:b/>
                <w:bCs/>
                <w:szCs w:val="20"/>
              </w:rPr>
            </w:pPr>
            <w:r w:rsidRPr="00623008">
              <w:rPr>
                <w:rFonts w:cs="Times New Roman"/>
                <w:b/>
                <w:bCs/>
                <w:szCs w:val="20"/>
              </w:rPr>
              <w:t>DESCRIÇÃO/ESPECIFICAÇÃO</w:t>
            </w:r>
          </w:p>
        </w:tc>
      </w:tr>
      <w:tr w:rsidR="002B2CD8" w:rsidRPr="00623008" w:rsidTr="00BF6A1D">
        <w:trPr>
          <w:jc w:val="center"/>
        </w:trPr>
        <w:tc>
          <w:tcPr>
            <w:tcW w:w="1129" w:type="dxa"/>
            <w:vAlign w:val="center"/>
          </w:tcPr>
          <w:p w:rsidR="002B2CD8" w:rsidRPr="00623008" w:rsidRDefault="00BF6A1D" w:rsidP="00A8162F">
            <w:pPr>
              <w:widowControl w:val="0"/>
              <w:suppressAutoHyphens/>
              <w:jc w:val="center"/>
              <w:rPr>
                <w:rFonts w:cs="Arial"/>
                <w:b/>
                <w:color w:val="000000"/>
                <w:szCs w:val="20"/>
              </w:rPr>
            </w:pPr>
            <w:r>
              <w:rPr>
                <w:rFonts w:cs="Arial"/>
                <w:b/>
                <w:color w:val="000000"/>
                <w:szCs w:val="20"/>
              </w:rPr>
              <w:t>64 a 66</w:t>
            </w:r>
          </w:p>
        </w:tc>
        <w:tc>
          <w:tcPr>
            <w:tcW w:w="7938" w:type="dxa"/>
          </w:tcPr>
          <w:p w:rsidR="002B2CD8" w:rsidRPr="00623008" w:rsidRDefault="002B2CD8" w:rsidP="00A8162F">
            <w:pPr>
              <w:widowControl w:val="0"/>
              <w:suppressAutoHyphens/>
              <w:rPr>
                <w:rFonts w:cs="Arial"/>
                <w:color w:val="000000"/>
                <w:szCs w:val="20"/>
              </w:rPr>
            </w:pPr>
            <w:r w:rsidRPr="00623008">
              <w:rPr>
                <w:rFonts w:cs="Times New Roman"/>
                <w:bCs/>
                <w:szCs w:val="20"/>
              </w:rPr>
              <w:t>Caminhão a diesel com coletor compactador de lixo de 12m³, tração 4x2</w:t>
            </w:r>
          </w:p>
        </w:tc>
      </w:tr>
    </w:tbl>
    <w:p w:rsidR="002B2CD8" w:rsidRPr="00623008" w:rsidRDefault="002B2CD8" w:rsidP="002B2CD8">
      <w:pPr>
        <w:pStyle w:val="PargrafodaLista"/>
        <w:numPr>
          <w:ilvl w:val="0"/>
          <w:numId w:val="56"/>
        </w:numPr>
        <w:spacing w:before="240" w:after="240"/>
        <w:ind w:left="0" w:firstLine="0"/>
        <w:contextualSpacing w:val="0"/>
        <w:jc w:val="both"/>
        <w:rPr>
          <w:rFonts w:cs="Arial"/>
          <w:b/>
          <w:szCs w:val="20"/>
        </w:rPr>
      </w:pPr>
      <w:r w:rsidRPr="00623008">
        <w:rPr>
          <w:rFonts w:cs="Arial"/>
          <w:b/>
          <w:szCs w:val="20"/>
        </w:rPr>
        <w:t>CARACTERÍSTICAS TÉCNICAS</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Classificação: Veículo novo, tração 4x2, zero quilômetro, equipamento com carroceria coletora compactadora de lixo;</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Ano de fabricação do chassi: do ano em curso ou posterior;</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PBT igual ou superior a 14.0000 Kg;</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Motor do veículo: Óleo diesel, com potência igual ou superior a 185CV;</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Distância entre eixos, compatível para implemento de carroceria coletora compactadora de lixo de 12m³;</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 xml:space="preserve">Pneus e rodas </w:t>
      </w:r>
      <w:r>
        <w:rPr>
          <w:rFonts w:cs="Arial"/>
          <w:szCs w:val="20"/>
        </w:rPr>
        <w:t>o</w:t>
      </w:r>
      <w:r w:rsidRPr="00623008">
        <w:rPr>
          <w:rFonts w:cs="Arial"/>
          <w:szCs w:val="20"/>
        </w:rPr>
        <w:t>riginais de fábrica, com a fabricação do ano corrente ou, no máximo, no prazo de 12 (doze) meses contados da data de entrega do veículo;</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Pintura na cor BRANCA; e</w:t>
      </w:r>
    </w:p>
    <w:p w:rsidR="002B2CD8" w:rsidRPr="00623008" w:rsidRDefault="002B2CD8" w:rsidP="002B2CD8">
      <w:pPr>
        <w:pStyle w:val="PargrafodaLista"/>
        <w:numPr>
          <w:ilvl w:val="0"/>
          <w:numId w:val="56"/>
        </w:numPr>
        <w:spacing w:before="240" w:after="240"/>
        <w:ind w:left="0" w:firstLine="0"/>
        <w:contextualSpacing w:val="0"/>
        <w:jc w:val="both"/>
        <w:rPr>
          <w:rFonts w:cs="Arial"/>
          <w:szCs w:val="20"/>
        </w:rPr>
      </w:pPr>
      <w:r w:rsidRPr="00623008">
        <w:rPr>
          <w:rFonts w:cs="Arial"/>
          <w:b/>
          <w:szCs w:val="20"/>
        </w:rPr>
        <w:t>DIVERSOS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Ar-condicionado original de fábrica;</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Retrovisores externos elétricos;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Vidro elétrico nas portas com fechamento/abertura automática pela chave;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Travas elétricas das portas com acionamento na chave;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Som/multimídia integrada ao veículo, somente o disponibilizado de fábrica;</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Protetor de cárter;</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Jogo de tapete de borracha; 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2B2CD8" w:rsidRPr="00623008" w:rsidRDefault="002B2CD8" w:rsidP="002B2CD8">
      <w:pPr>
        <w:pStyle w:val="PargrafodaLista"/>
        <w:numPr>
          <w:ilvl w:val="0"/>
          <w:numId w:val="56"/>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Coletor traseiro compactador de lixo novo</w:t>
      </w:r>
      <w:r w:rsidRPr="00623008">
        <w:rPr>
          <w:rFonts w:cs="Arial"/>
          <w:szCs w:val="20"/>
        </w:rPr>
        <w:t>, de primeiro uso, com capacidade para no mínimo 12 m³ de lixo compactado na caixa de armazenagem, teto em chapa lisa, laterais em chapa única calandrada e lisa com espessura de 3,75mm, descarga por painel ejetor, com cilindro de dupla ação e</w:t>
      </w:r>
      <w:r w:rsidRPr="00623008">
        <w:rPr>
          <w:rFonts w:cs="Arial"/>
          <w:color w:val="FF0000"/>
          <w:szCs w:val="20"/>
        </w:rPr>
        <w:t xml:space="preserve"> </w:t>
      </w:r>
      <w:r w:rsidRPr="00623008">
        <w:rPr>
          <w:rFonts w:cs="Arial"/>
          <w:szCs w:val="20"/>
        </w:rPr>
        <w:t xml:space="preserve">sistema de carregamento traseiro, com compactação por sistema pendular, acionado por dois cilindros da compactação com diâmetro de 4 (quatro) polegadas, e placa transportadora comandado também por dois cilindros com diâmetro de 3 ½ (três e meia) polegadas, com comando semiautomático. Todos os pontos de movimentação deverão ser com bronzinas lubrificadas por meio de graxeiras, sistema de abertura da tampa traseira por dois cilindros sendo um em cada lateral, com sistema de travamento manual, possuindo também caixa coletora de chorume com capacidade mínima de 150 litros e praça de carga (boca de carga) com capacidade mínima de 1,80m³ de lixo solto, relação de compactação de 4:1. Sinalização de acordo com as normas de trânsito, inclusive com </w:t>
      </w:r>
      <w:proofErr w:type="spellStart"/>
      <w:r w:rsidRPr="00623008">
        <w:rPr>
          <w:rFonts w:cs="Arial"/>
          <w:szCs w:val="20"/>
        </w:rPr>
        <w:t>giroflex</w:t>
      </w:r>
      <w:proofErr w:type="spellEnd"/>
      <w:r w:rsidRPr="00623008">
        <w:rPr>
          <w:rFonts w:cs="Arial"/>
          <w:szCs w:val="20"/>
        </w:rPr>
        <w:t xml:space="preserve"> traseiro ou </w:t>
      </w:r>
      <w:proofErr w:type="spellStart"/>
      <w:r w:rsidRPr="00623008">
        <w:rPr>
          <w:rFonts w:cs="Arial"/>
          <w:szCs w:val="20"/>
        </w:rPr>
        <w:t>estrobo</w:t>
      </w:r>
      <w:proofErr w:type="spellEnd"/>
      <w:r w:rsidRPr="00623008">
        <w:rPr>
          <w:rFonts w:cs="Arial"/>
          <w:szCs w:val="20"/>
        </w:rPr>
        <w:t>, e alerta sonoro entre a traseira do equipamento e a cabine do motorista. Plataforma traseira para 04 (quatro) pessoas, com corrimão superior e lateral;</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Ciclo de funcionamento</w:t>
      </w:r>
      <w:r w:rsidRPr="00623008">
        <w:rPr>
          <w:rFonts w:cs="Arial"/>
          <w:szCs w:val="20"/>
        </w:rPr>
        <w:t>:</w:t>
      </w:r>
    </w:p>
    <w:p w:rsidR="002B2CD8" w:rsidRPr="00623008" w:rsidRDefault="002B2CD8" w:rsidP="002B2CD8">
      <w:pPr>
        <w:pStyle w:val="PargrafodaLista"/>
        <w:numPr>
          <w:ilvl w:val="1"/>
          <w:numId w:val="57"/>
        </w:numPr>
        <w:ind w:left="0" w:firstLine="0"/>
        <w:jc w:val="both"/>
        <w:rPr>
          <w:rFonts w:cs="Arial"/>
          <w:szCs w:val="20"/>
        </w:rPr>
      </w:pPr>
      <w:r w:rsidRPr="00623008">
        <w:rPr>
          <w:rFonts w:cs="Arial"/>
          <w:szCs w:val="20"/>
        </w:rPr>
        <w:t>Para coleta – Todo o lixo depositado no interior da praça de carga, na traseira do veículo, é transportado para o interior da caixa de armazenagem por intermédio de movimentos sincronizados das PLACAS COMPACTADORAS, passo a passo, por meio de alavancas, o que permite parar ou reverter o ciclo de compactação quando necessário; e</w:t>
      </w:r>
    </w:p>
    <w:p w:rsidR="002B2CD8" w:rsidRPr="00623008" w:rsidRDefault="002B2CD8" w:rsidP="002B2CD8">
      <w:pPr>
        <w:pStyle w:val="PargrafodaLista"/>
        <w:numPr>
          <w:ilvl w:val="1"/>
          <w:numId w:val="57"/>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 DE ARMAZENAGEM"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2B2CD8" w:rsidRPr="00623008" w:rsidRDefault="002B2CD8" w:rsidP="002B2CD8">
      <w:pPr>
        <w:pStyle w:val="PargrafodaLista"/>
        <w:numPr>
          <w:ilvl w:val="0"/>
          <w:numId w:val="57"/>
        </w:numPr>
        <w:ind w:left="0" w:firstLine="0"/>
        <w:jc w:val="both"/>
        <w:rPr>
          <w:rFonts w:cs="Arial"/>
          <w:color w:val="FF0000"/>
          <w:szCs w:val="20"/>
        </w:rPr>
      </w:pPr>
      <w:r w:rsidRPr="00623008">
        <w:rPr>
          <w:rFonts w:cs="Arial"/>
          <w:szCs w:val="20"/>
        </w:rPr>
        <w:t>Toda a Caixa de Armazenagem deverá ser confeccionada em chapas de aço com qualidade mínima SAE ASTM A36 espessura de 3,75mm para laterais e fundo e espessura de 1/8 polegadas para teto, com cantos arredondados, soldados eletricamente pelo processo MIG, com cordão contínuo, estruturadas por perfis dobrados com espessura 1/4", o que garante geometria, estabilidade e robustez ao conjunto. Em seu interior encontram-se os trilhos de guia para o escudo ejetor, soldados por todo o comprimento.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diâmetro maior de cinco polegadas (100mm), conferindo ao Escudo Ejetor força de descarga mínima de 17.000 kgf no arranque. Durante os movimentos no interior da Caixa de Armazenagem, o Escudo Ejetor deverá ser guiado por trilhos, descrevendo um curso total de aproximadamente 2.400 mm. A estrutura deverá ser construída em perfil de aço com qualidade mínima SAE 1010/1020 (dobrado com espessura 1/4") e revestida com chapa de aço com qualidade mínima SAE ASTM A36 (dobrado com espessura 1/4") e revestida com chapa de aço com qualidade mínima SAE 1010/1020 espessura de 1/8", soldados eletricamente pelo processo MIG, com cordão contínuo, dotado de "olhais" para ancoragem do cilindro de acionamento;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com qualidade mínima 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 no mínimo 5.000 kgf cada, comandados por alavancas. O travamento deverá ser feito manualmente. A estrutura deverá ser construída em chapas de aço com qualidade mínima SAE ASTM A36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 possibilitando a futura instalação de dispositivo para basculamento de containers;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largura do veículo. Na porta traseira deverá conter garras de sustentação suficientes para apoio dos operadores;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150 litros, com válvula de escoamento;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Placas compactadoras formada por duas placas, uma transportadora e uma compactadora, com movimento angular acionado por quatro cilindros hidráulicos (dois em cada placa). Fixação por intermédio de dobradiças e pinos em aço com qualidade mínima SAE 1045, devidamente lubrificados por graxeiras de fácil acesso. Acionamento por meio de dois cilindros hidráulicos de dupla ação em cada placa, localizados no interior da porta traseira, com capacidade de produzir no mínimo 10.000 kgf na Placa Transportadora e 10.000 kgf na Placa Compactadora, acionados por comandos localizados na lateral da estrutura. Estrutura feita em chapas de aço com qualidade mínima SAE ASTM A36, espessura 5/16”, estruturada por perfis de aço com qualidade mínima SAE ASTM A36 dobrados com espessura 1/4” (6,35mm).</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Depósito de carga traseiro</w:t>
      </w:r>
      <w:r w:rsidRPr="00623008">
        <w:rPr>
          <w:rFonts w:cs="Arial"/>
          <w:szCs w:val="20"/>
        </w:rPr>
        <w:t xml:space="preserve"> com capacidade mínima de 1,80 m³ de lixo solto. Construído em chapas de aço com qualidade mínima SAE SAC 50, espessura aproximada de 6,35mm, reforçados por perfis “U”, dobrados com espessura de 6,35mm, soldados eletricamente pelo processo MIG, com cordão contínuo.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 xml:space="preserve">Todos os itens descritos deverão ser jateados e/ou decapados por substâncias químicas, ficando as superfícies metálicas isentas de partículas responsáveis por focos de oxidação, ferrugem e corrosão. Recebendo posteriormente demãos de </w:t>
      </w:r>
      <w:proofErr w:type="spellStart"/>
      <w:r w:rsidRPr="00623008">
        <w:rPr>
          <w:rFonts w:cs="Arial"/>
          <w:i/>
          <w:szCs w:val="20"/>
        </w:rPr>
        <w:t>oxiprimer</w:t>
      </w:r>
      <w:proofErr w:type="spellEnd"/>
      <w:r w:rsidRPr="00623008">
        <w:rPr>
          <w:rFonts w:cs="Arial"/>
          <w:szCs w:val="20"/>
        </w:rPr>
        <w:t xml:space="preserve"> (fundo) e tinta automotiva na cor branca. </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O implemento deverá ser pintado em cor predominantemente branca.</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 com capacidade mínima de 80 litros. Cilindros com hastes cromadas e guarnições especiais para uso externo. As hastes deverão ser cromadas e com guarnições especiais para uso externo. Comandos hidráulico traseiro com destravamento automático, com o fim de curso dos cilindros compactadores. Tomada de força deverá ser “acoplada” compatível para montagem do coletor de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Comunicação sonora entre motorista e operadores, para facilitar a produtividade e evitar acidentes; </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Iluminação da praça de carga, permitindo a operação em baixa luminosidade ou coleta noturna; </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Suporte para pás e vassouras; </w:t>
      </w:r>
    </w:p>
    <w:p w:rsidR="002B2CD8" w:rsidRPr="00623008" w:rsidRDefault="002B2CD8" w:rsidP="00020153">
      <w:pPr>
        <w:pStyle w:val="PargrafodaLista"/>
        <w:numPr>
          <w:ilvl w:val="0"/>
          <w:numId w:val="57"/>
        </w:numPr>
        <w:ind w:left="0" w:firstLine="0"/>
        <w:jc w:val="both"/>
        <w:rPr>
          <w:rFonts w:cs="Arial"/>
          <w:szCs w:val="20"/>
        </w:rPr>
      </w:pPr>
      <w:r w:rsidRPr="00623008">
        <w:rPr>
          <w:szCs w:val="20"/>
        </w:rPr>
        <w:t xml:space="preserve">Para-Barros de borracha e para-Lamas em plástico; </w:t>
      </w:r>
    </w:p>
    <w:p w:rsidR="002B2CD8" w:rsidRPr="00623008" w:rsidRDefault="00020153" w:rsidP="00020153">
      <w:pPr>
        <w:pStyle w:val="PargrafodaLista"/>
        <w:numPr>
          <w:ilvl w:val="0"/>
          <w:numId w:val="57"/>
        </w:numPr>
        <w:ind w:left="0" w:firstLine="0"/>
        <w:jc w:val="both"/>
        <w:rPr>
          <w:rFonts w:cs="Arial"/>
          <w:szCs w:val="20"/>
        </w:rPr>
      </w:pPr>
      <w:r>
        <w:rPr>
          <w:rFonts w:cs="Arial"/>
          <w:szCs w:val="20"/>
        </w:rPr>
        <w:t xml:space="preserve">Produto </w:t>
      </w:r>
      <w:r w:rsidRPr="00020153">
        <w:rPr>
          <w:rFonts w:cs="Arial"/>
          <w:szCs w:val="20"/>
        </w:rPr>
        <w:t>similar ao Mercedes-Benz Atego 1419, equipado com Coletor similar ao CP-12 da DAMAEQ</w:t>
      </w:r>
      <w:r w:rsidR="002B2CD8" w:rsidRPr="00623008">
        <w:rPr>
          <w:rFonts w:cs="Arial"/>
          <w:szCs w:val="20"/>
        </w:rPr>
        <w:t>.</w:t>
      </w:r>
    </w:p>
    <w:p w:rsidR="00BC4333" w:rsidRDefault="00BC4333">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B93E38" w:rsidRPr="00623008" w:rsidTr="00E10B6D">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93E38" w:rsidRPr="00623008" w:rsidRDefault="00B93E38" w:rsidP="008B0E2E">
            <w:pPr>
              <w:widowControl w:val="0"/>
              <w:suppressAutoHyphens/>
              <w:jc w:val="center"/>
              <w:rPr>
                <w:rFonts w:cs="Arial"/>
                <w:b/>
                <w:color w:val="000000"/>
                <w:szCs w:val="20"/>
              </w:rPr>
            </w:pPr>
            <w:r w:rsidRPr="00623008">
              <w:rPr>
                <w:rFonts w:cs="Arial"/>
                <w:b/>
                <w:color w:val="000000"/>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B93E38" w:rsidRPr="00623008" w:rsidRDefault="00B93E38" w:rsidP="008B0E2E">
            <w:pPr>
              <w:widowControl w:val="0"/>
              <w:suppressAutoHyphens/>
              <w:jc w:val="center"/>
              <w:rPr>
                <w:rFonts w:cs="Times New Roman"/>
                <w:b/>
                <w:bCs/>
                <w:szCs w:val="20"/>
              </w:rPr>
            </w:pPr>
            <w:r w:rsidRPr="00623008">
              <w:rPr>
                <w:rFonts w:cs="Times New Roman"/>
                <w:b/>
                <w:bCs/>
                <w:szCs w:val="20"/>
              </w:rPr>
              <w:t>DESCRIÇÃO/ESPECIFICAÇÃO</w:t>
            </w:r>
          </w:p>
        </w:tc>
      </w:tr>
      <w:tr w:rsidR="00B93E38" w:rsidRPr="00623008" w:rsidTr="00E10B6D">
        <w:trPr>
          <w:jc w:val="center"/>
        </w:trPr>
        <w:tc>
          <w:tcPr>
            <w:tcW w:w="709" w:type="dxa"/>
            <w:vAlign w:val="center"/>
          </w:tcPr>
          <w:p w:rsidR="00B93E38" w:rsidRPr="00623008" w:rsidRDefault="0027696F" w:rsidP="008B0E2E">
            <w:pPr>
              <w:widowControl w:val="0"/>
              <w:suppressAutoHyphens/>
              <w:jc w:val="center"/>
              <w:rPr>
                <w:rFonts w:cs="Arial"/>
                <w:b/>
                <w:color w:val="000000"/>
                <w:szCs w:val="20"/>
              </w:rPr>
            </w:pPr>
            <w:r>
              <w:rPr>
                <w:rFonts w:cs="Arial"/>
                <w:b/>
                <w:color w:val="000000"/>
                <w:szCs w:val="20"/>
              </w:rPr>
              <w:t>67</w:t>
            </w:r>
          </w:p>
        </w:tc>
        <w:tc>
          <w:tcPr>
            <w:tcW w:w="8358" w:type="dxa"/>
          </w:tcPr>
          <w:p w:rsidR="00B93E38" w:rsidRPr="00623008" w:rsidRDefault="00B93E38" w:rsidP="008B0E2E">
            <w:pPr>
              <w:widowControl w:val="0"/>
              <w:suppressAutoHyphens/>
              <w:rPr>
                <w:rFonts w:cs="Arial"/>
                <w:color w:val="000000"/>
                <w:szCs w:val="20"/>
              </w:rPr>
            </w:pPr>
            <w:r w:rsidRPr="00623008">
              <w:rPr>
                <w:rFonts w:cs="Times New Roman"/>
                <w:bCs/>
                <w:szCs w:val="20"/>
              </w:rPr>
              <w:t>Caminhão a diesel com coletor compactador de lixo de 15m³</w:t>
            </w:r>
            <w:r w:rsidR="00003C96" w:rsidRPr="00623008">
              <w:rPr>
                <w:rFonts w:cs="Times New Roman"/>
                <w:bCs/>
                <w:szCs w:val="20"/>
              </w:rPr>
              <w:t>, tração 4x2</w:t>
            </w:r>
          </w:p>
        </w:tc>
      </w:tr>
    </w:tbl>
    <w:p w:rsidR="00B93E38" w:rsidRPr="00623008" w:rsidRDefault="00B93E38" w:rsidP="00926980">
      <w:pPr>
        <w:pStyle w:val="PargrafodaLista"/>
        <w:numPr>
          <w:ilvl w:val="0"/>
          <w:numId w:val="26"/>
        </w:numPr>
        <w:spacing w:before="240" w:after="240"/>
        <w:ind w:left="0" w:firstLine="0"/>
        <w:contextualSpacing w:val="0"/>
        <w:jc w:val="both"/>
        <w:rPr>
          <w:rFonts w:cs="Arial"/>
          <w:b/>
          <w:szCs w:val="20"/>
        </w:rPr>
      </w:pPr>
      <w:r w:rsidRPr="00623008">
        <w:rPr>
          <w:rFonts w:cs="Arial"/>
          <w:b/>
          <w:szCs w:val="20"/>
        </w:rPr>
        <w:t>CARACTERÍSTICAS TÉCNICAS</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 xml:space="preserve">Classificação: Veículo novo, tração 4x2, zero quilômetro, </w:t>
      </w:r>
      <w:r w:rsidR="00013460" w:rsidRPr="00623008">
        <w:rPr>
          <w:rFonts w:cs="Arial"/>
          <w:szCs w:val="20"/>
        </w:rPr>
        <w:t xml:space="preserve">equipamento com </w:t>
      </w:r>
      <w:r w:rsidRPr="00623008">
        <w:rPr>
          <w:rFonts w:cs="Arial"/>
          <w:szCs w:val="20"/>
        </w:rPr>
        <w:t>carroceria coletora compactadora de lixo;</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Ano de fabricação do chassi: do ano em curso ou posterior;</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PBT igual ou superior a 16.0000 Kg;</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Motor do veículo: Óleo diesel, com potência igual ou superior a 185CV;</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Distância entre eixos, compatível para implemento de carroceria coletora compactadora de lixo</w:t>
      </w:r>
      <w:r w:rsidR="00013460" w:rsidRPr="00623008">
        <w:rPr>
          <w:rFonts w:cs="Arial"/>
          <w:szCs w:val="20"/>
        </w:rPr>
        <w:t xml:space="preserve"> </w:t>
      </w:r>
      <w:r w:rsidRPr="00623008">
        <w:rPr>
          <w:rFonts w:cs="Arial"/>
          <w:szCs w:val="20"/>
        </w:rPr>
        <w:t xml:space="preserve">de </w:t>
      </w:r>
      <w:r w:rsidR="00013460" w:rsidRPr="00623008">
        <w:rPr>
          <w:rFonts w:cs="Arial"/>
          <w:szCs w:val="20"/>
        </w:rPr>
        <w:t>15</w:t>
      </w:r>
      <w:r w:rsidRPr="00623008">
        <w:rPr>
          <w:rFonts w:cs="Arial"/>
          <w:szCs w:val="20"/>
        </w:rPr>
        <w:t>m³;</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Pintura na cor BRANCA; e</w:t>
      </w:r>
    </w:p>
    <w:p w:rsidR="00B93E38" w:rsidRPr="00623008" w:rsidRDefault="00B93E38" w:rsidP="00926980">
      <w:pPr>
        <w:pStyle w:val="PargrafodaLista"/>
        <w:numPr>
          <w:ilvl w:val="0"/>
          <w:numId w:val="26"/>
        </w:numPr>
        <w:spacing w:before="240" w:after="240"/>
        <w:ind w:left="0" w:firstLine="0"/>
        <w:contextualSpacing w:val="0"/>
        <w:jc w:val="both"/>
        <w:rPr>
          <w:rFonts w:cs="Arial"/>
          <w:szCs w:val="20"/>
        </w:rPr>
      </w:pPr>
      <w:r w:rsidRPr="00623008">
        <w:rPr>
          <w:rFonts w:cs="Arial"/>
          <w:b/>
          <w:szCs w:val="20"/>
        </w:rPr>
        <w:t>DIVERSOS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Ar-condicionado original de fábrica;</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Retrovisores externos elétricos;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Vidro elétrico nas portas com fechamento/abertura automática pela chave;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Travas elétricas das portas com acionamento na chave;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Som/multimídia integrada ao veículo, somente o disponibilizado de fábrica;</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Protetor de cárter;</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Jogo de tapete de borracha; 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93E38" w:rsidRPr="00623008" w:rsidRDefault="00B93E38" w:rsidP="00926980">
      <w:pPr>
        <w:pStyle w:val="PargrafodaLista"/>
        <w:numPr>
          <w:ilvl w:val="0"/>
          <w:numId w:val="26"/>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Coletor traseiro compactador de lixo novo</w:t>
      </w:r>
      <w:r w:rsidRPr="00623008">
        <w:rPr>
          <w:rFonts w:cs="Arial"/>
          <w:szCs w:val="20"/>
        </w:rPr>
        <w:t>, de primeiro uso, com capacidade para no mínimo 15 m³ de lixo compactado na caixa de armazenagem, teto em chapa lisa, laterais em chapa única calandrada e lisa</w:t>
      </w:r>
      <w:r w:rsidR="008B0E2E" w:rsidRPr="00623008">
        <w:rPr>
          <w:rFonts w:cs="Arial"/>
          <w:szCs w:val="20"/>
        </w:rPr>
        <w:t xml:space="preserve"> com espessura de 3,75mm</w:t>
      </w:r>
      <w:r w:rsidRPr="00623008">
        <w:rPr>
          <w:rFonts w:cs="Arial"/>
          <w:szCs w:val="20"/>
        </w:rPr>
        <w:t>, descarga por painel ejetor, com cilindro de dupla ação e</w:t>
      </w:r>
      <w:r w:rsidRPr="00623008">
        <w:rPr>
          <w:rFonts w:cs="Arial"/>
          <w:color w:val="FF0000"/>
          <w:szCs w:val="20"/>
        </w:rPr>
        <w:t xml:space="preserve"> </w:t>
      </w:r>
      <w:r w:rsidRPr="00623008">
        <w:rPr>
          <w:rFonts w:cs="Arial"/>
          <w:szCs w:val="20"/>
        </w:rPr>
        <w:t xml:space="preserve">sistema de carregamento traseiro, com compactação </w:t>
      </w:r>
      <w:r w:rsidR="008B0E2E" w:rsidRPr="00623008">
        <w:rPr>
          <w:rFonts w:cs="Arial"/>
          <w:szCs w:val="20"/>
        </w:rPr>
        <w:t>por sistema pendular</w:t>
      </w:r>
      <w:r w:rsidRPr="00623008">
        <w:rPr>
          <w:rFonts w:cs="Arial"/>
          <w:szCs w:val="20"/>
        </w:rPr>
        <w:t>, acionado por dois cilindros da compactação com diâmetro de 4</w:t>
      </w:r>
      <w:r w:rsidR="008B0E2E" w:rsidRPr="00623008">
        <w:rPr>
          <w:rFonts w:cs="Arial"/>
          <w:szCs w:val="20"/>
        </w:rPr>
        <w:t xml:space="preserve"> (quatro) polegadas</w:t>
      </w:r>
      <w:r w:rsidRPr="00623008">
        <w:rPr>
          <w:rFonts w:cs="Arial"/>
          <w:szCs w:val="20"/>
        </w:rPr>
        <w:t>, e placa transportadora comandado também por dois cilindros com diâmetro de 3</w:t>
      </w:r>
      <w:r w:rsidR="008B0E2E" w:rsidRPr="00623008">
        <w:rPr>
          <w:rFonts w:cs="Arial"/>
          <w:szCs w:val="20"/>
        </w:rPr>
        <w:t xml:space="preserve"> ½ (três e meia) polegadas</w:t>
      </w:r>
      <w:r w:rsidRPr="00623008">
        <w:rPr>
          <w:rFonts w:cs="Arial"/>
          <w:szCs w:val="20"/>
        </w:rPr>
        <w:t>, com comando semiautomático. Todos os pontos de movimentação deverão ser com bronzinas lubrificadas</w:t>
      </w:r>
      <w:r w:rsidR="00CF78C2" w:rsidRPr="00623008">
        <w:rPr>
          <w:rFonts w:cs="Arial"/>
          <w:szCs w:val="20"/>
        </w:rPr>
        <w:t xml:space="preserve"> por meio </w:t>
      </w:r>
      <w:r w:rsidRPr="00623008">
        <w:rPr>
          <w:rFonts w:cs="Arial"/>
          <w:szCs w:val="20"/>
        </w:rPr>
        <w:t>de graxeiras, sistema de abertura da tampa traseira por dois cilindros sendo um em cada lateral, com sistema de travamento manual, possuindo também caixa coletora de chorume com capacidade mínima de 150 litros e praça de carga</w:t>
      </w:r>
      <w:r w:rsidR="00134E26" w:rsidRPr="00623008">
        <w:rPr>
          <w:rFonts w:cs="Arial"/>
          <w:szCs w:val="20"/>
        </w:rPr>
        <w:t xml:space="preserve"> (boca de carga)</w:t>
      </w:r>
      <w:r w:rsidRPr="00623008">
        <w:rPr>
          <w:rFonts w:cs="Arial"/>
          <w:szCs w:val="20"/>
        </w:rPr>
        <w:t xml:space="preserve"> com capacidade </w:t>
      </w:r>
      <w:r w:rsidR="00134E26" w:rsidRPr="00623008">
        <w:rPr>
          <w:rFonts w:cs="Arial"/>
          <w:szCs w:val="20"/>
        </w:rPr>
        <w:t>mínima de 1,80</w:t>
      </w:r>
      <w:r w:rsidRPr="00623008">
        <w:rPr>
          <w:rFonts w:cs="Arial"/>
          <w:szCs w:val="20"/>
        </w:rPr>
        <w:t>m³ de lixo solto, relação de compactação de 4:1</w:t>
      </w:r>
      <w:r w:rsidR="00134E26" w:rsidRPr="00623008">
        <w:rPr>
          <w:rFonts w:cs="Arial"/>
          <w:szCs w:val="20"/>
        </w:rPr>
        <w:t>. Sinalização de acordo com as normas de trânsito, inclusive com giroflex traseiro ou estrobo, e alerta sonoro entre a traseira do equipamento e a cabine do motorista. Plataforma traseira para 04 (quatro) pessoas, com corrimão superior e lateral</w:t>
      </w:r>
      <w:r w:rsidRPr="00623008">
        <w:rPr>
          <w:rFonts w:cs="Arial"/>
          <w:szCs w:val="20"/>
        </w:rPr>
        <w:t>;</w:t>
      </w:r>
    </w:p>
    <w:p w:rsidR="00A259E2" w:rsidRPr="00623008" w:rsidRDefault="00B93E38" w:rsidP="00926980">
      <w:pPr>
        <w:pStyle w:val="PargrafodaLista"/>
        <w:numPr>
          <w:ilvl w:val="0"/>
          <w:numId w:val="27"/>
        </w:numPr>
        <w:ind w:left="0" w:firstLine="0"/>
        <w:jc w:val="both"/>
        <w:rPr>
          <w:rFonts w:cs="Arial"/>
          <w:szCs w:val="20"/>
        </w:rPr>
      </w:pPr>
      <w:r w:rsidRPr="00623008">
        <w:rPr>
          <w:rFonts w:cs="Arial"/>
          <w:b/>
          <w:szCs w:val="20"/>
        </w:rPr>
        <w:t>Ciclo de funcionamento</w:t>
      </w:r>
      <w:r w:rsidRPr="00623008">
        <w:rPr>
          <w:rFonts w:cs="Arial"/>
          <w:szCs w:val="20"/>
        </w:rPr>
        <w:t>:</w:t>
      </w:r>
    </w:p>
    <w:p w:rsidR="00A259E2" w:rsidRPr="00623008" w:rsidRDefault="00B93E38" w:rsidP="00926980">
      <w:pPr>
        <w:pStyle w:val="PargrafodaLista"/>
        <w:numPr>
          <w:ilvl w:val="1"/>
          <w:numId w:val="27"/>
        </w:numPr>
        <w:ind w:left="0" w:firstLine="0"/>
        <w:jc w:val="both"/>
        <w:rPr>
          <w:rFonts w:cs="Arial"/>
          <w:szCs w:val="20"/>
        </w:rPr>
      </w:pPr>
      <w:r w:rsidRPr="00623008">
        <w:rPr>
          <w:rFonts w:cs="Arial"/>
          <w:szCs w:val="20"/>
        </w:rPr>
        <w:t xml:space="preserve">Para coleta – Todo o lixo depositado no interior da praça de carga, na traseira do veículo, é transportado para o interior da caixa de armazenagem por intermédio de movimentos sincronizados das PLACAS COMPACTADORAS, </w:t>
      </w:r>
      <w:r w:rsidR="00A259E2" w:rsidRPr="00623008">
        <w:rPr>
          <w:rFonts w:cs="Arial"/>
          <w:szCs w:val="20"/>
        </w:rPr>
        <w:t>passo a passo, por meio de alavancas, o que permite parar ou reverter o ciclo de compactação quando necessário</w:t>
      </w:r>
      <w:r w:rsidRPr="00623008">
        <w:rPr>
          <w:rFonts w:cs="Arial"/>
          <w:szCs w:val="20"/>
        </w:rPr>
        <w:t>; e</w:t>
      </w:r>
    </w:p>
    <w:p w:rsidR="00B93E38" w:rsidRPr="00623008" w:rsidRDefault="00B93E38" w:rsidP="00926980">
      <w:pPr>
        <w:pStyle w:val="PargrafodaLista"/>
        <w:numPr>
          <w:ilvl w:val="1"/>
          <w:numId w:val="27"/>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w:t>
      </w:r>
      <w:r w:rsidR="00A259E2" w:rsidRPr="00623008">
        <w:rPr>
          <w:rFonts w:cs="Arial"/>
          <w:szCs w:val="20"/>
        </w:rPr>
        <w:t xml:space="preserve"> DE ARMAZENAGEM</w:t>
      </w:r>
      <w:r w:rsidRPr="00623008">
        <w:rPr>
          <w:rFonts w:cs="Arial"/>
          <w:szCs w:val="20"/>
        </w:rPr>
        <w:t>"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B93E38" w:rsidRPr="00623008" w:rsidRDefault="00B93E38" w:rsidP="00926980">
      <w:pPr>
        <w:pStyle w:val="PargrafodaLista"/>
        <w:numPr>
          <w:ilvl w:val="0"/>
          <w:numId w:val="27"/>
        </w:numPr>
        <w:ind w:left="0" w:firstLine="0"/>
        <w:jc w:val="both"/>
        <w:rPr>
          <w:rFonts w:cs="Arial"/>
          <w:color w:val="FF0000"/>
          <w:szCs w:val="20"/>
        </w:rPr>
      </w:pPr>
      <w:r w:rsidRPr="00623008">
        <w:rPr>
          <w:rFonts w:cs="Arial"/>
          <w:szCs w:val="20"/>
        </w:rPr>
        <w:t xml:space="preserve">Toda a Caixa de Armazenagem deverá ser confeccionada em chapas de aço </w:t>
      </w:r>
      <w:r w:rsidR="0030672A" w:rsidRPr="00623008">
        <w:rPr>
          <w:rFonts w:cs="Arial"/>
          <w:szCs w:val="20"/>
        </w:rPr>
        <w:t xml:space="preserve">com qualidade mínima </w:t>
      </w:r>
      <w:r w:rsidRPr="00623008">
        <w:rPr>
          <w:rFonts w:cs="Arial"/>
          <w:szCs w:val="20"/>
        </w:rPr>
        <w:t xml:space="preserve">SAE </w:t>
      </w:r>
      <w:r w:rsidR="00A259E2" w:rsidRPr="00623008">
        <w:rPr>
          <w:rFonts w:cs="Arial"/>
          <w:szCs w:val="20"/>
        </w:rPr>
        <w:t>ASTM A36</w:t>
      </w:r>
      <w:r w:rsidRPr="00623008">
        <w:rPr>
          <w:rFonts w:cs="Arial"/>
          <w:szCs w:val="20"/>
        </w:rPr>
        <w:t xml:space="preserve"> espessura de </w:t>
      </w:r>
      <w:r w:rsidR="00A259E2" w:rsidRPr="00623008">
        <w:rPr>
          <w:rFonts w:cs="Arial"/>
          <w:szCs w:val="20"/>
        </w:rPr>
        <w:t>3,75mm</w:t>
      </w:r>
      <w:r w:rsidRPr="00623008">
        <w:rPr>
          <w:rFonts w:cs="Arial"/>
          <w:szCs w:val="20"/>
        </w:rPr>
        <w:t xml:space="preserve"> para laterais e fundo e espessura de 1/8</w:t>
      </w:r>
      <w:r w:rsidR="00B73990" w:rsidRPr="00623008">
        <w:rPr>
          <w:rFonts w:cs="Arial"/>
          <w:szCs w:val="20"/>
        </w:rPr>
        <w:t xml:space="preserve"> polegadas</w:t>
      </w:r>
      <w:r w:rsidRPr="00623008">
        <w:rPr>
          <w:rFonts w:cs="Arial"/>
          <w:szCs w:val="20"/>
        </w:rPr>
        <w:t xml:space="preserve"> para teto, com cantos arredondados, soldados eletricamente pelo processo MIG, com cordão contínuo, estruturadas por perfis dobrados com espessura 1/4", o que garante geometria, estabilidade e robustez ao conjunto.</w:t>
      </w:r>
      <w:r w:rsidR="00B73990" w:rsidRPr="00623008">
        <w:rPr>
          <w:rFonts w:cs="Arial"/>
          <w:szCs w:val="20"/>
        </w:rPr>
        <w:t xml:space="preserve"> </w:t>
      </w:r>
      <w:r w:rsidRPr="00623008">
        <w:rPr>
          <w:rFonts w:cs="Arial"/>
          <w:szCs w:val="20"/>
        </w:rPr>
        <w:t>Em seu interior encontram-se os trilhos de guia para o escudo ejetor, soldados por todo o comprimento.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w:t>
      </w:r>
      <w:r w:rsidR="009F5173" w:rsidRPr="00623008">
        <w:rPr>
          <w:rFonts w:cs="Arial"/>
          <w:szCs w:val="20"/>
        </w:rPr>
        <w:t>tro maior de cinco polegadas (100</w:t>
      </w:r>
      <w:r w:rsidRPr="00623008">
        <w:rPr>
          <w:rFonts w:cs="Arial"/>
          <w:szCs w:val="20"/>
        </w:rPr>
        <w:t xml:space="preserve">mm), conferindo ao Escudo Ejetor força de descarga mínima de </w:t>
      </w:r>
      <w:r w:rsidR="009F5173" w:rsidRPr="00623008">
        <w:rPr>
          <w:rFonts w:cs="Arial"/>
          <w:szCs w:val="20"/>
        </w:rPr>
        <w:t>17</w:t>
      </w:r>
      <w:r w:rsidRPr="00623008">
        <w:rPr>
          <w:rFonts w:cs="Arial"/>
          <w:szCs w:val="20"/>
        </w:rPr>
        <w:t xml:space="preserve">.000 kgf no arranque. Durante os movimentos no interior da Caixa de Armazenagem, o Escudo Ejetor deverá ser guiado por trilhos, descrevendo um curso total de aproximadamente 2.400 mm. A estrutura deverá ser construída em perfil de aço </w:t>
      </w:r>
      <w:r w:rsidR="0030672A" w:rsidRPr="00623008">
        <w:rPr>
          <w:rFonts w:cs="Arial"/>
          <w:szCs w:val="20"/>
        </w:rPr>
        <w:t xml:space="preserve">com qualidade mínima </w:t>
      </w:r>
      <w:r w:rsidRPr="00623008">
        <w:rPr>
          <w:rFonts w:cs="Arial"/>
          <w:szCs w:val="20"/>
        </w:rPr>
        <w:t xml:space="preserve">SAE 1010/1020 (dobrado com espessura 1/4") e revestida com chapa de aço </w:t>
      </w:r>
      <w:r w:rsidR="0030672A" w:rsidRPr="00623008">
        <w:rPr>
          <w:rFonts w:cs="Arial"/>
          <w:szCs w:val="20"/>
        </w:rPr>
        <w:t xml:space="preserve">com qualidade mínima </w:t>
      </w:r>
      <w:r w:rsidR="009F5173" w:rsidRPr="00623008">
        <w:rPr>
          <w:rFonts w:cs="Arial"/>
          <w:szCs w:val="20"/>
        </w:rPr>
        <w:t xml:space="preserve">SAE ASTM A36 (dobrado com espessura 1/4") e revestida com chapa de aço </w:t>
      </w:r>
      <w:r w:rsidR="0030672A" w:rsidRPr="00623008">
        <w:rPr>
          <w:rFonts w:cs="Arial"/>
          <w:szCs w:val="20"/>
        </w:rPr>
        <w:t xml:space="preserve">com qualidade mínima </w:t>
      </w:r>
      <w:r w:rsidR="009F5173" w:rsidRPr="00623008">
        <w:rPr>
          <w:rFonts w:cs="Arial"/>
          <w:szCs w:val="20"/>
        </w:rPr>
        <w:t>SAE 1010/1020 espessura de 1/8", soldados eletricamente pelo processo MIG, com cordão contínuo, dotado de "olhais" para ancoragem do cilindro de acionamento</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w:t>
      </w:r>
      <w:r w:rsidR="0030672A" w:rsidRPr="00623008">
        <w:rPr>
          <w:rFonts w:cs="Arial"/>
          <w:szCs w:val="20"/>
        </w:rPr>
        <w:t xml:space="preserve">com qualidade mínima </w:t>
      </w:r>
      <w:r w:rsidRPr="00623008">
        <w:rPr>
          <w:rFonts w:cs="Arial"/>
          <w:szCs w:val="20"/>
        </w:rPr>
        <w:t>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w:t>
      </w:r>
      <w:r w:rsidR="005416B2" w:rsidRPr="00623008">
        <w:rPr>
          <w:rFonts w:cs="Arial"/>
          <w:szCs w:val="20"/>
        </w:rPr>
        <w:t xml:space="preserve"> no mínimo</w:t>
      </w:r>
      <w:r w:rsidRPr="00623008">
        <w:rPr>
          <w:rFonts w:cs="Arial"/>
          <w:szCs w:val="20"/>
        </w:rPr>
        <w:t xml:space="preserve"> 5.000 kgf cada, comandados por alavancas. O travamento deverá ser feito manualmente. A estrutura deverá ser construída em chapas de aço </w:t>
      </w:r>
      <w:r w:rsidR="0030672A" w:rsidRPr="00623008">
        <w:rPr>
          <w:rFonts w:cs="Arial"/>
          <w:szCs w:val="20"/>
        </w:rPr>
        <w:t xml:space="preserve">com qualidade mínima </w:t>
      </w:r>
      <w:r w:rsidRPr="00623008">
        <w:rPr>
          <w:rFonts w:cs="Arial"/>
          <w:szCs w:val="20"/>
        </w:rPr>
        <w:t xml:space="preserve">SAE </w:t>
      </w:r>
      <w:r w:rsidR="005416B2" w:rsidRPr="00623008">
        <w:rPr>
          <w:rFonts w:cs="Arial"/>
          <w:szCs w:val="20"/>
        </w:rPr>
        <w:t>ASTM A36</w:t>
      </w:r>
      <w:r w:rsidRPr="00623008">
        <w:rPr>
          <w:rFonts w:cs="Arial"/>
          <w:szCs w:val="20"/>
        </w:rPr>
        <w:t xml:space="preserve">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w:t>
      </w:r>
      <w:r w:rsidR="005416B2" w:rsidRPr="00623008">
        <w:rPr>
          <w:rFonts w:cs="Arial"/>
          <w:szCs w:val="20"/>
        </w:rPr>
        <w:t>, possibilitando a futura instalação de dispositivo para basculamento de containers</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largura do veículo</w:t>
      </w:r>
      <w:r w:rsidR="008C4269" w:rsidRPr="00623008">
        <w:rPr>
          <w:rFonts w:cs="Arial"/>
          <w:szCs w:val="20"/>
        </w:rPr>
        <w:t>. Na porta traseira deverá conter garras de sustentação suficientes para apoio dos operadores</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150 litros, com válvula de escoamento;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 xml:space="preserve">Placas compactadoras formada por duas placas, uma transportadora e uma compactadora, com movimento angular acionado por quatro cilindros hidráulicos (dois em cada placa). Fixação por intermédio de dobradiças e pinos em aço </w:t>
      </w:r>
      <w:r w:rsidR="0030672A" w:rsidRPr="00623008">
        <w:rPr>
          <w:rFonts w:cs="Arial"/>
          <w:szCs w:val="20"/>
        </w:rPr>
        <w:t xml:space="preserve">com qualidade mínima </w:t>
      </w:r>
      <w:r w:rsidRPr="00623008">
        <w:rPr>
          <w:rFonts w:cs="Arial"/>
          <w:szCs w:val="20"/>
        </w:rPr>
        <w:t xml:space="preserve">SAE 1045, devidamente lubrificados por graxeiras de fácil acesso. Acionamento por meio de </w:t>
      </w:r>
      <w:r w:rsidR="00B53B2F" w:rsidRPr="00623008">
        <w:rPr>
          <w:rFonts w:cs="Arial"/>
          <w:szCs w:val="20"/>
        </w:rPr>
        <w:t xml:space="preserve">dois </w:t>
      </w:r>
      <w:r w:rsidRPr="00623008">
        <w:rPr>
          <w:rFonts w:cs="Arial"/>
          <w:szCs w:val="20"/>
        </w:rPr>
        <w:t xml:space="preserve">cilindros hidráulicos de dupla ação em cada placa, localizados no interior da porta traseira, com capacidade de produzir no mínimo </w:t>
      </w:r>
      <w:r w:rsidR="00B53B2F" w:rsidRPr="00623008">
        <w:rPr>
          <w:rFonts w:cs="Arial"/>
          <w:szCs w:val="20"/>
        </w:rPr>
        <w:t>10</w:t>
      </w:r>
      <w:r w:rsidRPr="00623008">
        <w:rPr>
          <w:rFonts w:cs="Arial"/>
          <w:szCs w:val="20"/>
        </w:rPr>
        <w:t>.</w:t>
      </w:r>
      <w:r w:rsidR="00B53B2F" w:rsidRPr="00623008">
        <w:rPr>
          <w:rFonts w:cs="Arial"/>
          <w:szCs w:val="20"/>
        </w:rPr>
        <w:t>0</w:t>
      </w:r>
      <w:r w:rsidRPr="00623008">
        <w:rPr>
          <w:rFonts w:cs="Arial"/>
          <w:szCs w:val="20"/>
        </w:rPr>
        <w:t xml:space="preserve">00 kgf na Placa Transportadora e </w:t>
      </w:r>
      <w:r w:rsidR="00B53B2F" w:rsidRPr="00623008">
        <w:rPr>
          <w:rFonts w:cs="Arial"/>
          <w:szCs w:val="20"/>
        </w:rPr>
        <w:t>10</w:t>
      </w:r>
      <w:r w:rsidRPr="00623008">
        <w:rPr>
          <w:rFonts w:cs="Arial"/>
          <w:szCs w:val="20"/>
        </w:rPr>
        <w:t>.</w:t>
      </w:r>
      <w:r w:rsidR="00B53B2F" w:rsidRPr="00623008">
        <w:rPr>
          <w:rFonts w:cs="Arial"/>
          <w:szCs w:val="20"/>
        </w:rPr>
        <w:t>0</w:t>
      </w:r>
      <w:r w:rsidRPr="00623008">
        <w:rPr>
          <w:rFonts w:cs="Arial"/>
          <w:szCs w:val="20"/>
        </w:rPr>
        <w:t xml:space="preserve">00 kgf na Placa Compactadora, acionados por comandos localizados na lateral da estrutura. Estrutura feita em chapas de aço </w:t>
      </w:r>
      <w:r w:rsidR="0030672A" w:rsidRPr="00623008">
        <w:rPr>
          <w:rFonts w:cs="Arial"/>
          <w:szCs w:val="20"/>
        </w:rPr>
        <w:t xml:space="preserve">com qualidade mínima </w:t>
      </w:r>
      <w:r w:rsidRPr="00623008">
        <w:rPr>
          <w:rFonts w:cs="Arial"/>
          <w:szCs w:val="20"/>
        </w:rPr>
        <w:t xml:space="preserve">SAE </w:t>
      </w:r>
      <w:r w:rsidR="00B53B2F" w:rsidRPr="00623008">
        <w:rPr>
          <w:rFonts w:cs="Arial"/>
          <w:szCs w:val="20"/>
        </w:rPr>
        <w:t>ASTM A36</w:t>
      </w:r>
      <w:r w:rsidRPr="00623008">
        <w:rPr>
          <w:rFonts w:cs="Arial"/>
          <w:szCs w:val="20"/>
        </w:rPr>
        <w:t xml:space="preserve">, espessura 5/16”, estruturada por perfis de aço </w:t>
      </w:r>
      <w:r w:rsidR="0030672A" w:rsidRPr="00623008">
        <w:rPr>
          <w:rFonts w:cs="Arial"/>
          <w:szCs w:val="20"/>
        </w:rPr>
        <w:t xml:space="preserve">com qualidade mínima </w:t>
      </w:r>
      <w:r w:rsidRPr="00623008">
        <w:rPr>
          <w:rFonts w:cs="Arial"/>
          <w:szCs w:val="20"/>
        </w:rPr>
        <w:t xml:space="preserve">SAE </w:t>
      </w:r>
      <w:r w:rsidR="00B53B2F" w:rsidRPr="00623008">
        <w:rPr>
          <w:rFonts w:cs="Arial"/>
          <w:szCs w:val="20"/>
        </w:rPr>
        <w:t xml:space="preserve">ASTM A36 </w:t>
      </w:r>
      <w:r w:rsidRPr="00623008">
        <w:rPr>
          <w:rFonts w:cs="Arial"/>
          <w:szCs w:val="20"/>
        </w:rPr>
        <w:t>dobrados com espessura 1/4” (6,35mm).</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Depósito de carga traseiro</w:t>
      </w:r>
      <w:r w:rsidRPr="00623008">
        <w:rPr>
          <w:rFonts w:cs="Arial"/>
          <w:szCs w:val="20"/>
        </w:rPr>
        <w:t xml:space="preserve"> com capacidade mínima de </w:t>
      </w:r>
      <w:r w:rsidR="00334FF9" w:rsidRPr="00623008">
        <w:rPr>
          <w:rFonts w:cs="Arial"/>
          <w:szCs w:val="20"/>
        </w:rPr>
        <w:t>1,80</w:t>
      </w:r>
      <w:r w:rsidRPr="00623008">
        <w:rPr>
          <w:rFonts w:cs="Arial"/>
          <w:szCs w:val="20"/>
        </w:rPr>
        <w:t xml:space="preserve"> m³ de lixo solto. Construído em chapas de aço </w:t>
      </w:r>
      <w:r w:rsidR="0030672A" w:rsidRPr="00623008">
        <w:rPr>
          <w:rFonts w:cs="Arial"/>
          <w:szCs w:val="20"/>
        </w:rPr>
        <w:t xml:space="preserve">com qualidade mínima </w:t>
      </w:r>
      <w:r w:rsidRPr="00623008">
        <w:rPr>
          <w:rFonts w:cs="Arial"/>
          <w:szCs w:val="20"/>
        </w:rPr>
        <w:t xml:space="preserve">SAE </w:t>
      </w:r>
      <w:r w:rsidR="00334FF9" w:rsidRPr="00623008">
        <w:rPr>
          <w:rFonts w:cs="Arial"/>
          <w:szCs w:val="20"/>
        </w:rPr>
        <w:t>SAC 50</w:t>
      </w:r>
      <w:r w:rsidRPr="00623008">
        <w:rPr>
          <w:rFonts w:cs="Arial"/>
          <w:szCs w:val="20"/>
        </w:rPr>
        <w:t>, espessura aproximada de 6,35mm, reforçados por perfis “U”, dobrados</w:t>
      </w:r>
      <w:r w:rsidR="00334FF9" w:rsidRPr="00623008">
        <w:rPr>
          <w:rFonts w:cs="Arial"/>
          <w:szCs w:val="20"/>
        </w:rPr>
        <w:t xml:space="preserve"> </w:t>
      </w:r>
      <w:r w:rsidR="00A26667" w:rsidRPr="00623008">
        <w:rPr>
          <w:rFonts w:cs="Arial"/>
          <w:szCs w:val="20"/>
        </w:rPr>
        <w:t xml:space="preserve">com </w:t>
      </w:r>
      <w:r w:rsidR="00334FF9" w:rsidRPr="00623008">
        <w:rPr>
          <w:rFonts w:cs="Arial"/>
          <w:szCs w:val="20"/>
        </w:rPr>
        <w:t>espessura de 6,35mm</w:t>
      </w:r>
      <w:r w:rsidRPr="00623008">
        <w:rPr>
          <w:rFonts w:cs="Arial"/>
          <w:szCs w:val="20"/>
        </w:rPr>
        <w:t>, soldados eletricamente pelo processo MIG, com cordão contínuo.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Todos os itens descritos</w:t>
      </w:r>
      <w:r w:rsidR="00F5724B" w:rsidRPr="00623008">
        <w:rPr>
          <w:rFonts w:cs="Arial"/>
          <w:szCs w:val="20"/>
        </w:rPr>
        <w:t xml:space="preserve"> </w:t>
      </w:r>
      <w:r w:rsidRPr="00623008">
        <w:rPr>
          <w:rFonts w:cs="Arial"/>
          <w:szCs w:val="20"/>
        </w:rPr>
        <w:t xml:space="preserve">deverão ser jateados e/ou decapados por substâncias químicas, ficando as superfícies metálicas isentas de partículas responsáveis por focos de oxidação, ferrugem e corrosão. Recebendo posteriormente demãos de </w:t>
      </w:r>
      <w:r w:rsidRPr="00623008">
        <w:rPr>
          <w:rFonts w:cs="Arial"/>
          <w:i/>
          <w:szCs w:val="20"/>
        </w:rPr>
        <w:t>oxiprimer</w:t>
      </w:r>
      <w:r w:rsidRPr="00623008">
        <w:rPr>
          <w:rFonts w:cs="Arial"/>
          <w:szCs w:val="20"/>
        </w:rPr>
        <w:t xml:space="preserve"> (fundo) e tinta automotiva na cor branca. </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O implemento deverá ser pintado em cor predominantemente branca.</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w:t>
      </w:r>
      <w:r w:rsidR="00F5724B" w:rsidRPr="00623008">
        <w:rPr>
          <w:rFonts w:cs="Arial"/>
          <w:szCs w:val="20"/>
        </w:rPr>
        <w:t xml:space="preserve"> com capacidade mínima de 80 litros</w:t>
      </w:r>
      <w:r w:rsidRPr="00623008">
        <w:rPr>
          <w:rFonts w:cs="Arial"/>
          <w:szCs w:val="20"/>
        </w:rPr>
        <w:t xml:space="preserve">. Cilindros com hastes cromadas e guarnições especiais para uso externo. </w:t>
      </w:r>
      <w:r w:rsidR="00F5724B" w:rsidRPr="00623008">
        <w:rPr>
          <w:rFonts w:cs="Arial"/>
          <w:szCs w:val="20"/>
        </w:rPr>
        <w:t xml:space="preserve">As hastes deverão ser cromadas e com guarnições especiais para uso externo. </w:t>
      </w:r>
      <w:r w:rsidRPr="00623008">
        <w:rPr>
          <w:rFonts w:cs="Arial"/>
          <w:szCs w:val="20"/>
        </w:rPr>
        <w:t>Comandos hidráulico traseiro com destravamento automático, com o fim de curso dos cilindros compactadores.</w:t>
      </w:r>
      <w:r w:rsidR="00003C96" w:rsidRPr="00623008">
        <w:rPr>
          <w:rFonts w:cs="Arial"/>
          <w:szCs w:val="20"/>
        </w:rPr>
        <w:t xml:space="preserve"> Tomada de força deverá ser “acoplada” compatível para montagem do coletor de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Comunicação sonora entre motorista e operadores, para facilitar a produtividade e evitar acidentes; </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Iluminação da praça de carga, permitindo a operação em baixa luminosidade ou coleta noturna; </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Suporte para pás e vassouras; </w:t>
      </w:r>
    </w:p>
    <w:p w:rsidR="00A01522" w:rsidRPr="00623008" w:rsidRDefault="00A01522" w:rsidP="00707728">
      <w:pPr>
        <w:pStyle w:val="PargrafodaLista"/>
        <w:numPr>
          <w:ilvl w:val="0"/>
          <w:numId w:val="27"/>
        </w:numPr>
        <w:ind w:left="0" w:firstLine="0"/>
        <w:jc w:val="both"/>
        <w:rPr>
          <w:rFonts w:cs="Arial"/>
          <w:szCs w:val="20"/>
        </w:rPr>
      </w:pPr>
      <w:r w:rsidRPr="00623008">
        <w:rPr>
          <w:szCs w:val="20"/>
        </w:rPr>
        <w:t xml:space="preserve">Para-Barros de borracha e para-Lamas em plástico; </w:t>
      </w:r>
    </w:p>
    <w:p w:rsidR="00ED4686" w:rsidRPr="00623008" w:rsidRDefault="00707728" w:rsidP="00707728">
      <w:pPr>
        <w:pStyle w:val="PargrafodaLista"/>
        <w:numPr>
          <w:ilvl w:val="0"/>
          <w:numId w:val="27"/>
        </w:numPr>
        <w:ind w:left="0" w:firstLine="0"/>
        <w:jc w:val="both"/>
        <w:rPr>
          <w:rFonts w:cs="Arial"/>
          <w:szCs w:val="20"/>
        </w:rPr>
      </w:pPr>
      <w:r>
        <w:rPr>
          <w:rFonts w:cs="Arial"/>
          <w:szCs w:val="20"/>
        </w:rPr>
        <w:t xml:space="preserve">Produto </w:t>
      </w:r>
      <w:r w:rsidRPr="00707728">
        <w:rPr>
          <w:rFonts w:cs="Arial"/>
          <w:szCs w:val="20"/>
        </w:rPr>
        <w:t xml:space="preserve">similar ao Volkswagen </w:t>
      </w:r>
      <w:proofErr w:type="spellStart"/>
      <w:r w:rsidRPr="00707728">
        <w:rPr>
          <w:rFonts w:cs="Arial"/>
          <w:szCs w:val="20"/>
        </w:rPr>
        <w:t>Constellation</w:t>
      </w:r>
      <w:proofErr w:type="spellEnd"/>
      <w:r w:rsidRPr="00707728">
        <w:rPr>
          <w:rFonts w:cs="Arial"/>
          <w:szCs w:val="20"/>
        </w:rPr>
        <w:t xml:space="preserve"> 17.190 </w:t>
      </w:r>
      <w:proofErr w:type="spellStart"/>
      <w:r w:rsidRPr="00707728">
        <w:rPr>
          <w:rFonts w:cs="Arial"/>
          <w:szCs w:val="20"/>
        </w:rPr>
        <w:t>Robust</w:t>
      </w:r>
      <w:proofErr w:type="spellEnd"/>
      <w:r w:rsidRPr="00707728">
        <w:rPr>
          <w:rFonts w:cs="Arial"/>
          <w:szCs w:val="20"/>
        </w:rPr>
        <w:t>, equipado com coletor similar ao Compactador CP-15 da DAMAEQ</w:t>
      </w:r>
      <w:r w:rsidR="00ED4686" w:rsidRPr="00623008">
        <w:rPr>
          <w:rFonts w:cs="Arial"/>
          <w:szCs w:val="20"/>
        </w:rPr>
        <w:t>.</w:t>
      </w:r>
    </w:p>
    <w:p w:rsidR="00003C96" w:rsidRPr="00623008" w:rsidRDefault="00003C96">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D0545F" w:rsidRPr="00623008" w:rsidTr="0030672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0545F" w:rsidRPr="00623008" w:rsidRDefault="00D0545F" w:rsidP="009728ED">
            <w:pPr>
              <w:widowControl w:val="0"/>
              <w:suppressAutoHyphens/>
              <w:jc w:val="center"/>
              <w:rPr>
                <w:rFonts w:cs="Arial"/>
                <w:b/>
                <w:szCs w:val="20"/>
              </w:rPr>
            </w:pPr>
            <w:r w:rsidRPr="00623008">
              <w:rPr>
                <w:rFonts w:cs="Arial"/>
                <w:b/>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D0545F" w:rsidRPr="00623008" w:rsidRDefault="00D0545F" w:rsidP="009728ED">
            <w:pPr>
              <w:widowControl w:val="0"/>
              <w:suppressAutoHyphens/>
              <w:jc w:val="center"/>
              <w:rPr>
                <w:rFonts w:cs="Times New Roman"/>
                <w:b/>
                <w:bCs/>
                <w:szCs w:val="20"/>
              </w:rPr>
            </w:pPr>
            <w:r w:rsidRPr="00623008">
              <w:rPr>
                <w:rFonts w:cs="Times New Roman"/>
                <w:b/>
                <w:bCs/>
                <w:szCs w:val="20"/>
              </w:rPr>
              <w:t>DESCRIÇÃO/ESPECIFICAÇÃO</w:t>
            </w:r>
          </w:p>
        </w:tc>
      </w:tr>
      <w:tr w:rsidR="00D0545F" w:rsidRPr="00623008" w:rsidTr="0030672A">
        <w:trPr>
          <w:jc w:val="center"/>
        </w:trPr>
        <w:tc>
          <w:tcPr>
            <w:tcW w:w="709" w:type="dxa"/>
            <w:vAlign w:val="center"/>
          </w:tcPr>
          <w:p w:rsidR="00D0545F" w:rsidRPr="00623008" w:rsidRDefault="0027696F" w:rsidP="009728ED">
            <w:pPr>
              <w:widowControl w:val="0"/>
              <w:suppressAutoHyphens/>
              <w:jc w:val="center"/>
              <w:rPr>
                <w:rFonts w:cs="Arial"/>
                <w:b/>
                <w:szCs w:val="20"/>
              </w:rPr>
            </w:pPr>
            <w:r>
              <w:rPr>
                <w:rFonts w:cs="Arial"/>
                <w:b/>
                <w:szCs w:val="20"/>
              </w:rPr>
              <w:t>68</w:t>
            </w:r>
          </w:p>
        </w:tc>
        <w:tc>
          <w:tcPr>
            <w:tcW w:w="8358" w:type="dxa"/>
          </w:tcPr>
          <w:p w:rsidR="00D0545F" w:rsidRPr="00623008" w:rsidRDefault="00D0545F" w:rsidP="002C6EC7">
            <w:pPr>
              <w:widowControl w:val="0"/>
              <w:suppressAutoHyphens/>
              <w:rPr>
                <w:rFonts w:cs="Arial"/>
                <w:szCs w:val="20"/>
              </w:rPr>
            </w:pPr>
            <w:r w:rsidRPr="00623008">
              <w:rPr>
                <w:rFonts w:cs="Times New Roman"/>
                <w:bCs/>
                <w:szCs w:val="20"/>
              </w:rPr>
              <w:t xml:space="preserve">Caminhão a diesel com </w:t>
            </w:r>
            <w:r w:rsidR="00F16AF9" w:rsidRPr="00623008">
              <w:rPr>
                <w:rFonts w:cs="Times New Roman"/>
                <w:bCs/>
                <w:szCs w:val="20"/>
              </w:rPr>
              <w:t>g</w:t>
            </w:r>
            <w:r w:rsidRPr="00623008">
              <w:rPr>
                <w:rFonts w:cs="Times New Roman"/>
                <w:bCs/>
                <w:szCs w:val="20"/>
              </w:rPr>
              <w:t>uindaste hidráulico</w:t>
            </w:r>
            <w:r w:rsidR="00F16AF9" w:rsidRPr="00623008">
              <w:rPr>
                <w:rFonts w:cs="Times New Roman"/>
                <w:bCs/>
                <w:szCs w:val="20"/>
              </w:rPr>
              <w:t xml:space="preserve"> tipo munck e carroceria</w:t>
            </w:r>
            <w:r w:rsidR="002C6EC7">
              <w:rPr>
                <w:rFonts w:cs="Times New Roman"/>
                <w:bCs/>
                <w:szCs w:val="20"/>
              </w:rPr>
              <w:t>, tração 4</w:t>
            </w:r>
            <w:r w:rsidRPr="00623008">
              <w:rPr>
                <w:rFonts w:cs="Times New Roman"/>
                <w:bCs/>
                <w:szCs w:val="20"/>
              </w:rPr>
              <w:t>x</w:t>
            </w:r>
            <w:r w:rsidR="002C6EC7">
              <w:rPr>
                <w:rFonts w:cs="Times New Roman"/>
                <w:bCs/>
                <w:szCs w:val="20"/>
              </w:rPr>
              <w:t>2</w:t>
            </w:r>
            <w:r w:rsidRPr="00623008">
              <w:rPr>
                <w:rFonts w:cs="Times New Roman"/>
                <w:bCs/>
                <w:szCs w:val="20"/>
              </w:rPr>
              <w:t xml:space="preserve"> </w:t>
            </w:r>
          </w:p>
        </w:tc>
      </w:tr>
    </w:tbl>
    <w:p w:rsidR="00D0545F" w:rsidRPr="00623008" w:rsidRDefault="00D0545F" w:rsidP="00926980">
      <w:pPr>
        <w:pStyle w:val="PargrafodaLista"/>
        <w:numPr>
          <w:ilvl w:val="0"/>
          <w:numId w:val="42"/>
        </w:numPr>
        <w:spacing w:before="240" w:after="240"/>
        <w:ind w:left="0" w:firstLine="0"/>
        <w:contextualSpacing w:val="0"/>
        <w:jc w:val="both"/>
        <w:rPr>
          <w:rFonts w:cs="Arial"/>
          <w:b/>
          <w:szCs w:val="20"/>
        </w:rPr>
      </w:pPr>
      <w:r w:rsidRPr="00623008">
        <w:rPr>
          <w:rFonts w:cs="Arial"/>
          <w:b/>
          <w:szCs w:val="20"/>
        </w:rPr>
        <w:t>CARACTERÍSTICAS TÉCNICAS</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Classificação: Veículo novo</w:t>
      </w:r>
      <w:r w:rsidR="00F16AF9" w:rsidRPr="00623008">
        <w:rPr>
          <w:rFonts w:cs="Arial"/>
          <w:szCs w:val="20"/>
        </w:rPr>
        <w:t xml:space="preserve"> tração</w:t>
      </w:r>
      <w:r w:rsidRPr="00623008">
        <w:rPr>
          <w:rFonts w:cs="Arial"/>
          <w:szCs w:val="20"/>
        </w:rPr>
        <w:t xml:space="preserve"> </w:t>
      </w:r>
      <w:r w:rsidR="00F16AF9" w:rsidRPr="00623008">
        <w:rPr>
          <w:rFonts w:cs="Arial"/>
          <w:szCs w:val="20"/>
        </w:rPr>
        <w:t>4</w:t>
      </w:r>
      <w:r w:rsidRPr="00623008">
        <w:rPr>
          <w:rFonts w:cs="Arial"/>
          <w:szCs w:val="20"/>
        </w:rPr>
        <w:t>x</w:t>
      </w:r>
      <w:r w:rsidR="00F16AF9" w:rsidRPr="00623008">
        <w:rPr>
          <w:rFonts w:cs="Arial"/>
          <w:szCs w:val="20"/>
        </w:rPr>
        <w:t>2</w:t>
      </w:r>
      <w:r w:rsidRPr="00623008">
        <w:rPr>
          <w:rFonts w:cs="Arial"/>
          <w:szCs w:val="20"/>
        </w:rPr>
        <w:t xml:space="preserve">, zero quilômetro, </w:t>
      </w:r>
      <w:r w:rsidR="00625A1F" w:rsidRPr="00623008">
        <w:rPr>
          <w:rFonts w:cs="Arial"/>
          <w:szCs w:val="20"/>
        </w:rPr>
        <w:t>equipado com</w:t>
      </w:r>
      <w:r w:rsidRPr="00623008">
        <w:rPr>
          <w:rFonts w:cs="Arial"/>
          <w:szCs w:val="20"/>
        </w:rPr>
        <w:t xml:space="preserve"> </w:t>
      </w:r>
      <w:r w:rsidR="00C00C1A" w:rsidRPr="00623008">
        <w:rPr>
          <w:rFonts w:cs="Arial"/>
          <w:szCs w:val="20"/>
        </w:rPr>
        <w:t>guindaste tipo munck</w:t>
      </w:r>
      <w:r w:rsidR="00976A8B">
        <w:rPr>
          <w:rFonts w:cs="Arial"/>
          <w:szCs w:val="20"/>
        </w:rPr>
        <w:t>, carroceria m</w:t>
      </w:r>
      <w:r w:rsidR="00C954C0" w:rsidRPr="00623008">
        <w:rPr>
          <w:rFonts w:cs="Arial"/>
          <w:szCs w:val="20"/>
        </w:rPr>
        <w:t>etálica</w:t>
      </w:r>
      <w:r w:rsidR="00976A8B">
        <w:rPr>
          <w:rFonts w:cs="Arial"/>
          <w:szCs w:val="20"/>
        </w:rPr>
        <w:t xml:space="preserve"> e cesto duplo</w:t>
      </w:r>
      <w:r w:rsidRPr="00623008">
        <w:rPr>
          <w:rFonts w:cs="Arial"/>
          <w:szCs w:val="20"/>
        </w:rPr>
        <w:t>;</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Ano de fabricação do chassi: do ano em curso ou posterior;</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 xml:space="preserve">PBT legal igual ou superior a </w:t>
      </w:r>
      <w:r w:rsidR="00F16AF9" w:rsidRPr="00623008">
        <w:rPr>
          <w:rFonts w:cs="Arial"/>
          <w:szCs w:val="20"/>
        </w:rPr>
        <w:t>16</w:t>
      </w:r>
      <w:r w:rsidRPr="00623008">
        <w:rPr>
          <w:rFonts w:cs="Arial"/>
          <w:szCs w:val="20"/>
        </w:rPr>
        <w:t>.000 Kg;</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Motor do veículo: Óleo diesel, com potência igual ou superior a 2</w:t>
      </w:r>
      <w:r w:rsidR="00F16AF9" w:rsidRPr="00623008">
        <w:rPr>
          <w:rFonts w:cs="Arial"/>
          <w:szCs w:val="20"/>
        </w:rPr>
        <w:t>50CV</w:t>
      </w:r>
      <w:r w:rsidRPr="00623008">
        <w:rPr>
          <w:rFonts w:cs="Arial"/>
          <w:szCs w:val="20"/>
        </w:rPr>
        <w:t>;</w:t>
      </w:r>
    </w:p>
    <w:p w:rsidR="00D0545F" w:rsidRPr="00623008" w:rsidRDefault="00976A8B" w:rsidP="00926980">
      <w:pPr>
        <w:pStyle w:val="PargrafodaLista"/>
        <w:numPr>
          <w:ilvl w:val="0"/>
          <w:numId w:val="43"/>
        </w:numPr>
        <w:ind w:left="0" w:firstLine="0"/>
        <w:jc w:val="both"/>
        <w:rPr>
          <w:rFonts w:cs="Arial"/>
          <w:szCs w:val="20"/>
        </w:rPr>
      </w:pPr>
      <w:r>
        <w:rPr>
          <w:rFonts w:cs="Arial"/>
          <w:szCs w:val="20"/>
        </w:rPr>
        <w:t xml:space="preserve">Distância entre eixos </w:t>
      </w:r>
      <w:r w:rsidR="00D0545F" w:rsidRPr="00623008">
        <w:rPr>
          <w:rFonts w:cs="Arial"/>
          <w:szCs w:val="20"/>
        </w:rPr>
        <w:t xml:space="preserve">compatível para implemento de </w:t>
      </w:r>
      <w:r w:rsidR="00F16AF9" w:rsidRPr="00623008">
        <w:rPr>
          <w:rFonts w:cs="Arial"/>
          <w:szCs w:val="20"/>
        </w:rPr>
        <w:t>munck</w:t>
      </w:r>
      <w:r w:rsidR="00625A1F" w:rsidRPr="00623008">
        <w:rPr>
          <w:rFonts w:cs="Arial"/>
          <w:szCs w:val="20"/>
        </w:rPr>
        <w:t xml:space="preserve"> e carroceria </w:t>
      </w:r>
      <w:r w:rsidR="00C954C0" w:rsidRPr="00623008">
        <w:rPr>
          <w:rFonts w:cs="Arial"/>
          <w:szCs w:val="20"/>
        </w:rPr>
        <w:t xml:space="preserve">metálica </w:t>
      </w:r>
      <w:r w:rsidR="00625A1F" w:rsidRPr="00623008">
        <w:rPr>
          <w:rFonts w:cs="Arial"/>
          <w:szCs w:val="20"/>
        </w:rPr>
        <w:t xml:space="preserve">de </w:t>
      </w:r>
      <w:r w:rsidR="00D5741D" w:rsidRPr="00623008">
        <w:rPr>
          <w:rFonts w:cs="Arial"/>
          <w:szCs w:val="20"/>
        </w:rPr>
        <w:t xml:space="preserve">aproximadamente </w:t>
      </w:r>
      <w:r w:rsidR="00625A1F" w:rsidRPr="00623008">
        <w:rPr>
          <w:rFonts w:cs="Arial"/>
          <w:szCs w:val="20"/>
        </w:rPr>
        <w:t>5,</w:t>
      </w:r>
      <w:r w:rsidR="00D5741D" w:rsidRPr="00623008">
        <w:rPr>
          <w:rFonts w:cs="Arial"/>
          <w:szCs w:val="20"/>
        </w:rPr>
        <w:t>0</w:t>
      </w:r>
      <w:r w:rsidR="00625A1F" w:rsidRPr="00623008">
        <w:rPr>
          <w:rFonts w:cs="Arial"/>
          <w:szCs w:val="20"/>
        </w:rPr>
        <w:t>m</w:t>
      </w:r>
      <w:r w:rsidR="00D0545F" w:rsidRPr="00623008">
        <w:rPr>
          <w:rFonts w:cs="Arial"/>
          <w:szCs w:val="20"/>
        </w:rPr>
        <w:t>;</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Pintura na cor BRANCA.</w:t>
      </w:r>
    </w:p>
    <w:p w:rsidR="00D0545F" w:rsidRPr="00623008" w:rsidRDefault="00D0545F" w:rsidP="00926980">
      <w:pPr>
        <w:pStyle w:val="PargrafodaLista"/>
        <w:numPr>
          <w:ilvl w:val="0"/>
          <w:numId w:val="42"/>
        </w:numPr>
        <w:spacing w:before="240" w:after="240"/>
        <w:ind w:left="0" w:firstLine="0"/>
        <w:contextualSpacing w:val="0"/>
        <w:jc w:val="both"/>
        <w:rPr>
          <w:rFonts w:cs="Arial"/>
          <w:szCs w:val="20"/>
        </w:rPr>
      </w:pPr>
      <w:r w:rsidRPr="00623008">
        <w:rPr>
          <w:rFonts w:cs="Arial"/>
          <w:b/>
          <w:szCs w:val="20"/>
        </w:rPr>
        <w:t>DIVERSOS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Ar-condicionado original de fábrica;</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Retrovisores externos elétricos;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Vidro elétrico nas portas com fechamento/abertura automática pela chave;</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Travas elétricas das portas com acionamento na chave;</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Som/multimídia integrada ao veículo, somente o disponibilizado de fábrica;</w:t>
      </w:r>
    </w:p>
    <w:p w:rsidR="00976A8B" w:rsidRPr="00986FCE" w:rsidRDefault="00D0545F" w:rsidP="00986FCE">
      <w:pPr>
        <w:pStyle w:val="PargrafodaLista"/>
        <w:numPr>
          <w:ilvl w:val="1"/>
          <w:numId w:val="42"/>
        </w:numPr>
        <w:ind w:left="0" w:firstLine="0"/>
        <w:jc w:val="both"/>
        <w:rPr>
          <w:rFonts w:cs="Arial"/>
          <w:szCs w:val="20"/>
        </w:rPr>
      </w:pPr>
      <w:r w:rsidRPr="00623008">
        <w:rPr>
          <w:rFonts w:cs="Arial"/>
          <w:szCs w:val="20"/>
        </w:rPr>
        <w:t>Protetor de cárter;</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Jogo de tapete de borracha; e</w:t>
      </w:r>
    </w:p>
    <w:p w:rsidR="00B634D6" w:rsidRPr="00623008" w:rsidRDefault="00D0545F" w:rsidP="00926980">
      <w:pPr>
        <w:pStyle w:val="PargrafodaLista"/>
        <w:numPr>
          <w:ilvl w:val="1"/>
          <w:numId w:val="42"/>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D0545F" w:rsidRPr="00623008" w:rsidRDefault="00D0545F" w:rsidP="00926980">
      <w:pPr>
        <w:pStyle w:val="PargrafodaLista"/>
        <w:numPr>
          <w:ilvl w:val="0"/>
          <w:numId w:val="42"/>
        </w:numPr>
        <w:spacing w:before="240" w:after="240"/>
        <w:ind w:left="0" w:firstLine="0"/>
        <w:contextualSpacing w:val="0"/>
        <w:jc w:val="both"/>
        <w:rPr>
          <w:rFonts w:cs="Arial"/>
          <w:b/>
          <w:szCs w:val="20"/>
        </w:rPr>
      </w:pPr>
      <w:r w:rsidRPr="00623008">
        <w:rPr>
          <w:rFonts w:cs="Arial"/>
          <w:b/>
          <w:szCs w:val="20"/>
        </w:rPr>
        <w:t>CARACTERIZAÇÃO DA CARROCERIA COM GUINDASTE HIDRÁULICO MUNCK</w:t>
      </w:r>
    </w:p>
    <w:p w:rsidR="00D0545F" w:rsidRPr="00623008" w:rsidRDefault="00D0545F" w:rsidP="00926980">
      <w:pPr>
        <w:pStyle w:val="PargrafodaLista"/>
        <w:numPr>
          <w:ilvl w:val="0"/>
          <w:numId w:val="44"/>
        </w:numPr>
        <w:ind w:left="0" w:firstLine="0"/>
        <w:jc w:val="both"/>
        <w:rPr>
          <w:rFonts w:cs="Arial"/>
          <w:szCs w:val="20"/>
        </w:rPr>
      </w:pPr>
      <w:r w:rsidRPr="00623008">
        <w:rPr>
          <w:rFonts w:cs="Arial"/>
          <w:szCs w:val="20"/>
        </w:rPr>
        <w:t xml:space="preserve">Implemento </w:t>
      </w:r>
      <w:r w:rsidR="00986FCE">
        <w:rPr>
          <w:rFonts w:cs="Arial"/>
          <w:szCs w:val="20"/>
        </w:rPr>
        <w:t xml:space="preserve">articulado tipo canivete, com recolhimento de todos os componentes acima da linha do chassi do veículo, </w:t>
      </w:r>
      <w:r w:rsidRPr="00623008">
        <w:rPr>
          <w:rFonts w:cs="Arial"/>
          <w:szCs w:val="20"/>
        </w:rPr>
        <w:t>novo e de primeiro uso;</w:t>
      </w:r>
    </w:p>
    <w:p w:rsidR="005E2E80" w:rsidRPr="00623008" w:rsidRDefault="005E2E80" w:rsidP="0053656E">
      <w:pPr>
        <w:pStyle w:val="PargrafodaLista"/>
        <w:numPr>
          <w:ilvl w:val="0"/>
          <w:numId w:val="44"/>
        </w:numPr>
        <w:ind w:left="0" w:firstLine="0"/>
        <w:jc w:val="both"/>
        <w:rPr>
          <w:rFonts w:cs="Arial"/>
          <w:szCs w:val="20"/>
        </w:rPr>
      </w:pPr>
      <w:r w:rsidRPr="00623008">
        <w:rPr>
          <w:rFonts w:cs="Arial"/>
          <w:szCs w:val="20"/>
        </w:rPr>
        <w:t xml:space="preserve">Alcance </w:t>
      </w:r>
      <w:r w:rsidR="009C5F58" w:rsidRPr="00623008">
        <w:rPr>
          <w:rFonts w:cs="Arial"/>
          <w:szCs w:val="20"/>
        </w:rPr>
        <w:t>horizontal mínimo de 1</w:t>
      </w:r>
      <w:r w:rsidR="00986FCE">
        <w:rPr>
          <w:rFonts w:cs="Arial"/>
          <w:szCs w:val="20"/>
        </w:rPr>
        <w:t>5</w:t>
      </w:r>
      <w:r w:rsidRPr="00623008">
        <w:rPr>
          <w:rFonts w:cs="Arial"/>
          <w:szCs w:val="20"/>
        </w:rPr>
        <w:t xml:space="preserve"> metros</w:t>
      </w:r>
      <w:r w:rsidR="00986FCE">
        <w:rPr>
          <w:rFonts w:cs="Arial"/>
          <w:szCs w:val="20"/>
        </w:rPr>
        <w:t>, mantendo um momento de carga útil mínimo de 12tm</w:t>
      </w:r>
      <w:r w:rsidRPr="00623008">
        <w:rPr>
          <w:rFonts w:cs="Arial"/>
          <w:szCs w:val="20"/>
        </w:rPr>
        <w:t>;</w:t>
      </w:r>
    </w:p>
    <w:p w:rsidR="009C5F58" w:rsidRPr="00623008" w:rsidRDefault="0053656E" w:rsidP="0053656E">
      <w:pPr>
        <w:pStyle w:val="PargrafodaLista"/>
        <w:numPr>
          <w:ilvl w:val="0"/>
          <w:numId w:val="44"/>
        </w:numPr>
        <w:ind w:left="0" w:firstLine="0"/>
        <w:jc w:val="both"/>
        <w:rPr>
          <w:rFonts w:cs="Arial"/>
          <w:szCs w:val="20"/>
        </w:rPr>
      </w:pPr>
      <w:r w:rsidRPr="0053656E">
        <w:rPr>
          <w:rFonts w:cs="Arial"/>
          <w:szCs w:val="20"/>
        </w:rPr>
        <w:t>Todos os movimentos do guindaste deverão ser realizados de forma hidráulica, incluindo os estabilizadores (do guindaste e adicional)</w:t>
      </w:r>
      <w:r w:rsidR="009C5F58" w:rsidRPr="00623008">
        <w:rPr>
          <w:rFonts w:cs="Arial"/>
          <w:szCs w:val="20"/>
        </w:rPr>
        <w:t>;</w:t>
      </w:r>
    </w:p>
    <w:p w:rsidR="00C00C1A" w:rsidRPr="00623008" w:rsidRDefault="00C00C1A" w:rsidP="00986FCE">
      <w:pPr>
        <w:pStyle w:val="PargrafodaLista"/>
        <w:numPr>
          <w:ilvl w:val="0"/>
          <w:numId w:val="44"/>
        </w:numPr>
        <w:ind w:left="0" w:firstLine="0"/>
        <w:jc w:val="both"/>
        <w:rPr>
          <w:rFonts w:cs="Arial"/>
          <w:szCs w:val="20"/>
        </w:rPr>
      </w:pPr>
      <w:r w:rsidRPr="00623008">
        <w:rPr>
          <w:rFonts w:cs="Arial"/>
          <w:szCs w:val="20"/>
        </w:rPr>
        <w:t xml:space="preserve">Ângulo de giro </w:t>
      </w:r>
      <w:r w:rsidR="009C5F58" w:rsidRPr="00623008">
        <w:rPr>
          <w:rFonts w:cs="Arial"/>
          <w:szCs w:val="20"/>
        </w:rPr>
        <w:t xml:space="preserve">mínimo </w:t>
      </w:r>
      <w:r w:rsidRPr="00623008">
        <w:rPr>
          <w:rFonts w:cs="Arial"/>
          <w:szCs w:val="20"/>
        </w:rPr>
        <w:t>de 360º;</w:t>
      </w:r>
    </w:p>
    <w:p w:rsidR="00C00C1A" w:rsidRPr="00623008" w:rsidRDefault="00986FCE" w:rsidP="00986FCE">
      <w:pPr>
        <w:pStyle w:val="PargrafodaLista"/>
        <w:numPr>
          <w:ilvl w:val="0"/>
          <w:numId w:val="44"/>
        </w:numPr>
        <w:ind w:left="0" w:firstLine="0"/>
        <w:jc w:val="both"/>
        <w:rPr>
          <w:rFonts w:cs="Arial"/>
          <w:szCs w:val="20"/>
        </w:rPr>
      </w:pPr>
      <w:r w:rsidRPr="00986FCE">
        <w:rPr>
          <w:rFonts w:cs="Arial"/>
          <w:szCs w:val="20"/>
        </w:rPr>
        <w:t xml:space="preserve">Momento de carga útil, da versão selecionada, em uma distância de 4 metros de, no mínimo, 20 </w:t>
      </w:r>
      <w:proofErr w:type="spellStart"/>
      <w:r w:rsidRPr="00986FCE">
        <w:rPr>
          <w:rFonts w:cs="Arial"/>
          <w:szCs w:val="20"/>
        </w:rPr>
        <w:t>tm</w:t>
      </w:r>
      <w:proofErr w:type="spellEnd"/>
      <w:r>
        <w:rPr>
          <w:rFonts w:cs="Arial"/>
          <w:szCs w:val="20"/>
        </w:rPr>
        <w:t>. Desta forma, será possível erguer uma carga mínima de 5</w:t>
      </w:r>
      <w:r w:rsidR="00C00C1A" w:rsidRPr="00623008">
        <w:rPr>
          <w:rFonts w:cs="Arial"/>
          <w:szCs w:val="20"/>
        </w:rPr>
        <w:t>.000Kg</w:t>
      </w:r>
      <w:r>
        <w:rPr>
          <w:rFonts w:cs="Arial"/>
          <w:szCs w:val="20"/>
        </w:rPr>
        <w:t>, a 4,00 metros</w:t>
      </w:r>
      <w:r w:rsidR="009C5F58" w:rsidRPr="00623008">
        <w:rPr>
          <w:rFonts w:cs="Arial"/>
          <w:szCs w:val="20"/>
        </w:rPr>
        <w:t>;</w:t>
      </w:r>
    </w:p>
    <w:p w:rsidR="009C5F58" w:rsidRPr="00623008" w:rsidRDefault="009C5F58" w:rsidP="00926980">
      <w:pPr>
        <w:pStyle w:val="PargrafodaLista"/>
        <w:numPr>
          <w:ilvl w:val="0"/>
          <w:numId w:val="44"/>
        </w:numPr>
        <w:ind w:left="0" w:firstLine="0"/>
        <w:jc w:val="both"/>
        <w:rPr>
          <w:rFonts w:cs="Arial"/>
          <w:szCs w:val="20"/>
        </w:rPr>
      </w:pPr>
      <w:r w:rsidRPr="00623008">
        <w:rPr>
          <w:rFonts w:cs="Arial"/>
          <w:szCs w:val="20"/>
        </w:rPr>
        <w:t>Possuir 4 (quatro) sapatas estabilizadoras, sendo duas na parte dianteira da carroceria e duas na parte traseira;</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 xml:space="preserve">Possuir cesto aéreo </w:t>
      </w:r>
      <w:r w:rsidR="00986FCE">
        <w:rPr>
          <w:rFonts w:cs="Arial"/>
          <w:szCs w:val="20"/>
        </w:rPr>
        <w:t>duplo</w:t>
      </w:r>
      <w:r w:rsidRPr="00623008">
        <w:rPr>
          <w:rFonts w:cs="Arial"/>
          <w:szCs w:val="20"/>
        </w:rPr>
        <w:t>, conforme NR 12;</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Possuir controle remoto para operação do guindaste;</w:t>
      </w:r>
    </w:p>
    <w:p w:rsidR="0082703D" w:rsidRDefault="0082703D" w:rsidP="00233D3D">
      <w:pPr>
        <w:pStyle w:val="PargrafodaLista"/>
        <w:numPr>
          <w:ilvl w:val="0"/>
          <w:numId w:val="44"/>
        </w:numPr>
        <w:ind w:left="0" w:firstLine="0"/>
        <w:jc w:val="both"/>
        <w:rPr>
          <w:rFonts w:cs="Arial"/>
          <w:szCs w:val="20"/>
        </w:rPr>
      </w:pPr>
      <w:r w:rsidRPr="00623008">
        <w:rPr>
          <w:rFonts w:cs="Arial"/>
          <w:szCs w:val="20"/>
        </w:rPr>
        <w:t>Possuir tomada de força com acionamento pneumático;</w:t>
      </w:r>
    </w:p>
    <w:p w:rsidR="00233D3D" w:rsidRDefault="00233D3D" w:rsidP="0053656E">
      <w:pPr>
        <w:pStyle w:val="PargrafodaLista"/>
        <w:numPr>
          <w:ilvl w:val="0"/>
          <w:numId w:val="44"/>
        </w:numPr>
        <w:ind w:left="0" w:firstLine="0"/>
        <w:jc w:val="both"/>
        <w:rPr>
          <w:rFonts w:cs="Arial"/>
          <w:szCs w:val="20"/>
        </w:rPr>
      </w:pPr>
      <w:r w:rsidRPr="00233D3D">
        <w:rPr>
          <w:rFonts w:cs="Arial"/>
          <w:szCs w:val="20"/>
        </w:rPr>
        <w:t>Sistema de bloqueio contra sobrecarga eletrônico do equipamento, com indicador visual quando a capacidade estiver acima de 70% e alarme sonoro quando o equipamento esti</w:t>
      </w:r>
      <w:r w:rsidR="0053656E">
        <w:rPr>
          <w:rFonts w:cs="Arial"/>
          <w:szCs w:val="20"/>
        </w:rPr>
        <w:t>ver com capacidade acima de 90%;</w:t>
      </w:r>
    </w:p>
    <w:p w:rsidR="0053656E" w:rsidRDefault="0053656E" w:rsidP="0053656E">
      <w:pPr>
        <w:pStyle w:val="PargrafodaLista"/>
        <w:numPr>
          <w:ilvl w:val="0"/>
          <w:numId w:val="44"/>
        </w:numPr>
        <w:ind w:left="0" w:firstLine="0"/>
        <w:jc w:val="both"/>
        <w:rPr>
          <w:rFonts w:cs="Arial"/>
          <w:szCs w:val="20"/>
        </w:rPr>
      </w:pPr>
      <w:r w:rsidRPr="0053656E">
        <w:rPr>
          <w:rFonts w:cs="Arial"/>
          <w:szCs w:val="20"/>
        </w:rPr>
        <w:t>Nível bolha instalado em ambos os lados do guindaste, juntamente aos acionamentos hidráulicos do guindaste</w:t>
      </w:r>
      <w:r>
        <w:rPr>
          <w:rFonts w:cs="Arial"/>
          <w:szCs w:val="20"/>
        </w:rPr>
        <w:t>;</w:t>
      </w:r>
    </w:p>
    <w:p w:rsidR="0053656E" w:rsidRPr="00623008" w:rsidRDefault="0053656E" w:rsidP="00233D3D">
      <w:pPr>
        <w:pStyle w:val="PargrafodaLista"/>
        <w:numPr>
          <w:ilvl w:val="0"/>
          <w:numId w:val="44"/>
        </w:numPr>
        <w:ind w:left="0" w:firstLine="0"/>
        <w:jc w:val="both"/>
        <w:rPr>
          <w:rFonts w:cs="Arial"/>
          <w:szCs w:val="20"/>
        </w:rPr>
      </w:pPr>
      <w:r w:rsidRPr="0053656E">
        <w:rPr>
          <w:rFonts w:cs="Arial"/>
          <w:szCs w:val="20"/>
        </w:rPr>
        <w:t>Parada de emergência que sobreponha todos os acionamentos do guindaste</w:t>
      </w:r>
      <w:r>
        <w:rPr>
          <w:rFonts w:cs="Arial"/>
          <w:szCs w:val="20"/>
        </w:rPr>
        <w:t>;</w:t>
      </w:r>
    </w:p>
    <w:p w:rsidR="00D0545F" w:rsidRPr="00623008" w:rsidRDefault="0082703D" w:rsidP="00926980">
      <w:pPr>
        <w:pStyle w:val="PargrafodaLista"/>
        <w:numPr>
          <w:ilvl w:val="0"/>
          <w:numId w:val="44"/>
        </w:numPr>
        <w:ind w:left="0" w:firstLine="0"/>
        <w:jc w:val="both"/>
        <w:rPr>
          <w:rFonts w:cs="Arial"/>
          <w:szCs w:val="20"/>
        </w:rPr>
      </w:pPr>
      <w:r w:rsidRPr="00623008">
        <w:rPr>
          <w:rFonts w:cs="Arial"/>
          <w:szCs w:val="20"/>
        </w:rPr>
        <w:t>Carroceria metálica com e</w:t>
      </w:r>
      <w:r w:rsidR="005E2E80" w:rsidRPr="00623008">
        <w:rPr>
          <w:rFonts w:cs="Arial"/>
          <w:szCs w:val="20"/>
        </w:rPr>
        <w:t>strutura</w:t>
      </w:r>
      <w:r w:rsidR="00B92735" w:rsidRPr="00623008">
        <w:rPr>
          <w:rFonts w:cs="Arial"/>
          <w:szCs w:val="20"/>
        </w:rPr>
        <w:t>l</w:t>
      </w:r>
      <w:r w:rsidR="005E2E80" w:rsidRPr="00623008">
        <w:rPr>
          <w:rFonts w:cs="Arial"/>
          <w:szCs w:val="20"/>
        </w:rPr>
        <w:t xml:space="preserve"> reforçada com chapas de aço estrutural </w:t>
      </w:r>
      <w:r w:rsidR="0030672A" w:rsidRPr="00623008">
        <w:rPr>
          <w:rFonts w:cs="Arial"/>
          <w:szCs w:val="20"/>
        </w:rPr>
        <w:t xml:space="preserve">com qualidade mínima </w:t>
      </w:r>
      <w:r w:rsidR="005E2E80" w:rsidRPr="00623008">
        <w:rPr>
          <w:rFonts w:cs="Arial"/>
          <w:szCs w:val="20"/>
        </w:rPr>
        <w:t xml:space="preserve">SAE 1020 ou superior, medindo </w:t>
      </w:r>
      <w:r w:rsidRPr="00623008">
        <w:rPr>
          <w:rFonts w:cs="Arial"/>
          <w:szCs w:val="20"/>
        </w:rPr>
        <w:t xml:space="preserve">aproximadamente </w:t>
      </w:r>
      <w:r w:rsidR="00580022" w:rsidRPr="00623008">
        <w:rPr>
          <w:rFonts w:cs="Arial"/>
          <w:szCs w:val="20"/>
        </w:rPr>
        <w:t>5</w:t>
      </w:r>
      <w:r w:rsidR="005E2E80" w:rsidRPr="00623008">
        <w:rPr>
          <w:rFonts w:cs="Arial"/>
          <w:szCs w:val="20"/>
        </w:rPr>
        <w:t>,</w:t>
      </w:r>
      <w:r w:rsidRPr="00623008">
        <w:rPr>
          <w:rFonts w:cs="Arial"/>
          <w:szCs w:val="20"/>
        </w:rPr>
        <w:t>0</w:t>
      </w:r>
      <w:r w:rsidR="005E2E80" w:rsidRPr="00623008">
        <w:rPr>
          <w:rFonts w:cs="Arial"/>
          <w:szCs w:val="20"/>
        </w:rPr>
        <w:t>0 metros de comprimento</w:t>
      </w:r>
      <w:r w:rsidRPr="00623008">
        <w:rPr>
          <w:rFonts w:cs="Arial"/>
          <w:szCs w:val="20"/>
        </w:rPr>
        <w:t>, compatível com o chassi,</w:t>
      </w:r>
      <w:r w:rsidR="00E9165B" w:rsidRPr="00623008">
        <w:rPr>
          <w:rFonts w:cs="Arial"/>
          <w:szCs w:val="20"/>
        </w:rPr>
        <w:t xml:space="preserve"> e no mínimo 2,4</w:t>
      </w:r>
      <w:r w:rsidR="005E2E80" w:rsidRPr="00623008">
        <w:rPr>
          <w:rFonts w:cs="Arial"/>
          <w:szCs w:val="20"/>
        </w:rPr>
        <w:t>0 metros de largura total, construídas com chapas 3/16”, (pisos) reforços inferiores com chapas de 1/4" nas laterais unidas por processo de solda industrial de alta penetração e precisão</w:t>
      </w:r>
      <w:r w:rsidR="00B92735" w:rsidRPr="00623008">
        <w:rPr>
          <w:rFonts w:cs="Arial"/>
          <w:szCs w:val="20"/>
        </w:rPr>
        <w:t>. Tampas laterais com</w:t>
      </w:r>
      <w:r w:rsidR="001C2D1F" w:rsidRPr="00623008">
        <w:rPr>
          <w:rFonts w:cs="Arial"/>
          <w:szCs w:val="20"/>
        </w:rPr>
        <w:t xml:space="preserve"> altura de 4</w:t>
      </w:r>
      <w:r w:rsidR="00E9165B" w:rsidRPr="00623008">
        <w:rPr>
          <w:rFonts w:cs="Arial"/>
          <w:szCs w:val="20"/>
        </w:rPr>
        <w:t>6</w:t>
      </w:r>
      <w:r w:rsidR="001C2D1F" w:rsidRPr="00623008">
        <w:rPr>
          <w:rFonts w:cs="Arial"/>
          <w:szCs w:val="20"/>
        </w:rPr>
        <w:t>0mm</w:t>
      </w:r>
      <w:r w:rsidR="006872AF" w:rsidRPr="00623008">
        <w:rPr>
          <w:rFonts w:cs="Arial"/>
          <w:szCs w:val="20"/>
        </w:rPr>
        <w:t xml:space="preserve"> e com trancas de mola de pressão e pegador ergonômico</w:t>
      </w:r>
      <w:r w:rsidR="005F649C" w:rsidRPr="00623008">
        <w:rPr>
          <w:rFonts w:cs="Arial"/>
          <w:szCs w:val="20"/>
        </w:rPr>
        <w:t>. Assoalho em chapa de aço xadrez</w:t>
      </w:r>
      <w:r w:rsidR="00E9165B" w:rsidRPr="00623008">
        <w:rPr>
          <w:rFonts w:cs="Arial"/>
          <w:szCs w:val="20"/>
        </w:rPr>
        <w:t xml:space="preserve"> antiderrapante de 3mm</w:t>
      </w:r>
      <w:r w:rsidR="005F649C" w:rsidRPr="00623008">
        <w:rPr>
          <w:rFonts w:cs="Arial"/>
          <w:szCs w:val="20"/>
        </w:rPr>
        <w:t xml:space="preserve"> com soldas sistema </w:t>
      </w:r>
      <w:r w:rsidR="005F649C" w:rsidRPr="00623008">
        <w:rPr>
          <w:rFonts w:cs="Arial"/>
          <w:i/>
          <w:szCs w:val="20"/>
        </w:rPr>
        <w:t>Mig</w:t>
      </w:r>
      <w:r w:rsidR="005F649C" w:rsidRPr="00623008">
        <w:rPr>
          <w:rFonts w:cs="Arial"/>
          <w:szCs w:val="20"/>
        </w:rPr>
        <w:t xml:space="preserve"> automático e pontos de amarração interno</w:t>
      </w:r>
      <w:r w:rsidR="00D0545F" w:rsidRPr="00623008">
        <w:rPr>
          <w:rFonts w:cs="Arial"/>
          <w:szCs w:val="20"/>
        </w:rPr>
        <w:t>;</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 xml:space="preserve">Protetor de cabine com viga de reforço e bordas elevadas; </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Equipada com ganchos para amarração e ancoragem da carga;</w:t>
      </w:r>
      <w:r w:rsidR="005F649C" w:rsidRPr="00623008">
        <w:rPr>
          <w:rFonts w:cs="Arial"/>
          <w:szCs w:val="20"/>
        </w:rPr>
        <w:t xml:space="preserve"> e</w:t>
      </w:r>
    </w:p>
    <w:p w:rsidR="005C29B7" w:rsidRPr="00623008" w:rsidRDefault="00695DC9" w:rsidP="00926980">
      <w:pPr>
        <w:pStyle w:val="PargrafodaLista"/>
        <w:numPr>
          <w:ilvl w:val="0"/>
          <w:numId w:val="44"/>
        </w:numPr>
        <w:ind w:left="0" w:firstLine="0"/>
        <w:jc w:val="both"/>
        <w:rPr>
          <w:rFonts w:cs="Arial"/>
          <w:szCs w:val="20"/>
        </w:rPr>
      </w:pPr>
      <w:r>
        <w:rPr>
          <w:rFonts w:cs="Arial"/>
          <w:szCs w:val="20"/>
        </w:rPr>
        <w:t>Produto similar ao Mercedes-Benz Atego 1726, equipado com i</w:t>
      </w:r>
      <w:r w:rsidR="0082703D" w:rsidRPr="00623008">
        <w:rPr>
          <w:rFonts w:cs="Arial"/>
          <w:szCs w:val="20"/>
        </w:rPr>
        <w:t>mplemento similar ao Guindaste Articulado Hidráulico PK 23500 EV1 da Palfinger.</w:t>
      </w:r>
    </w:p>
    <w:p w:rsidR="005C29B7" w:rsidRDefault="005C29B7" w:rsidP="005E2E80">
      <w:pPr>
        <w:pStyle w:val="PargrafodaLista"/>
        <w:ind w:left="0"/>
        <w:jc w:val="both"/>
        <w:rPr>
          <w:rFonts w:cs="Arial"/>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410E99" w:rsidRPr="00623008" w:rsidTr="00224A1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10E99" w:rsidRPr="00623008" w:rsidRDefault="00410E99" w:rsidP="00224A1A">
            <w:pPr>
              <w:widowControl w:val="0"/>
              <w:suppressAutoHyphens/>
              <w:jc w:val="center"/>
              <w:rPr>
                <w:rFonts w:cs="Arial"/>
                <w:b/>
                <w:szCs w:val="20"/>
              </w:rPr>
            </w:pPr>
            <w:r w:rsidRPr="00623008">
              <w:rPr>
                <w:rFonts w:cs="Arial"/>
                <w:b/>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410E99" w:rsidRPr="00623008" w:rsidRDefault="00410E99" w:rsidP="00224A1A">
            <w:pPr>
              <w:widowControl w:val="0"/>
              <w:suppressAutoHyphens/>
              <w:jc w:val="center"/>
              <w:rPr>
                <w:rFonts w:cs="Times New Roman"/>
                <w:b/>
                <w:bCs/>
                <w:szCs w:val="20"/>
              </w:rPr>
            </w:pPr>
            <w:r w:rsidRPr="00623008">
              <w:rPr>
                <w:rFonts w:cs="Times New Roman"/>
                <w:b/>
                <w:bCs/>
                <w:szCs w:val="20"/>
              </w:rPr>
              <w:t>DESCRIÇÃO/ESPECIFICAÇÃO</w:t>
            </w:r>
          </w:p>
        </w:tc>
      </w:tr>
      <w:tr w:rsidR="00410E99" w:rsidRPr="00623008" w:rsidTr="00224A1A">
        <w:trPr>
          <w:jc w:val="center"/>
        </w:trPr>
        <w:tc>
          <w:tcPr>
            <w:tcW w:w="709" w:type="dxa"/>
            <w:vAlign w:val="center"/>
          </w:tcPr>
          <w:p w:rsidR="00410E99" w:rsidRPr="00623008" w:rsidRDefault="0027696F" w:rsidP="00224A1A">
            <w:pPr>
              <w:widowControl w:val="0"/>
              <w:suppressAutoHyphens/>
              <w:jc w:val="center"/>
              <w:rPr>
                <w:rFonts w:cs="Arial"/>
                <w:b/>
                <w:szCs w:val="20"/>
              </w:rPr>
            </w:pPr>
            <w:r>
              <w:rPr>
                <w:rFonts w:cs="Arial"/>
                <w:b/>
                <w:szCs w:val="20"/>
              </w:rPr>
              <w:t>69</w:t>
            </w:r>
          </w:p>
        </w:tc>
        <w:tc>
          <w:tcPr>
            <w:tcW w:w="8358" w:type="dxa"/>
          </w:tcPr>
          <w:p w:rsidR="00410E99" w:rsidRPr="00623008" w:rsidRDefault="00410E99" w:rsidP="00224A1A">
            <w:pPr>
              <w:widowControl w:val="0"/>
              <w:suppressAutoHyphens/>
              <w:rPr>
                <w:rFonts w:cs="Arial"/>
                <w:szCs w:val="20"/>
              </w:rPr>
            </w:pPr>
            <w:r w:rsidRPr="00623008">
              <w:rPr>
                <w:rFonts w:cs="Times New Roman"/>
                <w:bCs/>
                <w:szCs w:val="20"/>
              </w:rPr>
              <w:t xml:space="preserve">Caminhão a diesel com guindaste hidráulico tipo munck e carroceria, tração 6x4 </w:t>
            </w:r>
          </w:p>
        </w:tc>
      </w:tr>
    </w:tbl>
    <w:p w:rsidR="00410E99" w:rsidRPr="00623008" w:rsidRDefault="00410E99" w:rsidP="00410E99">
      <w:pPr>
        <w:pStyle w:val="PargrafodaLista"/>
        <w:numPr>
          <w:ilvl w:val="0"/>
          <w:numId w:val="124"/>
        </w:numPr>
        <w:spacing w:before="240" w:after="240"/>
        <w:ind w:left="0" w:firstLine="0"/>
        <w:contextualSpacing w:val="0"/>
        <w:jc w:val="both"/>
        <w:rPr>
          <w:rFonts w:cs="Arial"/>
          <w:b/>
          <w:szCs w:val="20"/>
        </w:rPr>
      </w:pPr>
      <w:r w:rsidRPr="00623008">
        <w:rPr>
          <w:rFonts w:cs="Arial"/>
          <w:b/>
          <w:szCs w:val="20"/>
        </w:rPr>
        <w:t>CARACTERÍSTICAS TÉCNICAS</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 xml:space="preserve">Classificação: Veículo novo tração </w:t>
      </w:r>
      <w:r w:rsidR="00DE65F3">
        <w:rPr>
          <w:rFonts w:cs="Arial"/>
          <w:szCs w:val="20"/>
        </w:rPr>
        <w:t>6</w:t>
      </w:r>
      <w:r w:rsidRPr="00DE65F3">
        <w:rPr>
          <w:rFonts w:cs="Arial"/>
          <w:szCs w:val="20"/>
        </w:rPr>
        <w:t>x</w:t>
      </w:r>
      <w:r w:rsidR="00DE65F3">
        <w:rPr>
          <w:rFonts w:cs="Arial"/>
          <w:szCs w:val="20"/>
        </w:rPr>
        <w:t>4</w:t>
      </w:r>
      <w:r w:rsidRPr="00DE65F3">
        <w:rPr>
          <w:rFonts w:cs="Arial"/>
          <w:szCs w:val="20"/>
        </w:rPr>
        <w:t xml:space="preserve">, zero quilômetro, </w:t>
      </w:r>
      <w:r w:rsidR="00DE65F3" w:rsidRPr="00DE65F3">
        <w:rPr>
          <w:rFonts w:cs="Arial"/>
          <w:szCs w:val="20"/>
        </w:rPr>
        <w:t>equipado com guindaste tipo munck, carroceria metálica e cesto duplo</w:t>
      </w:r>
      <w:r w:rsidRPr="00DE65F3">
        <w:rPr>
          <w:rFonts w:cs="Arial"/>
          <w:szCs w:val="20"/>
        </w:rPr>
        <w:t>;</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Ano de fabricação do chassi: do ano em curso ou posterior;</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 xml:space="preserve">PBT legal igual ou superior a </w:t>
      </w:r>
      <w:r w:rsidR="00DE65F3" w:rsidRPr="00DE65F3">
        <w:rPr>
          <w:rFonts w:cs="Arial"/>
          <w:szCs w:val="20"/>
        </w:rPr>
        <w:t>23</w:t>
      </w:r>
      <w:r w:rsidRPr="00DE65F3">
        <w:rPr>
          <w:rFonts w:cs="Arial"/>
          <w:szCs w:val="20"/>
        </w:rPr>
        <w:t>.000 Kg;</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Motor do veículo: Óleo diesel, com potência igual ou superior a 2</w:t>
      </w:r>
      <w:r w:rsidR="00DE65F3" w:rsidRPr="00DE65F3">
        <w:rPr>
          <w:rFonts w:cs="Arial"/>
          <w:szCs w:val="20"/>
        </w:rPr>
        <w:t>7</w:t>
      </w:r>
      <w:r w:rsidRPr="00DE65F3">
        <w:rPr>
          <w:rFonts w:cs="Arial"/>
          <w:szCs w:val="20"/>
        </w:rPr>
        <w:t>0CV;</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 xml:space="preserve">Entre eixos mínimo compatível para implemento de munck e carroceria metálica de aproximadamente </w:t>
      </w:r>
      <w:r w:rsidR="00DE65F3">
        <w:rPr>
          <w:rFonts w:cs="Arial"/>
          <w:szCs w:val="20"/>
        </w:rPr>
        <w:t>5</w:t>
      </w:r>
      <w:r w:rsidRPr="00623008">
        <w:rPr>
          <w:rFonts w:cs="Arial"/>
          <w:szCs w:val="20"/>
        </w:rPr>
        <w:t>,0m;</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Pintura na cor BRANCA.</w:t>
      </w:r>
    </w:p>
    <w:p w:rsidR="00410E99" w:rsidRPr="00623008" w:rsidRDefault="00410E99" w:rsidP="00410E99">
      <w:pPr>
        <w:pStyle w:val="PargrafodaLista"/>
        <w:numPr>
          <w:ilvl w:val="0"/>
          <w:numId w:val="124"/>
        </w:numPr>
        <w:spacing w:before="240" w:after="240"/>
        <w:ind w:left="0" w:firstLine="0"/>
        <w:contextualSpacing w:val="0"/>
        <w:jc w:val="both"/>
        <w:rPr>
          <w:rFonts w:cs="Arial"/>
          <w:szCs w:val="20"/>
        </w:rPr>
      </w:pPr>
      <w:r w:rsidRPr="00623008">
        <w:rPr>
          <w:rFonts w:cs="Arial"/>
          <w:b/>
          <w:szCs w:val="20"/>
        </w:rPr>
        <w:t>DIVERSOS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Ar-condicionado original de fábrica;</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Retrovisores externos elétricos;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Vidro elétrico nas portas com fechamento/abertura automática pela chave;</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Travas elétricas das portas com acionamento na chave;</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Som/multimídia integrada ao veículo, somente o disponibilizado de fábrica;</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Protetor de cárter;</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Jogo de tapete de borracha; e</w:t>
      </w:r>
    </w:p>
    <w:p w:rsidR="00410E99" w:rsidRPr="00623008" w:rsidRDefault="00410E99" w:rsidP="00986FCE">
      <w:pPr>
        <w:pStyle w:val="PargrafodaLista"/>
        <w:numPr>
          <w:ilvl w:val="1"/>
          <w:numId w:val="124"/>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410E99" w:rsidRPr="00623008" w:rsidRDefault="00410E99" w:rsidP="00410E99">
      <w:pPr>
        <w:pStyle w:val="PargrafodaLista"/>
        <w:numPr>
          <w:ilvl w:val="0"/>
          <w:numId w:val="124"/>
        </w:numPr>
        <w:spacing w:before="240" w:after="240"/>
        <w:ind w:left="0" w:firstLine="0"/>
        <w:contextualSpacing w:val="0"/>
        <w:jc w:val="both"/>
        <w:rPr>
          <w:rFonts w:cs="Arial"/>
          <w:b/>
          <w:szCs w:val="20"/>
        </w:rPr>
      </w:pPr>
      <w:r w:rsidRPr="00623008">
        <w:rPr>
          <w:rFonts w:cs="Arial"/>
          <w:b/>
          <w:szCs w:val="20"/>
        </w:rPr>
        <w:t>CARACTERIZAÇÃO DA CARROCERIA COM GUINDASTE HIDRÁULICO MUNCK</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Implemento </w:t>
      </w:r>
      <w:r>
        <w:rPr>
          <w:rFonts w:cs="Arial"/>
          <w:szCs w:val="20"/>
        </w:rPr>
        <w:t xml:space="preserve">articulado tipo canivete, com recolhimento de todos os componentes acima da linha do chassi do veículo, </w:t>
      </w:r>
      <w:r w:rsidRPr="00623008">
        <w:rPr>
          <w:rFonts w:cs="Arial"/>
          <w:szCs w:val="20"/>
        </w:rPr>
        <w:t>novo e de primeiro uso;</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Alcance horizontal mínimo de 1</w:t>
      </w:r>
      <w:r>
        <w:rPr>
          <w:rFonts w:cs="Arial"/>
          <w:szCs w:val="20"/>
        </w:rPr>
        <w:t>5</w:t>
      </w:r>
      <w:r w:rsidRPr="00623008">
        <w:rPr>
          <w:rFonts w:cs="Arial"/>
          <w:szCs w:val="20"/>
        </w:rPr>
        <w:t xml:space="preserve"> metros</w:t>
      </w:r>
      <w:r>
        <w:rPr>
          <w:rFonts w:cs="Arial"/>
          <w:szCs w:val="20"/>
        </w:rPr>
        <w:t>, mantendo um momento de carga útil mínimo de 12tm</w:t>
      </w:r>
      <w:r w:rsidRPr="00623008">
        <w:rPr>
          <w:rFonts w:cs="Arial"/>
          <w:szCs w:val="20"/>
        </w:rPr>
        <w:t>;</w:t>
      </w:r>
    </w:p>
    <w:p w:rsidR="00986FCE" w:rsidRPr="00623008" w:rsidRDefault="0053656E" w:rsidP="00986FCE">
      <w:pPr>
        <w:pStyle w:val="PargrafodaLista"/>
        <w:numPr>
          <w:ilvl w:val="0"/>
          <w:numId w:val="127"/>
        </w:numPr>
        <w:ind w:left="0" w:firstLine="0"/>
        <w:jc w:val="both"/>
        <w:rPr>
          <w:rFonts w:cs="Arial"/>
          <w:szCs w:val="20"/>
        </w:rPr>
      </w:pPr>
      <w:r w:rsidRPr="0053656E">
        <w:rPr>
          <w:rFonts w:cs="Arial"/>
          <w:szCs w:val="20"/>
        </w:rPr>
        <w:t>Todos os movimentos do guindaste deverão ser realizados de forma hidráulica, incluindo os estabilizadores (do guindaste e adicional)</w:t>
      </w:r>
      <w:r w:rsidR="00986FCE" w:rsidRPr="00623008">
        <w:rPr>
          <w:rFonts w:cs="Arial"/>
          <w:szCs w:val="20"/>
        </w:rPr>
        <w:t>;</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Ângulo de giro mínimo de 360º;</w:t>
      </w:r>
    </w:p>
    <w:p w:rsidR="00986FCE" w:rsidRPr="00623008" w:rsidRDefault="00986FCE" w:rsidP="00986FCE">
      <w:pPr>
        <w:pStyle w:val="PargrafodaLista"/>
        <w:numPr>
          <w:ilvl w:val="0"/>
          <w:numId w:val="127"/>
        </w:numPr>
        <w:ind w:left="0" w:firstLine="0"/>
        <w:jc w:val="both"/>
        <w:rPr>
          <w:rFonts w:cs="Arial"/>
          <w:szCs w:val="20"/>
        </w:rPr>
      </w:pPr>
      <w:r w:rsidRPr="00986FCE">
        <w:rPr>
          <w:rFonts w:cs="Arial"/>
          <w:szCs w:val="20"/>
        </w:rPr>
        <w:t xml:space="preserve">Momento de carga útil, da versão selecionada, em uma distância de 4 metros de, no mínimo, 20 </w:t>
      </w:r>
      <w:proofErr w:type="spellStart"/>
      <w:r w:rsidRPr="00986FCE">
        <w:rPr>
          <w:rFonts w:cs="Arial"/>
          <w:szCs w:val="20"/>
        </w:rPr>
        <w:t>tm</w:t>
      </w:r>
      <w:proofErr w:type="spellEnd"/>
      <w:r>
        <w:rPr>
          <w:rFonts w:cs="Arial"/>
          <w:szCs w:val="20"/>
        </w:rPr>
        <w:t>. Desta forma, será possível erguer uma carga mínima de 5</w:t>
      </w:r>
      <w:r w:rsidRPr="00623008">
        <w:rPr>
          <w:rFonts w:cs="Arial"/>
          <w:szCs w:val="20"/>
        </w:rPr>
        <w:t>.000Kg</w:t>
      </w:r>
      <w:r>
        <w:rPr>
          <w:rFonts w:cs="Arial"/>
          <w:szCs w:val="20"/>
        </w:rPr>
        <w:t>, a 4,00 metros</w:t>
      </w:r>
      <w:r w:rsidRPr="00623008">
        <w:rPr>
          <w:rFonts w:cs="Arial"/>
          <w:szCs w:val="20"/>
        </w:rPr>
        <w:t>;</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Possuir 4 (quatro) sapatas estabilizadoras, sendo duas na parte dianteira da carroceria e duas na parte traseira;</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Possuir cesto aéreo </w:t>
      </w:r>
      <w:r>
        <w:rPr>
          <w:rFonts w:cs="Arial"/>
          <w:szCs w:val="20"/>
        </w:rPr>
        <w:t>duplo</w:t>
      </w:r>
      <w:r w:rsidRPr="00623008">
        <w:rPr>
          <w:rFonts w:cs="Arial"/>
          <w:szCs w:val="20"/>
        </w:rPr>
        <w:t>, conforme NR 12;</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Possuir controle remoto para operação do guindaste;</w:t>
      </w:r>
    </w:p>
    <w:p w:rsidR="00986FCE" w:rsidRDefault="00986FCE" w:rsidP="00986FCE">
      <w:pPr>
        <w:pStyle w:val="PargrafodaLista"/>
        <w:numPr>
          <w:ilvl w:val="0"/>
          <w:numId w:val="127"/>
        </w:numPr>
        <w:ind w:left="0" w:firstLine="0"/>
        <w:jc w:val="both"/>
        <w:rPr>
          <w:rFonts w:cs="Arial"/>
          <w:szCs w:val="20"/>
        </w:rPr>
      </w:pPr>
      <w:r w:rsidRPr="00623008">
        <w:rPr>
          <w:rFonts w:cs="Arial"/>
          <w:szCs w:val="20"/>
        </w:rPr>
        <w:t>Possuir tomada de força com acionamento pneumático;</w:t>
      </w:r>
    </w:p>
    <w:p w:rsidR="00233D3D" w:rsidRDefault="00233D3D" w:rsidP="0053656E">
      <w:pPr>
        <w:pStyle w:val="PargrafodaLista"/>
        <w:numPr>
          <w:ilvl w:val="0"/>
          <w:numId w:val="127"/>
        </w:numPr>
        <w:ind w:left="0" w:firstLine="0"/>
        <w:jc w:val="both"/>
        <w:rPr>
          <w:rFonts w:cs="Arial"/>
          <w:szCs w:val="20"/>
        </w:rPr>
      </w:pPr>
      <w:r w:rsidRPr="00233D3D">
        <w:rPr>
          <w:rFonts w:cs="Arial"/>
          <w:szCs w:val="20"/>
        </w:rPr>
        <w:t>Sistema de bloqueio contra sobrecarga eletrônico do equipamento, com indicador visual quando a capacidade estiver acima de 70% e alarme sonoro quando o equipamento estiver com capacidade acima de 90%</w:t>
      </w:r>
      <w:r>
        <w:rPr>
          <w:rFonts w:cs="Arial"/>
          <w:szCs w:val="20"/>
        </w:rPr>
        <w:t>;</w:t>
      </w:r>
    </w:p>
    <w:p w:rsidR="0053656E" w:rsidRDefault="0053656E" w:rsidP="0053656E">
      <w:pPr>
        <w:pStyle w:val="PargrafodaLista"/>
        <w:numPr>
          <w:ilvl w:val="0"/>
          <w:numId w:val="127"/>
        </w:numPr>
        <w:ind w:left="0" w:firstLine="0"/>
        <w:jc w:val="both"/>
        <w:rPr>
          <w:rFonts w:cs="Arial"/>
          <w:szCs w:val="20"/>
        </w:rPr>
      </w:pPr>
      <w:r w:rsidRPr="0053656E">
        <w:rPr>
          <w:rFonts w:cs="Arial"/>
          <w:szCs w:val="20"/>
        </w:rPr>
        <w:t>Nível bolha instalado em ambos os lados do guindaste, juntamente aos acionamentos hidráulicos do guindaste</w:t>
      </w:r>
      <w:r>
        <w:rPr>
          <w:rFonts w:cs="Arial"/>
          <w:szCs w:val="20"/>
        </w:rPr>
        <w:t>;</w:t>
      </w:r>
    </w:p>
    <w:p w:rsidR="0053656E" w:rsidRPr="00623008" w:rsidRDefault="0053656E" w:rsidP="0053656E">
      <w:pPr>
        <w:pStyle w:val="PargrafodaLista"/>
        <w:numPr>
          <w:ilvl w:val="0"/>
          <w:numId w:val="127"/>
        </w:numPr>
        <w:ind w:left="0" w:firstLine="0"/>
        <w:jc w:val="both"/>
        <w:rPr>
          <w:rFonts w:cs="Arial"/>
          <w:szCs w:val="20"/>
        </w:rPr>
      </w:pPr>
      <w:r w:rsidRPr="0053656E">
        <w:rPr>
          <w:rFonts w:cs="Arial"/>
          <w:szCs w:val="20"/>
        </w:rPr>
        <w:t>Parada de emergência que sobreponha todos os acionamentos do guindaste</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Carroceria metálica com estrutural reforçada com chapas de aço estrutural com qualidade mínima SAE 1020 ou superior, medindo aproximadamente 5,00 metros de comprimento, compatível com o chassi, e no mínimo 2,40 metros de largura total, construídas com chapas 3/16”, (pisos) reforços inferiores com chapas de 1/4" nas laterais unidas por processo de solda industrial de alta penetração e precisão. Tampas laterais com altura de 460mm e com trancas de mola de pressão e pegador ergonômico. Assoalho em chapa de aço xadrez antiderrapante de 3mm com soldas sistema </w:t>
      </w:r>
      <w:proofErr w:type="spellStart"/>
      <w:r w:rsidRPr="00623008">
        <w:rPr>
          <w:rFonts w:cs="Arial"/>
          <w:i/>
          <w:szCs w:val="20"/>
        </w:rPr>
        <w:t>Mig</w:t>
      </w:r>
      <w:proofErr w:type="spellEnd"/>
      <w:r w:rsidRPr="00623008">
        <w:rPr>
          <w:rFonts w:cs="Arial"/>
          <w:szCs w:val="20"/>
        </w:rPr>
        <w:t xml:space="preserve"> automático e pontos de amarração interno;</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Protetor de cabine com viga de reforço e bordas elevadas; </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Equipada com ganchos para amarração e ancoragem da carga; e</w:t>
      </w:r>
    </w:p>
    <w:p w:rsidR="00986FCE" w:rsidRDefault="00695DC9" w:rsidP="00986FCE">
      <w:pPr>
        <w:pStyle w:val="PargrafodaLista"/>
        <w:numPr>
          <w:ilvl w:val="0"/>
          <w:numId w:val="127"/>
        </w:numPr>
        <w:ind w:left="0" w:firstLine="0"/>
        <w:jc w:val="both"/>
        <w:rPr>
          <w:rFonts w:cs="Arial"/>
          <w:szCs w:val="20"/>
        </w:rPr>
      </w:pPr>
      <w:r>
        <w:rPr>
          <w:rFonts w:cs="Arial"/>
          <w:szCs w:val="20"/>
        </w:rPr>
        <w:t>Produto similar ao Mercedes-Benz Atego 2730, equipado com i</w:t>
      </w:r>
      <w:r w:rsidRPr="00623008">
        <w:rPr>
          <w:rFonts w:cs="Arial"/>
          <w:szCs w:val="20"/>
        </w:rPr>
        <w:t xml:space="preserve">mplemento </w:t>
      </w:r>
      <w:r w:rsidR="00986FCE" w:rsidRPr="00623008">
        <w:rPr>
          <w:rFonts w:cs="Arial"/>
          <w:szCs w:val="20"/>
        </w:rPr>
        <w:t xml:space="preserve">similar ao Guindaste Articulado Hidráulico PK 23500 EV1 da </w:t>
      </w:r>
      <w:proofErr w:type="spellStart"/>
      <w:r w:rsidR="00986FCE" w:rsidRPr="00623008">
        <w:rPr>
          <w:rFonts w:cs="Arial"/>
          <w:szCs w:val="20"/>
        </w:rPr>
        <w:t>Palfinger</w:t>
      </w:r>
      <w:proofErr w:type="spellEnd"/>
      <w:r w:rsidR="00986FCE" w:rsidRPr="00623008">
        <w:rPr>
          <w:rFonts w:cs="Arial"/>
          <w:szCs w:val="20"/>
        </w:rPr>
        <w:t>.</w:t>
      </w:r>
    </w:p>
    <w:p w:rsidR="0027696F" w:rsidRPr="00623008" w:rsidRDefault="0027696F" w:rsidP="0027696F">
      <w:pPr>
        <w:pStyle w:val="PargrafodaLista"/>
        <w:ind w:left="0"/>
        <w:jc w:val="both"/>
        <w:rPr>
          <w:rFonts w:cs="Arial"/>
          <w:szCs w:val="20"/>
        </w:rPr>
      </w:pPr>
    </w:p>
    <w:p w:rsidR="00410E99" w:rsidRPr="00623008" w:rsidRDefault="00410E99" w:rsidP="005E2E80">
      <w:pPr>
        <w:pStyle w:val="PargrafodaLista"/>
        <w:ind w:left="0"/>
        <w:jc w:val="both"/>
        <w:rPr>
          <w:rFonts w:cs="Arial"/>
          <w:szCs w:val="20"/>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6"/>
      </w:tblGrid>
      <w:tr w:rsidR="00A91974" w:rsidRPr="00623008" w:rsidTr="0027696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A91974" w:rsidRPr="00623008" w:rsidRDefault="00A91974" w:rsidP="00F06D95">
            <w:pPr>
              <w:widowControl w:val="0"/>
              <w:suppressAutoHyphens/>
              <w:jc w:val="center"/>
              <w:rPr>
                <w:rFonts w:cs="Arial"/>
                <w:b/>
                <w:szCs w:val="20"/>
              </w:rPr>
            </w:pPr>
            <w:r w:rsidRPr="00623008">
              <w:rPr>
                <w:rFonts w:cs="Arial"/>
                <w:b/>
                <w:szCs w:val="20"/>
              </w:rPr>
              <w:t>ITE</w:t>
            </w:r>
            <w:r w:rsidR="0027696F">
              <w:rPr>
                <w:rFonts w:cs="Arial"/>
                <w:b/>
                <w:szCs w:val="20"/>
              </w:rPr>
              <w:t>NS</w:t>
            </w:r>
          </w:p>
        </w:tc>
        <w:tc>
          <w:tcPr>
            <w:tcW w:w="8226" w:type="dxa"/>
            <w:tcBorders>
              <w:top w:val="single" w:sz="4" w:space="0" w:color="000000"/>
              <w:left w:val="single" w:sz="4" w:space="0" w:color="000000"/>
              <w:bottom w:val="single" w:sz="4" w:space="0" w:color="000000"/>
              <w:right w:val="single" w:sz="4" w:space="0" w:color="000000"/>
            </w:tcBorders>
            <w:shd w:val="clear" w:color="auto" w:fill="FFFF00"/>
          </w:tcPr>
          <w:p w:rsidR="00A91974" w:rsidRPr="00623008" w:rsidRDefault="00A91974" w:rsidP="00F06D95">
            <w:pPr>
              <w:widowControl w:val="0"/>
              <w:suppressAutoHyphens/>
              <w:jc w:val="center"/>
              <w:rPr>
                <w:rFonts w:cs="Times New Roman"/>
                <w:b/>
                <w:bCs/>
                <w:szCs w:val="20"/>
              </w:rPr>
            </w:pPr>
            <w:r w:rsidRPr="00623008">
              <w:rPr>
                <w:rFonts w:cs="Times New Roman"/>
                <w:b/>
                <w:bCs/>
                <w:szCs w:val="20"/>
              </w:rPr>
              <w:t>DESCRIÇÃO/ESPECIFICAÇÃO</w:t>
            </w:r>
          </w:p>
        </w:tc>
      </w:tr>
      <w:tr w:rsidR="00A91974" w:rsidRPr="00623008" w:rsidTr="0027696F">
        <w:trPr>
          <w:jc w:val="center"/>
        </w:trPr>
        <w:tc>
          <w:tcPr>
            <w:tcW w:w="988" w:type="dxa"/>
            <w:vAlign w:val="center"/>
          </w:tcPr>
          <w:p w:rsidR="00A91974" w:rsidRPr="00623008" w:rsidRDefault="0027696F" w:rsidP="00F06D95">
            <w:pPr>
              <w:widowControl w:val="0"/>
              <w:suppressAutoHyphens/>
              <w:jc w:val="center"/>
              <w:rPr>
                <w:rFonts w:cs="Arial"/>
                <w:b/>
                <w:szCs w:val="20"/>
              </w:rPr>
            </w:pPr>
            <w:r>
              <w:rPr>
                <w:rFonts w:cs="Arial"/>
                <w:b/>
                <w:szCs w:val="20"/>
              </w:rPr>
              <w:t>70 e 71</w:t>
            </w:r>
          </w:p>
        </w:tc>
        <w:tc>
          <w:tcPr>
            <w:tcW w:w="8226" w:type="dxa"/>
          </w:tcPr>
          <w:p w:rsidR="00A91974" w:rsidRPr="00623008" w:rsidRDefault="00A91974" w:rsidP="00A91974">
            <w:pPr>
              <w:widowControl w:val="0"/>
              <w:suppressAutoHyphens/>
              <w:rPr>
                <w:rFonts w:cs="Arial"/>
                <w:szCs w:val="20"/>
              </w:rPr>
            </w:pPr>
            <w:r w:rsidRPr="00623008">
              <w:rPr>
                <w:rFonts w:cs="Times New Roman"/>
                <w:bCs/>
                <w:szCs w:val="20"/>
              </w:rPr>
              <w:t>Caminhão a diesel com carroceria plataforma fixa</w:t>
            </w:r>
            <w:r w:rsidR="00521CD6">
              <w:rPr>
                <w:rFonts w:cs="Times New Roman"/>
                <w:bCs/>
                <w:szCs w:val="20"/>
              </w:rPr>
              <w:t xml:space="preserve"> de 20ton</w:t>
            </w:r>
            <w:r w:rsidRPr="00623008">
              <w:rPr>
                <w:rFonts w:cs="Times New Roman"/>
                <w:bCs/>
                <w:szCs w:val="20"/>
              </w:rPr>
              <w:t xml:space="preserve">, tração 8x4 </w:t>
            </w:r>
          </w:p>
        </w:tc>
      </w:tr>
    </w:tbl>
    <w:p w:rsidR="00A91974" w:rsidRPr="00623008" w:rsidRDefault="00A91974" w:rsidP="00926980">
      <w:pPr>
        <w:pStyle w:val="PargrafodaLista"/>
        <w:numPr>
          <w:ilvl w:val="0"/>
          <w:numId w:val="45"/>
        </w:numPr>
        <w:spacing w:before="240" w:after="240"/>
        <w:ind w:left="0" w:firstLine="0"/>
        <w:contextualSpacing w:val="0"/>
        <w:jc w:val="both"/>
        <w:rPr>
          <w:rFonts w:cs="Arial"/>
          <w:b/>
          <w:szCs w:val="20"/>
        </w:rPr>
      </w:pPr>
      <w:r w:rsidRPr="00623008">
        <w:rPr>
          <w:rFonts w:cs="Arial"/>
          <w:b/>
          <w:szCs w:val="20"/>
        </w:rPr>
        <w:t>CARACTERÍSTICAS TÉCNICAS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Classificação: Veículo novo tração 8x4 para </w:t>
      </w:r>
      <w:r w:rsidRPr="00623008">
        <w:rPr>
          <w:rFonts w:cs="Arial"/>
          <w:b/>
          <w:szCs w:val="20"/>
        </w:rPr>
        <w:t>uso em estrada não pavimentada ou acidentada</w:t>
      </w:r>
      <w:r w:rsidRPr="00623008">
        <w:rPr>
          <w:rFonts w:cs="Arial"/>
          <w:szCs w:val="20"/>
        </w:rPr>
        <w:t xml:space="preserve">, zero quilômetro, </w:t>
      </w:r>
      <w:r w:rsidR="004861BF" w:rsidRPr="00623008">
        <w:rPr>
          <w:rFonts w:cs="Arial"/>
          <w:szCs w:val="20"/>
        </w:rPr>
        <w:t xml:space="preserve">equipado com </w:t>
      </w:r>
      <w:r w:rsidRPr="00623008">
        <w:rPr>
          <w:rFonts w:cs="Arial"/>
          <w:szCs w:val="20"/>
        </w:rPr>
        <w:t>plataforma fixa para transporte de cargas, especialmente equipamentos de construção e agrícolas;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Ano de fabricação do chassi: do ano em curso ou posterior;</w:t>
      </w:r>
    </w:p>
    <w:p w:rsidR="00A91974" w:rsidRPr="00623008" w:rsidRDefault="001B3875" w:rsidP="00926980">
      <w:pPr>
        <w:pStyle w:val="PargrafodaLista"/>
        <w:numPr>
          <w:ilvl w:val="0"/>
          <w:numId w:val="46"/>
        </w:numPr>
        <w:ind w:left="0" w:firstLine="0"/>
        <w:jc w:val="both"/>
        <w:rPr>
          <w:rFonts w:cs="Arial"/>
          <w:szCs w:val="20"/>
        </w:rPr>
      </w:pPr>
      <w:r w:rsidRPr="00623008">
        <w:rPr>
          <w:rFonts w:cs="Arial"/>
          <w:szCs w:val="20"/>
        </w:rPr>
        <w:t>PBT legal igual ou superior a 29</w:t>
      </w:r>
      <w:r w:rsidR="00A91974" w:rsidRPr="00623008">
        <w:rPr>
          <w:rFonts w:cs="Arial"/>
          <w:szCs w:val="20"/>
        </w:rPr>
        <w:t xml:space="preserve">.000 Kg e PBT técnico igual ou superior a </w:t>
      </w:r>
      <w:r w:rsidRPr="00623008">
        <w:rPr>
          <w:rFonts w:cs="Arial"/>
          <w:szCs w:val="20"/>
        </w:rPr>
        <w:t>33</w:t>
      </w:r>
      <w:r w:rsidR="00A91974" w:rsidRPr="00623008">
        <w:rPr>
          <w:rFonts w:cs="Arial"/>
          <w:szCs w:val="20"/>
        </w:rPr>
        <w:t>.000 Kg;</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Motor do veículo: Óleo diesel, com potência igual ou superior a </w:t>
      </w:r>
      <w:r w:rsidR="002125F6" w:rsidRPr="00623008">
        <w:rPr>
          <w:rFonts w:cs="Arial"/>
          <w:szCs w:val="20"/>
        </w:rPr>
        <w:t>270</w:t>
      </w:r>
      <w:r w:rsidR="00D4796D" w:rsidRPr="00623008">
        <w:rPr>
          <w:rFonts w:cs="Arial"/>
          <w:szCs w:val="20"/>
        </w:rPr>
        <w:t>CV, tração 8</w:t>
      </w:r>
      <w:r w:rsidRPr="00623008">
        <w:rPr>
          <w:rFonts w:cs="Arial"/>
          <w:szCs w:val="20"/>
        </w:rPr>
        <w:t>x4 original de fábrica;</w:t>
      </w:r>
    </w:p>
    <w:p w:rsidR="004861BF" w:rsidRPr="00623008" w:rsidRDefault="004861BF" w:rsidP="00926980">
      <w:pPr>
        <w:pStyle w:val="PargrafodaLista"/>
        <w:numPr>
          <w:ilvl w:val="0"/>
          <w:numId w:val="46"/>
        </w:numPr>
        <w:ind w:left="0" w:firstLine="0"/>
        <w:jc w:val="both"/>
        <w:rPr>
          <w:rFonts w:cs="Arial"/>
          <w:szCs w:val="20"/>
        </w:rPr>
      </w:pPr>
      <w:r w:rsidRPr="00623008">
        <w:rPr>
          <w:rFonts w:cs="Arial"/>
          <w:szCs w:val="20"/>
        </w:rPr>
        <w:t>Distância entre eixos, compatível para implemento de plataforma fixa de 10,50 metros;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Pneus e rodas</w:t>
      </w:r>
      <w:r w:rsidR="0023687E">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Pintura na cor BRANCA.</w:t>
      </w:r>
    </w:p>
    <w:p w:rsidR="00A91974" w:rsidRPr="00623008" w:rsidRDefault="00A91974" w:rsidP="00926980">
      <w:pPr>
        <w:pStyle w:val="PargrafodaLista"/>
        <w:numPr>
          <w:ilvl w:val="0"/>
          <w:numId w:val="45"/>
        </w:numPr>
        <w:spacing w:before="240" w:after="240"/>
        <w:ind w:left="0" w:firstLine="0"/>
        <w:contextualSpacing w:val="0"/>
        <w:jc w:val="both"/>
        <w:rPr>
          <w:rFonts w:cs="Arial"/>
          <w:szCs w:val="20"/>
        </w:rPr>
      </w:pPr>
      <w:r w:rsidRPr="00623008">
        <w:rPr>
          <w:rFonts w:cs="Arial"/>
          <w:b/>
          <w:szCs w:val="20"/>
        </w:rPr>
        <w:t>DIVERSOS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Ar-condicionado original de fábrica;</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Retrovisores externos elétricos;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Vidro elétrico nas portas com fechamento/abertura automática pela chave;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Travas elétricas das portas com acionamento na chave;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Som/multimídia integrada ao veículo, somente o disponibilizado de fábrica;</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Protetor de cárter;</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Jogo de tapete de borracha; 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A91974" w:rsidRPr="00623008" w:rsidRDefault="00A91974" w:rsidP="00926980">
      <w:pPr>
        <w:pStyle w:val="PargrafodaLista"/>
        <w:numPr>
          <w:ilvl w:val="0"/>
          <w:numId w:val="45"/>
        </w:numPr>
        <w:spacing w:before="240" w:after="240"/>
        <w:ind w:left="0" w:firstLine="0"/>
        <w:contextualSpacing w:val="0"/>
        <w:jc w:val="both"/>
        <w:rPr>
          <w:rFonts w:cs="Arial"/>
          <w:b/>
          <w:szCs w:val="20"/>
        </w:rPr>
      </w:pPr>
      <w:r w:rsidRPr="00623008">
        <w:rPr>
          <w:rFonts w:cs="Arial"/>
          <w:b/>
          <w:szCs w:val="20"/>
        </w:rPr>
        <w:t>CARACTERIZAÇÃO DA CARROCERIA PLATAFORMA FIXA</w:t>
      </w:r>
    </w:p>
    <w:p w:rsidR="000B66D0" w:rsidRPr="00623008" w:rsidRDefault="00A91974" w:rsidP="00926980">
      <w:pPr>
        <w:pStyle w:val="PargrafodaLista"/>
        <w:numPr>
          <w:ilvl w:val="0"/>
          <w:numId w:val="47"/>
        </w:numPr>
        <w:ind w:left="0" w:firstLine="0"/>
        <w:jc w:val="both"/>
        <w:rPr>
          <w:rFonts w:cs="Arial"/>
          <w:szCs w:val="20"/>
        </w:rPr>
      </w:pPr>
      <w:r w:rsidRPr="00623008">
        <w:rPr>
          <w:rFonts w:cs="Arial"/>
          <w:szCs w:val="20"/>
        </w:rPr>
        <w:t>Implemento novo</w:t>
      </w:r>
      <w:r w:rsidR="009F0DBB" w:rsidRPr="00623008">
        <w:rPr>
          <w:rFonts w:cs="Arial"/>
          <w:szCs w:val="20"/>
        </w:rPr>
        <w:t>, d</w:t>
      </w:r>
      <w:r w:rsidRPr="00623008">
        <w:rPr>
          <w:rFonts w:cs="Arial"/>
          <w:szCs w:val="20"/>
        </w:rPr>
        <w:t>e primeiro uso</w:t>
      </w:r>
      <w:r w:rsidR="009F0DBB" w:rsidRPr="00623008">
        <w:rPr>
          <w:rFonts w:cs="Arial"/>
          <w:szCs w:val="20"/>
        </w:rPr>
        <w:t>, medindo 10,</w:t>
      </w:r>
      <w:r w:rsidR="00517FE5" w:rsidRPr="00623008">
        <w:rPr>
          <w:rFonts w:cs="Arial"/>
          <w:szCs w:val="20"/>
        </w:rPr>
        <w:t>5</w:t>
      </w:r>
      <w:r w:rsidR="009F0DBB" w:rsidRPr="00623008">
        <w:rPr>
          <w:rFonts w:cs="Arial"/>
          <w:szCs w:val="20"/>
        </w:rPr>
        <w:t>0 metros</w:t>
      </w:r>
      <w:r w:rsidR="00E37374" w:rsidRPr="00623008">
        <w:rPr>
          <w:rFonts w:cs="Arial"/>
          <w:szCs w:val="20"/>
        </w:rPr>
        <w:t xml:space="preserve"> de comprimento, </w:t>
      </w:r>
      <w:r w:rsidR="00622952" w:rsidRPr="00623008">
        <w:rPr>
          <w:rFonts w:cs="Arial"/>
          <w:szCs w:val="20"/>
        </w:rPr>
        <w:t xml:space="preserve">largura da mesa de </w:t>
      </w:r>
      <w:r w:rsidR="00E37374" w:rsidRPr="00623008">
        <w:rPr>
          <w:rFonts w:cs="Arial"/>
          <w:szCs w:val="20"/>
        </w:rPr>
        <w:t xml:space="preserve">2,80 metros </w:t>
      </w:r>
      <w:r w:rsidR="009F0DBB" w:rsidRPr="00623008">
        <w:rPr>
          <w:rFonts w:cs="Arial"/>
          <w:szCs w:val="20"/>
        </w:rPr>
        <w:t>e</w:t>
      </w:r>
      <w:r w:rsidRPr="00623008">
        <w:rPr>
          <w:rFonts w:cs="Arial"/>
          <w:szCs w:val="20"/>
        </w:rPr>
        <w:t xml:space="preserve"> ca</w:t>
      </w:r>
      <w:r w:rsidR="000B66D0" w:rsidRPr="00623008">
        <w:rPr>
          <w:rFonts w:cs="Arial"/>
          <w:szCs w:val="20"/>
        </w:rPr>
        <w:t xml:space="preserve">pacidade de </w:t>
      </w:r>
      <w:r w:rsidR="00E37374" w:rsidRPr="00623008">
        <w:rPr>
          <w:rFonts w:cs="Arial"/>
          <w:szCs w:val="20"/>
        </w:rPr>
        <w:t xml:space="preserve">carga </w:t>
      </w:r>
      <w:r w:rsidR="000B66D0" w:rsidRPr="00623008">
        <w:rPr>
          <w:rFonts w:cs="Arial"/>
          <w:szCs w:val="20"/>
        </w:rPr>
        <w:t>de 20.000</w:t>
      </w:r>
      <w:r w:rsidR="00A00C16" w:rsidRPr="00623008">
        <w:rPr>
          <w:rFonts w:cs="Arial"/>
          <w:szCs w:val="20"/>
        </w:rPr>
        <w:t xml:space="preserve"> </w:t>
      </w:r>
      <w:r w:rsidR="009F0DBB" w:rsidRPr="00623008">
        <w:rPr>
          <w:rFonts w:cs="Arial"/>
          <w:szCs w:val="20"/>
        </w:rPr>
        <w:t>Kg</w:t>
      </w:r>
      <w:r w:rsidR="000B66D0" w:rsidRPr="00623008">
        <w:rPr>
          <w:rFonts w:cs="Arial"/>
          <w:szCs w:val="20"/>
        </w:rPr>
        <w:t>;</w:t>
      </w:r>
    </w:p>
    <w:p w:rsidR="000B66D0" w:rsidRPr="00623008" w:rsidRDefault="000B66D0" w:rsidP="00926980">
      <w:pPr>
        <w:pStyle w:val="PargrafodaLista"/>
        <w:numPr>
          <w:ilvl w:val="0"/>
          <w:numId w:val="47"/>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Guincho</w:t>
      </w:r>
      <w:r w:rsidR="00A00C16" w:rsidRPr="00623008">
        <w:rPr>
          <w:rStyle w:val="fontstyle01"/>
          <w:rFonts w:ascii="Arial" w:hAnsi="Arial" w:cs="Arial"/>
          <w:sz w:val="20"/>
          <w:szCs w:val="20"/>
        </w:rPr>
        <w:t xml:space="preserve"> redutor hidráulico</w:t>
      </w:r>
      <w:r w:rsidRPr="00623008">
        <w:rPr>
          <w:rStyle w:val="fontstyle01"/>
          <w:rFonts w:ascii="Arial" w:hAnsi="Arial" w:cs="Arial"/>
          <w:sz w:val="20"/>
          <w:szCs w:val="20"/>
        </w:rPr>
        <w:t xml:space="preserve"> instalado no centro da plataforma, próximo ao </w:t>
      </w:r>
      <w:r w:rsidR="00A00C16" w:rsidRPr="00623008">
        <w:rPr>
          <w:rStyle w:val="fontstyle01"/>
          <w:rFonts w:ascii="Arial" w:hAnsi="Arial" w:cs="Arial"/>
          <w:sz w:val="20"/>
          <w:szCs w:val="20"/>
        </w:rPr>
        <w:t>m</w:t>
      </w:r>
      <w:r w:rsidRPr="00623008">
        <w:rPr>
          <w:rStyle w:val="fontstyle01"/>
          <w:rFonts w:ascii="Arial" w:hAnsi="Arial" w:cs="Arial"/>
          <w:sz w:val="20"/>
          <w:szCs w:val="20"/>
        </w:rPr>
        <w:t xml:space="preserve">alhal protetor de cabine, com capacidade mínima de </w:t>
      </w:r>
      <w:r w:rsidR="00A00C16" w:rsidRPr="00623008">
        <w:rPr>
          <w:rStyle w:val="fontstyle01"/>
          <w:rFonts w:ascii="Arial" w:hAnsi="Arial" w:cs="Arial"/>
          <w:sz w:val="20"/>
          <w:szCs w:val="20"/>
        </w:rPr>
        <w:t>20</w:t>
      </w:r>
      <w:r w:rsidRPr="00623008">
        <w:rPr>
          <w:rStyle w:val="fontstyle01"/>
          <w:rFonts w:ascii="Arial" w:hAnsi="Arial" w:cs="Arial"/>
          <w:sz w:val="20"/>
          <w:szCs w:val="20"/>
        </w:rPr>
        <w:t xml:space="preserve"> toneladas</w:t>
      </w:r>
      <w:r w:rsidR="00E37374" w:rsidRPr="00623008">
        <w:rPr>
          <w:rStyle w:val="fontstyle01"/>
          <w:rFonts w:ascii="Arial" w:hAnsi="Arial" w:cs="Arial"/>
          <w:sz w:val="20"/>
          <w:szCs w:val="20"/>
        </w:rPr>
        <w:t xml:space="preserve">, </w:t>
      </w:r>
      <w:r w:rsidRPr="00623008">
        <w:rPr>
          <w:rStyle w:val="fontstyle01"/>
          <w:rFonts w:ascii="Arial" w:hAnsi="Arial" w:cs="Arial"/>
          <w:sz w:val="20"/>
          <w:szCs w:val="20"/>
        </w:rPr>
        <w:t xml:space="preserve">cabo </w:t>
      </w:r>
      <w:r w:rsidR="00E37374" w:rsidRPr="00623008">
        <w:rPr>
          <w:rStyle w:val="fontstyle01"/>
          <w:rFonts w:ascii="Arial" w:hAnsi="Arial" w:cs="Arial"/>
          <w:sz w:val="20"/>
          <w:szCs w:val="20"/>
        </w:rPr>
        <w:t xml:space="preserve">de aço </w:t>
      </w:r>
      <w:r w:rsidRPr="00623008">
        <w:rPr>
          <w:rStyle w:val="fontstyle01"/>
          <w:rFonts w:ascii="Arial" w:hAnsi="Arial" w:cs="Arial"/>
          <w:sz w:val="20"/>
          <w:szCs w:val="20"/>
        </w:rPr>
        <w:t>de 20 metros</w:t>
      </w:r>
      <w:r w:rsidR="00E37374" w:rsidRPr="00623008">
        <w:rPr>
          <w:rStyle w:val="fontstyle01"/>
          <w:rFonts w:ascii="Arial" w:hAnsi="Arial" w:cs="Arial"/>
          <w:sz w:val="20"/>
          <w:szCs w:val="20"/>
        </w:rPr>
        <w:t xml:space="preserve"> com gancho e controle remoto à cabo para acionamento do guincho</w:t>
      </w:r>
      <w:r w:rsidR="00367618" w:rsidRPr="00623008">
        <w:rPr>
          <w:rStyle w:val="fontstyle01"/>
          <w:rFonts w:ascii="Arial" w:hAnsi="Arial" w:cs="Arial"/>
          <w:sz w:val="20"/>
          <w:szCs w:val="20"/>
        </w:rPr>
        <w:t>. Deverá ser instalado uma roldana no início da rampa para guiar o cabo de aço em operações de embarques</w:t>
      </w:r>
      <w:r w:rsidRPr="00623008">
        <w:rPr>
          <w:rStyle w:val="fontstyle01"/>
          <w:rFonts w:ascii="Arial" w:hAnsi="Arial" w:cs="Arial"/>
          <w:sz w:val="20"/>
          <w:szCs w:val="20"/>
        </w:rPr>
        <w:t>;</w:t>
      </w:r>
    </w:p>
    <w:p w:rsidR="00E37374" w:rsidRPr="00623008" w:rsidRDefault="00E37374" w:rsidP="00926980">
      <w:pPr>
        <w:pStyle w:val="PargrafodaLista"/>
        <w:numPr>
          <w:ilvl w:val="0"/>
          <w:numId w:val="47"/>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Implemento dotado de tomada de força com sistema eletropneumático</w:t>
      </w:r>
      <w:r w:rsidR="00622952" w:rsidRPr="00623008">
        <w:rPr>
          <w:rStyle w:val="fontstyle01"/>
          <w:rFonts w:ascii="Arial" w:hAnsi="Arial" w:cs="Arial"/>
          <w:sz w:val="20"/>
          <w:szCs w:val="20"/>
        </w:rPr>
        <w:t xml:space="preserve">, </w:t>
      </w:r>
      <w:r w:rsidRPr="00623008">
        <w:rPr>
          <w:rStyle w:val="fontstyle01"/>
          <w:rFonts w:ascii="Arial" w:hAnsi="Arial" w:cs="Arial"/>
          <w:sz w:val="20"/>
          <w:szCs w:val="20"/>
        </w:rPr>
        <w:t>controle no painel do veículo</w:t>
      </w:r>
      <w:r w:rsidR="00622952" w:rsidRPr="00623008">
        <w:rPr>
          <w:rStyle w:val="fontstyle01"/>
          <w:rFonts w:ascii="Arial" w:hAnsi="Arial" w:cs="Arial"/>
          <w:sz w:val="20"/>
          <w:szCs w:val="20"/>
        </w:rPr>
        <w:t xml:space="preserve"> e alarme sonoro quando estiver lidada</w:t>
      </w:r>
      <w:r w:rsidRPr="00623008">
        <w:rPr>
          <w:rStyle w:val="fontstyle01"/>
          <w:rFonts w:ascii="Arial" w:hAnsi="Arial" w:cs="Arial"/>
          <w:sz w:val="20"/>
          <w:szCs w:val="20"/>
        </w:rPr>
        <w:t>;</w:t>
      </w:r>
    </w:p>
    <w:p w:rsidR="00E37374" w:rsidRPr="00623008" w:rsidRDefault="00E37374" w:rsidP="00926980">
      <w:pPr>
        <w:pStyle w:val="PargrafodaLista"/>
        <w:numPr>
          <w:ilvl w:val="0"/>
          <w:numId w:val="47"/>
        </w:numPr>
        <w:ind w:left="0" w:firstLine="0"/>
        <w:jc w:val="both"/>
        <w:rPr>
          <w:rFonts w:cs="Arial"/>
          <w:color w:val="FF0000"/>
          <w:szCs w:val="20"/>
        </w:rPr>
      </w:pPr>
      <w:r w:rsidRPr="00623008">
        <w:rPr>
          <w:rFonts w:cs="Arial"/>
          <w:color w:val="111111"/>
          <w:szCs w:val="20"/>
        </w:rPr>
        <w:t>Rampas traseiras</w:t>
      </w:r>
      <w:r w:rsidR="00622952" w:rsidRPr="00623008">
        <w:rPr>
          <w:rFonts w:cs="Arial"/>
          <w:color w:val="111111"/>
          <w:szCs w:val="20"/>
        </w:rPr>
        <w:t xml:space="preserve"> </w:t>
      </w:r>
      <w:r w:rsidR="00517FE5" w:rsidRPr="00623008">
        <w:rPr>
          <w:rFonts w:cs="Arial"/>
          <w:color w:val="111111"/>
          <w:szCs w:val="20"/>
        </w:rPr>
        <w:t xml:space="preserve">raiadas </w:t>
      </w:r>
      <w:r w:rsidR="00622952" w:rsidRPr="00623008">
        <w:rPr>
          <w:rFonts w:cs="Arial"/>
          <w:color w:val="111111"/>
          <w:szCs w:val="20"/>
        </w:rPr>
        <w:t xml:space="preserve">com largura mínima de 1,00 metro, </w:t>
      </w:r>
      <w:r w:rsidRPr="00623008">
        <w:rPr>
          <w:rFonts w:cs="Arial"/>
          <w:color w:val="111111"/>
          <w:szCs w:val="20"/>
        </w:rPr>
        <w:t xml:space="preserve">com acionamento </w:t>
      </w:r>
      <w:r w:rsidR="0050187B">
        <w:rPr>
          <w:rFonts w:cs="Arial"/>
          <w:color w:val="111111"/>
          <w:szCs w:val="20"/>
        </w:rPr>
        <w:t xml:space="preserve">eletro </w:t>
      </w:r>
      <w:r w:rsidRPr="00623008">
        <w:rPr>
          <w:rFonts w:cs="Arial"/>
          <w:color w:val="111111"/>
          <w:szCs w:val="20"/>
        </w:rPr>
        <w:t>hidráulico e cantoneiras de aço para embarque dos equipamentos</w:t>
      </w:r>
      <w:r w:rsidR="008E233D" w:rsidRPr="00623008">
        <w:rPr>
          <w:rFonts w:cs="Arial"/>
          <w:color w:val="111111"/>
          <w:szCs w:val="20"/>
        </w:rPr>
        <w:t>. As rampas deverão ser dotadas de válvula de segurança de contrabalanço;</w:t>
      </w:r>
    </w:p>
    <w:p w:rsidR="00E37374" w:rsidRPr="00623008" w:rsidRDefault="00E37374" w:rsidP="00926980">
      <w:pPr>
        <w:pStyle w:val="PargrafodaLista"/>
        <w:numPr>
          <w:ilvl w:val="0"/>
          <w:numId w:val="47"/>
        </w:numPr>
        <w:ind w:left="0" w:firstLine="0"/>
        <w:jc w:val="both"/>
        <w:rPr>
          <w:rFonts w:cs="Arial"/>
          <w:color w:val="FF0000"/>
          <w:szCs w:val="20"/>
        </w:rPr>
      </w:pPr>
      <w:r w:rsidRPr="00623008">
        <w:rPr>
          <w:rFonts w:cs="Arial"/>
          <w:color w:val="111111"/>
          <w:szCs w:val="20"/>
        </w:rPr>
        <w:t>2 (duas) sapatas hidráulicas estabilizadoras, instaladas na traseira do implemento</w:t>
      </w:r>
      <w:r w:rsidR="00622952" w:rsidRPr="00623008">
        <w:rPr>
          <w:rFonts w:cs="Arial"/>
          <w:color w:val="111111"/>
          <w:szCs w:val="20"/>
        </w:rPr>
        <w:t xml:space="preserve"> e acionamento independente</w:t>
      </w:r>
      <w:r w:rsidRPr="00623008">
        <w:rPr>
          <w:rFonts w:cs="Arial"/>
          <w:color w:val="111111"/>
          <w:szCs w:val="20"/>
        </w:rPr>
        <w:t>;</w:t>
      </w:r>
    </w:p>
    <w:p w:rsidR="00E37374" w:rsidRPr="00623008" w:rsidRDefault="00E37374" w:rsidP="00926980">
      <w:pPr>
        <w:pStyle w:val="PargrafodaLista"/>
        <w:numPr>
          <w:ilvl w:val="0"/>
          <w:numId w:val="47"/>
        </w:numPr>
        <w:ind w:left="0" w:firstLine="0"/>
        <w:jc w:val="both"/>
        <w:rPr>
          <w:rFonts w:cs="Arial"/>
          <w:szCs w:val="20"/>
        </w:rPr>
      </w:pPr>
      <w:r w:rsidRPr="00623008">
        <w:rPr>
          <w:rFonts w:cs="Arial"/>
          <w:color w:val="111111"/>
          <w:szCs w:val="20"/>
        </w:rPr>
        <w:t>Piso de madeira de lei com pranchas de 40mm de espessura</w:t>
      </w:r>
      <w:r w:rsidR="00622952" w:rsidRPr="00623008">
        <w:rPr>
          <w:rFonts w:cs="Arial"/>
          <w:color w:val="111111"/>
          <w:szCs w:val="20"/>
        </w:rPr>
        <w:t xml:space="preserve">, </w:t>
      </w:r>
      <w:r w:rsidR="00622952" w:rsidRPr="00623008">
        <w:rPr>
          <w:rStyle w:val="fontstyle01"/>
          <w:rFonts w:ascii="Arial" w:hAnsi="Arial" w:cs="Arial"/>
          <w:sz w:val="20"/>
          <w:szCs w:val="20"/>
        </w:rPr>
        <w:t xml:space="preserve">adequada ao transporte de máquinas </w:t>
      </w:r>
      <w:r w:rsidR="00622952" w:rsidRPr="00623008">
        <w:rPr>
          <w:rStyle w:val="fontstyle01"/>
          <w:rFonts w:ascii="Arial" w:hAnsi="Arial" w:cs="Arial"/>
          <w:color w:val="auto"/>
          <w:sz w:val="20"/>
          <w:szCs w:val="20"/>
        </w:rPr>
        <w:t>em toda extensão da plataforma</w:t>
      </w:r>
      <w:r w:rsidRPr="00623008">
        <w:rPr>
          <w:rFonts w:cs="Arial"/>
          <w:szCs w:val="20"/>
        </w:rPr>
        <w:t>;</w:t>
      </w:r>
    </w:p>
    <w:p w:rsidR="00E37374" w:rsidRPr="00623008" w:rsidRDefault="00E37374" w:rsidP="00926980">
      <w:pPr>
        <w:pStyle w:val="PargrafodaLista"/>
        <w:numPr>
          <w:ilvl w:val="0"/>
          <w:numId w:val="47"/>
        </w:numPr>
        <w:ind w:left="0" w:firstLine="0"/>
        <w:jc w:val="both"/>
        <w:rPr>
          <w:rFonts w:cs="Arial"/>
          <w:szCs w:val="20"/>
        </w:rPr>
      </w:pPr>
      <w:r w:rsidRPr="00623008">
        <w:rPr>
          <w:rFonts w:cs="Arial"/>
          <w:szCs w:val="20"/>
        </w:rPr>
        <w:t>Acabamento com fundo anticorrosivo epóxi e pintura em poliuretano (</w:t>
      </w:r>
      <w:r w:rsidR="00622952" w:rsidRPr="00623008">
        <w:rPr>
          <w:rFonts w:cs="Arial"/>
          <w:szCs w:val="20"/>
        </w:rPr>
        <w:t>PU</w:t>
      </w:r>
      <w:r w:rsidRPr="00623008">
        <w:rPr>
          <w:rFonts w:cs="Arial"/>
          <w:szCs w:val="20"/>
        </w:rPr>
        <w:t>) na cor</w:t>
      </w:r>
      <w:r w:rsidR="00622952" w:rsidRPr="00623008">
        <w:rPr>
          <w:rFonts w:cs="Arial"/>
          <w:szCs w:val="20"/>
        </w:rPr>
        <w:t xml:space="preserve"> branca;</w:t>
      </w:r>
    </w:p>
    <w:p w:rsidR="00A91974" w:rsidRPr="00623008" w:rsidRDefault="00A91974" w:rsidP="00926980">
      <w:pPr>
        <w:pStyle w:val="PargrafodaLista"/>
        <w:numPr>
          <w:ilvl w:val="0"/>
          <w:numId w:val="47"/>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A91974" w:rsidRPr="00623008" w:rsidRDefault="00622952" w:rsidP="00926980">
      <w:pPr>
        <w:pStyle w:val="PargrafodaLista"/>
        <w:numPr>
          <w:ilvl w:val="0"/>
          <w:numId w:val="47"/>
        </w:numPr>
        <w:ind w:left="0" w:firstLine="0"/>
        <w:jc w:val="both"/>
        <w:rPr>
          <w:rFonts w:cs="Arial"/>
          <w:szCs w:val="20"/>
        </w:rPr>
      </w:pPr>
      <w:r w:rsidRPr="00623008">
        <w:rPr>
          <w:rFonts w:cs="Arial"/>
          <w:szCs w:val="20"/>
        </w:rPr>
        <w:t xml:space="preserve">Implemento </w:t>
      </w:r>
      <w:r w:rsidR="00A91974" w:rsidRPr="00623008">
        <w:rPr>
          <w:rFonts w:cs="Arial"/>
          <w:szCs w:val="20"/>
        </w:rPr>
        <w:t xml:space="preserve">com </w:t>
      </w:r>
      <w:r w:rsidRPr="00623008">
        <w:rPr>
          <w:rFonts w:cs="Arial"/>
          <w:szCs w:val="20"/>
        </w:rPr>
        <w:t>argolas de fixação nas laterais da plataforma para ancoragem de</w:t>
      </w:r>
      <w:r w:rsidRPr="00623008">
        <w:rPr>
          <w:rFonts w:cs="Arial"/>
          <w:szCs w:val="20"/>
        </w:rPr>
        <w:br/>
        <w:t xml:space="preserve">equipamentos </w:t>
      </w:r>
      <w:r w:rsidR="00A91974" w:rsidRPr="00623008">
        <w:rPr>
          <w:rFonts w:cs="Arial"/>
          <w:szCs w:val="20"/>
        </w:rPr>
        <w:t>para amarração</w:t>
      </w:r>
      <w:r w:rsidRPr="00623008">
        <w:rPr>
          <w:rFonts w:cs="Arial"/>
          <w:szCs w:val="20"/>
        </w:rPr>
        <w:t xml:space="preserve"> e ancoragem da carga;</w:t>
      </w:r>
    </w:p>
    <w:p w:rsidR="00622952" w:rsidRPr="00623008" w:rsidRDefault="00622952" w:rsidP="00926980">
      <w:pPr>
        <w:pStyle w:val="PargrafodaLista"/>
        <w:numPr>
          <w:ilvl w:val="0"/>
          <w:numId w:val="47"/>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Placa traseira de sinalização de veículo longo, fixa e</w:t>
      </w:r>
      <w:r w:rsidRPr="00623008">
        <w:rPr>
          <w:rFonts w:cs="Arial"/>
          <w:szCs w:val="20"/>
        </w:rPr>
        <w:br/>
      </w:r>
      <w:r w:rsidRPr="00623008">
        <w:rPr>
          <w:rStyle w:val="fontstyle01"/>
          <w:rFonts w:ascii="Arial" w:hAnsi="Arial" w:cs="Arial"/>
          <w:color w:val="auto"/>
          <w:sz w:val="20"/>
          <w:szCs w:val="20"/>
        </w:rPr>
        <w:t>bipartida, contendo lanternas traseiras conforme legislação vigente;</w:t>
      </w:r>
    </w:p>
    <w:p w:rsidR="008E233D" w:rsidRPr="00623008" w:rsidRDefault="00622952" w:rsidP="00926980">
      <w:pPr>
        <w:pStyle w:val="PargrafodaLista"/>
        <w:numPr>
          <w:ilvl w:val="0"/>
          <w:numId w:val="47"/>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 xml:space="preserve">Sistema de iluminação com 2 (duas) lanternas </w:t>
      </w:r>
      <w:r w:rsidR="00AA2AE6" w:rsidRPr="00623008">
        <w:rPr>
          <w:rStyle w:val="fontstyle01"/>
          <w:rFonts w:ascii="Arial" w:hAnsi="Arial" w:cs="Arial"/>
          <w:color w:val="auto"/>
          <w:sz w:val="20"/>
          <w:szCs w:val="20"/>
        </w:rPr>
        <w:t>de LED</w:t>
      </w:r>
      <w:r w:rsidRPr="00623008">
        <w:rPr>
          <w:rStyle w:val="fontstyle01"/>
          <w:rFonts w:ascii="Arial" w:hAnsi="Arial" w:cs="Arial"/>
          <w:color w:val="auto"/>
          <w:sz w:val="20"/>
          <w:szCs w:val="20"/>
        </w:rPr>
        <w:t xml:space="preserve"> nas laterais da plataforma e 2 (dois) refletores de LED para trabalhos noturno, instalados no malhal protetor de cabine</w:t>
      </w:r>
      <w:r w:rsidR="008E233D" w:rsidRPr="00623008">
        <w:rPr>
          <w:rStyle w:val="fontstyle01"/>
          <w:rFonts w:ascii="Arial" w:hAnsi="Arial" w:cs="Arial"/>
          <w:color w:val="auto"/>
          <w:sz w:val="20"/>
          <w:szCs w:val="20"/>
        </w:rPr>
        <w:t>;</w:t>
      </w:r>
    </w:p>
    <w:p w:rsidR="00622952" w:rsidRPr="00623008" w:rsidRDefault="008E233D" w:rsidP="00926980">
      <w:pPr>
        <w:pStyle w:val="PargrafodaLista"/>
        <w:numPr>
          <w:ilvl w:val="0"/>
          <w:numId w:val="47"/>
        </w:numPr>
        <w:ind w:left="0" w:firstLine="0"/>
        <w:jc w:val="both"/>
        <w:rPr>
          <w:rFonts w:cs="Arial"/>
          <w:szCs w:val="20"/>
        </w:rPr>
      </w:pPr>
      <w:r w:rsidRPr="00623008">
        <w:rPr>
          <w:rStyle w:val="fontstyle01"/>
          <w:rFonts w:ascii="Arial" w:hAnsi="Arial" w:cs="Arial"/>
          <w:color w:val="auto"/>
          <w:sz w:val="20"/>
          <w:szCs w:val="20"/>
        </w:rPr>
        <w:t>Deverá ser fornecido 4 (quatro) cunhas de apoio para os pneus de equipamentos embarcados e 4 (quatro) cintas com catracas e gancho</w:t>
      </w:r>
      <w:r w:rsidR="006708ED" w:rsidRPr="00623008">
        <w:rPr>
          <w:rStyle w:val="fontstyle01"/>
          <w:rFonts w:ascii="Arial" w:hAnsi="Arial" w:cs="Arial"/>
          <w:color w:val="auto"/>
          <w:sz w:val="20"/>
          <w:szCs w:val="20"/>
        </w:rPr>
        <w:t xml:space="preserve"> uma para fixação da carga. Cada cinta deverá medir 9 metros e possuir </w:t>
      </w:r>
      <w:r w:rsidRPr="00623008">
        <w:rPr>
          <w:rStyle w:val="fontstyle01"/>
          <w:rFonts w:ascii="Arial" w:hAnsi="Arial" w:cs="Arial"/>
          <w:color w:val="auto"/>
          <w:sz w:val="20"/>
          <w:szCs w:val="20"/>
        </w:rPr>
        <w:t xml:space="preserve">capacidade de </w:t>
      </w:r>
      <w:r w:rsidR="006708ED" w:rsidRPr="00623008">
        <w:rPr>
          <w:rStyle w:val="fontstyle01"/>
          <w:rFonts w:ascii="Arial" w:hAnsi="Arial" w:cs="Arial"/>
          <w:color w:val="auto"/>
          <w:sz w:val="20"/>
          <w:szCs w:val="20"/>
        </w:rPr>
        <w:t xml:space="preserve">amarração de </w:t>
      </w:r>
      <w:r w:rsidRPr="00623008">
        <w:rPr>
          <w:rStyle w:val="fontstyle01"/>
          <w:rFonts w:ascii="Arial" w:hAnsi="Arial" w:cs="Arial"/>
          <w:color w:val="auto"/>
          <w:sz w:val="20"/>
          <w:szCs w:val="20"/>
        </w:rPr>
        <w:t>10 toneladas cada;</w:t>
      </w:r>
      <w:r w:rsidR="00622952" w:rsidRPr="00623008">
        <w:rPr>
          <w:rStyle w:val="fontstyle01"/>
          <w:rFonts w:ascii="Arial" w:hAnsi="Arial" w:cs="Arial"/>
          <w:color w:val="auto"/>
          <w:sz w:val="20"/>
          <w:szCs w:val="20"/>
        </w:rPr>
        <w:t xml:space="preserve"> </w:t>
      </w:r>
    </w:p>
    <w:p w:rsidR="00A91974" w:rsidRPr="00623008" w:rsidRDefault="00695DC9" w:rsidP="00926980">
      <w:pPr>
        <w:pStyle w:val="PargrafodaLista"/>
        <w:numPr>
          <w:ilvl w:val="0"/>
          <w:numId w:val="47"/>
        </w:numPr>
        <w:ind w:left="0" w:firstLine="0"/>
        <w:jc w:val="both"/>
        <w:rPr>
          <w:rFonts w:cs="Arial"/>
          <w:szCs w:val="20"/>
        </w:rPr>
      </w:pPr>
      <w:r>
        <w:rPr>
          <w:rFonts w:cs="Arial"/>
          <w:szCs w:val="20"/>
        </w:rPr>
        <w:t>Produto similar ao Volvo VM 270 8x4R, equipado com i</w:t>
      </w:r>
      <w:r w:rsidRPr="00623008">
        <w:rPr>
          <w:rFonts w:cs="Arial"/>
          <w:szCs w:val="20"/>
        </w:rPr>
        <w:t xml:space="preserve">mplemento </w:t>
      </w:r>
      <w:r>
        <w:rPr>
          <w:rFonts w:cs="Arial"/>
          <w:szCs w:val="20"/>
        </w:rPr>
        <w:t>similar a</w:t>
      </w:r>
      <w:r w:rsidR="00367618" w:rsidRPr="00623008">
        <w:rPr>
          <w:rFonts w:cs="Arial"/>
          <w:szCs w:val="20"/>
        </w:rPr>
        <w:t xml:space="preserve"> Plataforma Carrega Tudo Fixa 20t da Mirassol implementos</w:t>
      </w:r>
      <w:r w:rsidR="00A91974" w:rsidRPr="00623008">
        <w:rPr>
          <w:rFonts w:cs="Arial"/>
          <w:szCs w:val="20"/>
        </w:rPr>
        <w:t>.</w:t>
      </w:r>
    </w:p>
    <w:p w:rsidR="00003C96" w:rsidRPr="00623008" w:rsidRDefault="00003C96">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CB6B9F" w:rsidRPr="00623008" w:rsidTr="002757C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B6B9F" w:rsidRPr="00623008" w:rsidRDefault="002757CD" w:rsidP="008B0E2E">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CB6B9F" w:rsidRPr="00623008" w:rsidRDefault="00CB6B9F" w:rsidP="008B0E2E">
            <w:pPr>
              <w:widowControl w:val="0"/>
              <w:suppressAutoHyphens/>
              <w:jc w:val="center"/>
              <w:rPr>
                <w:rFonts w:cs="Times New Roman"/>
                <w:b/>
                <w:bCs/>
                <w:szCs w:val="20"/>
              </w:rPr>
            </w:pPr>
            <w:r w:rsidRPr="00623008">
              <w:rPr>
                <w:rFonts w:cs="Times New Roman"/>
                <w:b/>
                <w:bCs/>
                <w:szCs w:val="20"/>
              </w:rPr>
              <w:t>DESCRIÇÃO/ESPECIFICAÇÃO</w:t>
            </w:r>
          </w:p>
        </w:tc>
      </w:tr>
      <w:tr w:rsidR="00CB6B9F" w:rsidRPr="00623008" w:rsidTr="002757CD">
        <w:trPr>
          <w:jc w:val="center"/>
        </w:trPr>
        <w:tc>
          <w:tcPr>
            <w:tcW w:w="988" w:type="dxa"/>
            <w:vAlign w:val="center"/>
          </w:tcPr>
          <w:p w:rsidR="00CB6B9F" w:rsidRPr="00623008" w:rsidRDefault="002757CD" w:rsidP="008B0E2E">
            <w:pPr>
              <w:widowControl w:val="0"/>
              <w:suppressAutoHyphens/>
              <w:jc w:val="center"/>
              <w:rPr>
                <w:rFonts w:cs="Arial"/>
                <w:b/>
                <w:color w:val="000000"/>
                <w:szCs w:val="20"/>
              </w:rPr>
            </w:pPr>
            <w:r>
              <w:rPr>
                <w:rFonts w:cs="Arial"/>
                <w:b/>
                <w:color w:val="000000"/>
                <w:szCs w:val="20"/>
              </w:rPr>
              <w:t>72 a 74</w:t>
            </w:r>
          </w:p>
        </w:tc>
        <w:tc>
          <w:tcPr>
            <w:tcW w:w="7938" w:type="dxa"/>
          </w:tcPr>
          <w:p w:rsidR="00CB6B9F" w:rsidRPr="00623008" w:rsidRDefault="00CB6B9F" w:rsidP="008B0E2E">
            <w:pPr>
              <w:widowControl w:val="0"/>
              <w:suppressAutoHyphens/>
              <w:rPr>
                <w:rFonts w:cs="Arial"/>
                <w:color w:val="000000"/>
                <w:szCs w:val="20"/>
              </w:rPr>
            </w:pPr>
            <w:r w:rsidRPr="00623008">
              <w:rPr>
                <w:rFonts w:cs="Times New Roman"/>
                <w:bCs/>
                <w:szCs w:val="20"/>
              </w:rPr>
              <w:t>Caminhão a diesel com tanque para transporte de água</w:t>
            </w:r>
            <w:r w:rsidR="00591489" w:rsidRPr="00623008">
              <w:rPr>
                <w:rFonts w:cs="Times New Roman"/>
                <w:bCs/>
                <w:szCs w:val="20"/>
              </w:rPr>
              <w:t xml:space="preserve"> 10.000 litros</w:t>
            </w:r>
            <w:r w:rsidRPr="00623008">
              <w:rPr>
                <w:rFonts w:cs="Times New Roman"/>
                <w:bCs/>
                <w:szCs w:val="20"/>
              </w:rPr>
              <w:t>, tração 4x2</w:t>
            </w:r>
          </w:p>
        </w:tc>
      </w:tr>
    </w:tbl>
    <w:p w:rsidR="00CB6B9F" w:rsidRPr="00623008" w:rsidRDefault="00CB6B9F" w:rsidP="00926980">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CARACTERÍSTICAS TÉCNICAS</w:t>
      </w:r>
    </w:p>
    <w:p w:rsidR="00964757" w:rsidRPr="00623008" w:rsidRDefault="00CB6B9F" w:rsidP="00926980">
      <w:pPr>
        <w:pStyle w:val="PargrafodaLista"/>
        <w:numPr>
          <w:ilvl w:val="0"/>
          <w:numId w:val="29"/>
        </w:numPr>
        <w:spacing w:after="120"/>
        <w:ind w:left="0" w:firstLine="0"/>
        <w:jc w:val="both"/>
        <w:rPr>
          <w:rFonts w:cs="Arial"/>
          <w:szCs w:val="20"/>
        </w:rPr>
      </w:pPr>
      <w:r w:rsidRPr="00623008">
        <w:rPr>
          <w:rFonts w:cs="Arial"/>
          <w:szCs w:val="20"/>
        </w:rPr>
        <w:t xml:space="preserve">Classificação: Veículo novo, zero quilômetro, </w:t>
      </w:r>
      <w:r w:rsidR="00881EFA" w:rsidRPr="00623008">
        <w:rPr>
          <w:rFonts w:cs="Arial"/>
          <w:szCs w:val="20"/>
        </w:rPr>
        <w:t xml:space="preserve">equipado com </w:t>
      </w:r>
      <w:r w:rsidRPr="00623008">
        <w:rPr>
          <w:rFonts w:cs="Arial"/>
          <w:szCs w:val="20"/>
        </w:rPr>
        <w:t xml:space="preserve">cisterna </w:t>
      </w:r>
      <w:r w:rsidR="0093280F" w:rsidRPr="00623008">
        <w:rPr>
          <w:rFonts w:cs="Arial"/>
          <w:szCs w:val="20"/>
        </w:rPr>
        <w:t xml:space="preserve">para </w:t>
      </w:r>
      <w:r w:rsidRPr="00623008">
        <w:rPr>
          <w:rFonts w:cs="Arial"/>
          <w:szCs w:val="20"/>
        </w:rPr>
        <w:t>transporte de água potável e</w:t>
      </w:r>
      <w:r w:rsidR="00D21431" w:rsidRPr="00623008">
        <w:rPr>
          <w:rFonts w:cs="Arial"/>
          <w:szCs w:val="20"/>
        </w:rPr>
        <w:t>/ou</w:t>
      </w:r>
      <w:r w:rsidRPr="00623008">
        <w:rPr>
          <w:rFonts w:cs="Arial"/>
          <w:szCs w:val="20"/>
        </w:rPr>
        <w:t xml:space="preserve"> </w:t>
      </w:r>
      <w:r w:rsidR="0001729F" w:rsidRPr="00623008">
        <w:rPr>
          <w:rFonts w:cs="Arial"/>
          <w:szCs w:val="20"/>
        </w:rPr>
        <w:t>para trabalhos de terraplenagem</w:t>
      </w:r>
      <w:r w:rsidRPr="00623008">
        <w:rPr>
          <w:rFonts w:cs="Arial"/>
          <w:szCs w:val="20"/>
        </w:rPr>
        <w:t xml:space="preserve">, </w:t>
      </w:r>
      <w:r w:rsidR="00881EFA" w:rsidRPr="00623008">
        <w:rPr>
          <w:rFonts w:cs="Arial"/>
          <w:szCs w:val="20"/>
        </w:rPr>
        <w:t xml:space="preserve">dotado de </w:t>
      </w:r>
      <w:r w:rsidRPr="00623008">
        <w:rPr>
          <w:rFonts w:cs="Arial"/>
          <w:szCs w:val="20"/>
        </w:rPr>
        <w:t>sistema espargidor do tipo rabo de pavão e barra espargidora de água;</w:t>
      </w:r>
    </w:p>
    <w:p w:rsidR="00CB6B9F" w:rsidRPr="00623008" w:rsidRDefault="00CB6B9F" w:rsidP="00926980">
      <w:pPr>
        <w:pStyle w:val="PargrafodaLista"/>
        <w:numPr>
          <w:ilvl w:val="0"/>
          <w:numId w:val="29"/>
        </w:numPr>
        <w:spacing w:after="120"/>
        <w:ind w:left="0" w:firstLine="0"/>
        <w:jc w:val="both"/>
        <w:rPr>
          <w:rFonts w:cs="Arial"/>
          <w:szCs w:val="20"/>
        </w:rPr>
      </w:pPr>
      <w:r w:rsidRPr="00623008">
        <w:rPr>
          <w:rFonts w:cs="Arial"/>
          <w:szCs w:val="20"/>
        </w:rPr>
        <w:t>Ano de fabricação do chassi: do ano em curso ou posterior;</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PBT igual ou superior a 16.000 Kg;</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Motor do veículo: Óleo diesel, com potência igual ou superior a 185CV;</w:t>
      </w:r>
    </w:p>
    <w:p w:rsidR="00CB6B9F" w:rsidRPr="00623008" w:rsidRDefault="00655002" w:rsidP="00926980">
      <w:pPr>
        <w:pStyle w:val="PargrafodaLista"/>
        <w:numPr>
          <w:ilvl w:val="0"/>
          <w:numId w:val="29"/>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4.800mm</w:t>
      </w:r>
      <w:r w:rsidR="00CB6B9F" w:rsidRPr="00623008">
        <w:rPr>
          <w:rFonts w:cs="Arial"/>
          <w:szCs w:val="20"/>
        </w:rPr>
        <w:t xml:space="preserve">, compatível para implemento de </w:t>
      </w:r>
      <w:r w:rsidR="00D21431" w:rsidRPr="00623008">
        <w:rPr>
          <w:rFonts w:cs="Arial"/>
          <w:szCs w:val="20"/>
        </w:rPr>
        <w:t>cisterna de água</w:t>
      </w:r>
      <w:r w:rsidR="0041529B" w:rsidRPr="00623008">
        <w:rPr>
          <w:rFonts w:cs="Arial"/>
          <w:szCs w:val="20"/>
        </w:rPr>
        <w:t xml:space="preserve"> de 10m³</w:t>
      </w:r>
      <w:r w:rsidR="00CB6B9F" w:rsidRPr="00623008">
        <w:rPr>
          <w:rFonts w:cs="Arial"/>
          <w:szCs w:val="20"/>
        </w:rPr>
        <w:t>;</w:t>
      </w:r>
    </w:p>
    <w:p w:rsidR="00AC6722" w:rsidRPr="00623008" w:rsidRDefault="00CB6B9F" w:rsidP="00926980">
      <w:pPr>
        <w:pStyle w:val="PargrafodaLista"/>
        <w:numPr>
          <w:ilvl w:val="0"/>
          <w:numId w:val="29"/>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w:t>
      </w:r>
      <w:r w:rsidR="00AC6722" w:rsidRPr="00623008">
        <w:rPr>
          <w:rFonts w:cs="Arial"/>
          <w:szCs w:val="20"/>
        </w:rPr>
        <w:t xml:space="preserve"> para trabalhos fora de estrada;</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Acesso rápido para engate em cambão.</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Pneus e rodas</w:t>
      </w:r>
      <w:r w:rsidR="0023687E">
        <w:rPr>
          <w:rFonts w:cs="Arial"/>
          <w:szCs w:val="20"/>
        </w:rPr>
        <w:t xml:space="preserve"> o</w:t>
      </w:r>
      <w:r w:rsidR="00AC6722" w:rsidRPr="00623008">
        <w:rPr>
          <w:rFonts w:cs="Arial"/>
          <w:szCs w:val="20"/>
        </w:rPr>
        <w:t>riginais de fábrica, com a fabricação do ano corrente ou, no máximo, no prazo de 12 (doze) meses contados da data de entrega do veículo</w:t>
      </w:r>
      <w:r w:rsidRPr="00623008">
        <w:rPr>
          <w:rFonts w:cs="Arial"/>
          <w:szCs w:val="20"/>
        </w:rPr>
        <w:t>; e</w:t>
      </w:r>
    </w:p>
    <w:p w:rsidR="00CB6B9F" w:rsidRPr="00623008" w:rsidRDefault="00CB6B9F" w:rsidP="00926980">
      <w:pPr>
        <w:pStyle w:val="PargrafodaLista"/>
        <w:numPr>
          <w:ilvl w:val="0"/>
          <w:numId w:val="29"/>
        </w:numPr>
        <w:ind w:left="0" w:firstLine="0"/>
        <w:contextualSpacing w:val="0"/>
        <w:jc w:val="both"/>
        <w:rPr>
          <w:rFonts w:cs="Arial"/>
          <w:szCs w:val="20"/>
        </w:rPr>
      </w:pPr>
      <w:r w:rsidRPr="00623008">
        <w:rPr>
          <w:rFonts w:cs="Arial"/>
          <w:szCs w:val="20"/>
        </w:rPr>
        <w:t>Pintura na cor BRANCA.</w:t>
      </w:r>
    </w:p>
    <w:p w:rsidR="00CB6B9F" w:rsidRPr="00623008" w:rsidRDefault="00CB6B9F" w:rsidP="00926980">
      <w:pPr>
        <w:pStyle w:val="PargrafodaLista"/>
        <w:numPr>
          <w:ilvl w:val="0"/>
          <w:numId w:val="28"/>
        </w:numPr>
        <w:spacing w:before="240" w:after="240"/>
        <w:ind w:left="0" w:firstLine="0"/>
        <w:contextualSpacing w:val="0"/>
        <w:jc w:val="both"/>
        <w:rPr>
          <w:rFonts w:cs="Arial"/>
          <w:szCs w:val="20"/>
        </w:rPr>
      </w:pPr>
      <w:r w:rsidRPr="00623008">
        <w:rPr>
          <w:rFonts w:cs="Arial"/>
          <w:b/>
          <w:szCs w:val="20"/>
        </w:rPr>
        <w:t>DIVERSOS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Ar-condicionado original de fábrica;</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Retrovisores externos elétricos;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Vidro elétrico nas portas com fechamento/abertura automática pela chave;</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Travas elétricas das portas com acionamento na chave;</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Som/multimídia integrada ao veículo, somente o disponibilizado de fábrica;</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Protetor de cárter;</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Jogo de tapete de borracha; e</w:t>
      </w:r>
    </w:p>
    <w:p w:rsidR="00CB6B9F"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rsidR="00CB6B9F" w:rsidRPr="00623008" w:rsidRDefault="00CB6B9F" w:rsidP="00926980">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CB6B9F" w:rsidRPr="00623008" w:rsidRDefault="00CB6B9F" w:rsidP="00926980">
      <w:pPr>
        <w:pStyle w:val="PargrafodaLista"/>
        <w:numPr>
          <w:ilvl w:val="1"/>
          <w:numId w:val="28"/>
        </w:numPr>
        <w:ind w:left="0" w:firstLine="0"/>
        <w:jc w:val="both"/>
        <w:rPr>
          <w:rFonts w:cs="Arial"/>
          <w:szCs w:val="20"/>
        </w:rPr>
      </w:pPr>
      <w:r w:rsidRPr="00623008">
        <w:rPr>
          <w:rFonts w:cs="Arial"/>
          <w:szCs w:val="20"/>
        </w:rPr>
        <w:t xml:space="preserve">Tanque semielíptico para </w:t>
      </w:r>
      <w:r w:rsidR="007A54D9" w:rsidRPr="00623008">
        <w:rPr>
          <w:rFonts w:cs="Arial"/>
          <w:szCs w:val="20"/>
        </w:rPr>
        <w:t>10</w:t>
      </w:r>
      <w:r w:rsidRPr="00623008">
        <w:rPr>
          <w:rFonts w:cs="Arial"/>
          <w:szCs w:val="20"/>
        </w:rPr>
        <w:t>.000 litros de água, dotado de quebra-ondas;</w:t>
      </w:r>
    </w:p>
    <w:p w:rsidR="003E7BBD" w:rsidRPr="00623008" w:rsidRDefault="00CB6B9F" w:rsidP="00926980">
      <w:pPr>
        <w:pStyle w:val="PargrafodaLista"/>
        <w:numPr>
          <w:ilvl w:val="1"/>
          <w:numId w:val="28"/>
        </w:numPr>
        <w:ind w:left="0" w:firstLine="0"/>
        <w:jc w:val="both"/>
        <w:rPr>
          <w:rFonts w:cs="Arial"/>
          <w:szCs w:val="20"/>
        </w:rPr>
      </w:pPr>
      <w:r w:rsidRPr="00623008">
        <w:rPr>
          <w:rFonts w:cs="Arial"/>
          <w:szCs w:val="20"/>
        </w:rPr>
        <w:t xml:space="preserve">Secção transversal semielíptica </w:t>
      </w:r>
      <w:r w:rsidR="003E7BBD" w:rsidRPr="00623008">
        <w:rPr>
          <w:rFonts w:cs="Arial"/>
          <w:szCs w:val="20"/>
        </w:rPr>
        <w:t xml:space="preserve">construído totalmente </w:t>
      </w:r>
      <w:r w:rsidRPr="00623008">
        <w:rPr>
          <w:rFonts w:cs="Arial"/>
          <w:szCs w:val="20"/>
        </w:rPr>
        <w:t xml:space="preserve">em chapa de aço carbono </w:t>
      </w:r>
      <w:r w:rsidR="00D9424D" w:rsidRPr="00623008">
        <w:rPr>
          <w:rFonts w:cs="Arial"/>
          <w:szCs w:val="20"/>
        </w:rPr>
        <w:t xml:space="preserve">com qualidade mínima </w:t>
      </w:r>
      <w:r w:rsidR="003E7BBD" w:rsidRPr="00623008">
        <w:rPr>
          <w:rFonts w:cs="Arial"/>
          <w:szCs w:val="20"/>
        </w:rPr>
        <w:t>LN 28</w:t>
      </w:r>
      <w:r w:rsidRPr="00623008">
        <w:rPr>
          <w:rFonts w:cs="Arial"/>
          <w:szCs w:val="20"/>
        </w:rPr>
        <w:t>, de características mecânicas e químicas adequadas ao transporte de água, com espessura mínima de 3</w:t>
      </w:r>
      <w:r w:rsidR="003E7BBD" w:rsidRPr="00623008">
        <w:rPr>
          <w:rFonts w:cs="Arial"/>
          <w:szCs w:val="20"/>
        </w:rPr>
        <w:t>,75mm, unidos po</w:t>
      </w:r>
      <w:r w:rsidR="004874A5" w:rsidRPr="00623008">
        <w:rPr>
          <w:rFonts w:cs="Arial"/>
          <w:szCs w:val="20"/>
        </w:rPr>
        <w:t>r</w:t>
      </w:r>
      <w:r w:rsidR="003E7BBD" w:rsidRPr="00623008">
        <w:rPr>
          <w:rFonts w:cs="Arial"/>
          <w:szCs w:val="20"/>
        </w:rPr>
        <w:t xml:space="preserve"> solda </w:t>
      </w:r>
      <w:r w:rsidR="003E7BBD" w:rsidRPr="00623008">
        <w:rPr>
          <w:rFonts w:cs="Arial"/>
          <w:i/>
          <w:szCs w:val="20"/>
        </w:rPr>
        <w:t>Mig</w:t>
      </w:r>
      <w:r w:rsidR="003E7BBD" w:rsidRPr="00623008">
        <w:rPr>
          <w:rFonts w:cs="Arial"/>
          <w:szCs w:val="20"/>
        </w:rPr>
        <w:t>;</w:t>
      </w:r>
    </w:p>
    <w:p w:rsidR="00CB6B9F" w:rsidRPr="00623008" w:rsidRDefault="00CB6B9F" w:rsidP="00926980">
      <w:pPr>
        <w:pStyle w:val="PargrafodaLista"/>
        <w:numPr>
          <w:ilvl w:val="1"/>
          <w:numId w:val="28"/>
        </w:numPr>
        <w:ind w:left="0" w:firstLine="0"/>
        <w:jc w:val="both"/>
        <w:rPr>
          <w:rFonts w:cs="Arial"/>
          <w:szCs w:val="20"/>
        </w:rPr>
      </w:pPr>
      <w:r w:rsidRPr="00623008">
        <w:rPr>
          <w:rFonts w:cs="Arial"/>
          <w:szCs w:val="20"/>
        </w:rPr>
        <w:t xml:space="preserve"> </w:t>
      </w:r>
      <w:r w:rsidR="003E7BBD" w:rsidRPr="00623008">
        <w:rPr>
          <w:szCs w:val="20"/>
        </w:rPr>
        <w:t xml:space="preserve">Tampos e quebra ondas policêntricos em chapa de aço </w:t>
      </w:r>
      <w:r w:rsidR="003E7BBD" w:rsidRPr="00623008">
        <w:rPr>
          <w:rFonts w:cs="Arial"/>
          <w:szCs w:val="20"/>
        </w:rPr>
        <w:t>com qualidade mínima</w:t>
      </w:r>
      <w:r w:rsidR="003E7BBD"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635773" w:rsidRPr="00623008" w:rsidRDefault="00635773" w:rsidP="00926980">
      <w:pPr>
        <w:pStyle w:val="PargrafodaLista"/>
        <w:numPr>
          <w:ilvl w:val="1"/>
          <w:numId w:val="28"/>
        </w:numPr>
        <w:ind w:left="0" w:firstLine="0"/>
        <w:jc w:val="both"/>
        <w:rPr>
          <w:rFonts w:cs="Arial"/>
          <w:szCs w:val="20"/>
        </w:rPr>
      </w:pPr>
      <w:r w:rsidRPr="00623008">
        <w:rPr>
          <w:szCs w:val="20"/>
        </w:rPr>
        <w:t>Longarinas formadas por conjunto de berço metálicos em perfil U, com espessura de 6,35mm;</w:t>
      </w:r>
    </w:p>
    <w:p w:rsidR="00635773" w:rsidRPr="00623008" w:rsidRDefault="00635773" w:rsidP="00926980">
      <w:pPr>
        <w:pStyle w:val="PargrafodaLista"/>
        <w:numPr>
          <w:ilvl w:val="1"/>
          <w:numId w:val="28"/>
        </w:numPr>
        <w:ind w:left="0" w:firstLine="0"/>
        <w:jc w:val="both"/>
        <w:rPr>
          <w:rFonts w:cs="Arial"/>
          <w:szCs w:val="20"/>
        </w:rPr>
      </w:pPr>
      <w:r w:rsidRPr="00623008">
        <w:rPr>
          <w:szCs w:val="20"/>
        </w:rPr>
        <w:t xml:space="preserve">Paralamas </w:t>
      </w:r>
      <w:r w:rsidR="00CB5DFA" w:rsidRPr="00623008">
        <w:rPr>
          <w:szCs w:val="20"/>
        </w:rPr>
        <w:t xml:space="preserve">em </w:t>
      </w:r>
      <w:r w:rsidRPr="00623008">
        <w:rPr>
          <w:szCs w:val="20"/>
        </w:rPr>
        <w:t>plástico de polietileno PPT 40 ou metálico com borracha, fixados por tubos galvanizados à longarina do tanque, ou em chapa de aço com qualidade mínima SAE 1020;</w:t>
      </w:r>
    </w:p>
    <w:p w:rsidR="00CB5DFA" w:rsidRPr="00623008" w:rsidRDefault="00CB5DFA" w:rsidP="00926980">
      <w:pPr>
        <w:pStyle w:val="PargrafodaLista"/>
        <w:numPr>
          <w:ilvl w:val="1"/>
          <w:numId w:val="28"/>
        </w:numPr>
        <w:ind w:left="0" w:firstLine="0"/>
        <w:jc w:val="both"/>
        <w:rPr>
          <w:rFonts w:cs="Arial"/>
          <w:szCs w:val="20"/>
        </w:rPr>
      </w:pPr>
      <w:r w:rsidRPr="00623008">
        <w:rPr>
          <w:szCs w:val="20"/>
        </w:rPr>
        <w:t>Caixa porta ferramentas construída em polietileno, c</w:t>
      </w:r>
      <w:r w:rsidR="00AD7E1A" w:rsidRPr="00623008">
        <w:rPr>
          <w:szCs w:val="20"/>
        </w:rPr>
        <w:t xml:space="preserve">om </w:t>
      </w:r>
      <w:r w:rsidRPr="00623008">
        <w:rPr>
          <w:szCs w:val="20"/>
        </w:rPr>
        <w:t>tampa e tranca, fixada por suporte parafusado à longarina do tanque;</w:t>
      </w:r>
    </w:p>
    <w:p w:rsidR="00CB5DFA" w:rsidRPr="00623008" w:rsidRDefault="00CB5DFA" w:rsidP="00926980">
      <w:pPr>
        <w:pStyle w:val="PargrafodaLista"/>
        <w:numPr>
          <w:ilvl w:val="1"/>
          <w:numId w:val="28"/>
        </w:numPr>
        <w:ind w:left="0" w:firstLine="0"/>
        <w:jc w:val="both"/>
        <w:rPr>
          <w:rFonts w:cs="Arial"/>
          <w:szCs w:val="20"/>
        </w:rPr>
      </w:pPr>
      <w:r w:rsidRPr="00623008">
        <w:rPr>
          <w:szCs w:val="20"/>
        </w:rPr>
        <w:t xml:space="preserve">Equipado com </w:t>
      </w:r>
      <w:r w:rsidR="00E9735F" w:rsidRPr="00623008">
        <w:rPr>
          <w:szCs w:val="20"/>
        </w:rPr>
        <w:t>conjunto bomba</w:t>
      </w:r>
      <w:r w:rsidRPr="00623008">
        <w:rPr>
          <w:szCs w:val="20"/>
        </w:rPr>
        <w:t xml:space="preserve">, acionado por </w:t>
      </w:r>
      <w:r w:rsidR="00E9735F" w:rsidRPr="00623008">
        <w:rPr>
          <w:szCs w:val="20"/>
        </w:rPr>
        <w:t xml:space="preserve">tomada de força tipo </w:t>
      </w:r>
      <w:r w:rsidRPr="00623008">
        <w:rPr>
          <w:szCs w:val="20"/>
        </w:rPr>
        <w:t>PTO</w:t>
      </w:r>
      <w:r w:rsidR="00E9735F" w:rsidRPr="00623008">
        <w:rPr>
          <w:szCs w:val="20"/>
        </w:rPr>
        <w:t xml:space="preserve"> </w:t>
      </w:r>
      <w:r w:rsidRPr="00623008">
        <w:rPr>
          <w:szCs w:val="20"/>
        </w:rPr>
        <w:t>instalada na caixa de marcha do veículo</w:t>
      </w:r>
      <w:r w:rsidR="00E9735F" w:rsidRPr="00623008">
        <w:rPr>
          <w:szCs w:val="20"/>
        </w:rPr>
        <w:t>, com c</w:t>
      </w:r>
      <w:r w:rsidRPr="00623008">
        <w:rPr>
          <w:szCs w:val="20"/>
        </w:rPr>
        <w:t>apacidade</w:t>
      </w:r>
      <w:r w:rsidR="00E9735F" w:rsidRPr="00623008">
        <w:rPr>
          <w:szCs w:val="20"/>
        </w:rPr>
        <w:t xml:space="preserve"> de vazão de 75m</w:t>
      </w:r>
      <w:r w:rsidR="0023687E" w:rsidRPr="00623008">
        <w:rPr>
          <w:szCs w:val="20"/>
        </w:rPr>
        <w:t>³/h.. Contendo</w:t>
      </w:r>
      <w:r w:rsidR="000912DE" w:rsidRPr="00623008">
        <w:rPr>
          <w:szCs w:val="20"/>
        </w:rPr>
        <w:t xml:space="preserve"> caixa multiplicadora tipo TFC 2, bomba centrífuga de 1 estágio, cardan homo cinético automotivo com cruzeta para 50CV, tomada de força pneumática compatível com relação de transmissão e rotação do câmbio do veículo</w:t>
      </w:r>
      <w:r w:rsidR="00E9735F" w:rsidRPr="00623008">
        <w:rPr>
          <w:szCs w:val="20"/>
        </w:rPr>
        <w:t>;</w:t>
      </w:r>
    </w:p>
    <w:p w:rsidR="00CB6B9F" w:rsidRPr="00623008" w:rsidRDefault="00C26C75" w:rsidP="00926980">
      <w:pPr>
        <w:pStyle w:val="PargrafodaLista"/>
        <w:numPr>
          <w:ilvl w:val="1"/>
          <w:numId w:val="28"/>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w:t>
      </w:r>
      <w:r w:rsidR="00635773" w:rsidRPr="00623008">
        <w:rPr>
          <w:szCs w:val="20"/>
        </w:rPr>
        <w:t xml:space="preserve">, </w:t>
      </w:r>
      <w:r w:rsidRPr="00623008">
        <w:rPr>
          <w:szCs w:val="20"/>
        </w:rPr>
        <w:t>do tanque p</w:t>
      </w:r>
      <w:r w:rsidR="00635773" w:rsidRPr="00623008">
        <w:rPr>
          <w:szCs w:val="20"/>
        </w:rPr>
        <w:t xml:space="preserve">ara </w:t>
      </w:r>
      <w:r w:rsidRPr="00623008">
        <w:rPr>
          <w:szCs w:val="20"/>
        </w:rPr>
        <w:t xml:space="preserve">outro reservatório, composto por registro de esfera </w:t>
      </w:r>
      <w:r w:rsidR="00635773" w:rsidRPr="00623008">
        <w:rPr>
          <w:szCs w:val="20"/>
        </w:rPr>
        <w:t xml:space="preserve">de </w:t>
      </w:r>
      <w:r w:rsidRPr="00623008">
        <w:rPr>
          <w:szCs w:val="20"/>
        </w:rPr>
        <w:t>2</w:t>
      </w:r>
      <w:r w:rsidR="00635773" w:rsidRPr="00623008">
        <w:rPr>
          <w:szCs w:val="20"/>
        </w:rPr>
        <w:t xml:space="preserve"> polegadas </w:t>
      </w:r>
      <w:r w:rsidRPr="00623008">
        <w:rPr>
          <w:szCs w:val="20"/>
        </w:rPr>
        <w:t xml:space="preserve">e engate rápido tipo </w:t>
      </w:r>
      <w:r w:rsidRPr="00623008">
        <w:rPr>
          <w:i/>
          <w:szCs w:val="20"/>
        </w:rPr>
        <w:t>storz</w:t>
      </w:r>
      <w:r w:rsidRPr="00623008">
        <w:rPr>
          <w:szCs w:val="20"/>
        </w:rPr>
        <w:t xml:space="preserve"> lado direito e lado esquerdo para mangotes de 1</w:t>
      </w:r>
      <w:r w:rsidR="00635773" w:rsidRPr="00623008">
        <w:rPr>
          <w:szCs w:val="20"/>
        </w:rPr>
        <w:t xml:space="preserve"> ½ (uma e meia) polegadas</w:t>
      </w:r>
      <w:r w:rsidR="00CB6B9F" w:rsidRPr="00623008">
        <w:rPr>
          <w:rFonts w:cs="Arial"/>
          <w:szCs w:val="20"/>
        </w:rPr>
        <w:t xml:space="preserve">; </w:t>
      </w:r>
    </w:p>
    <w:p w:rsidR="00964757" w:rsidRPr="00623008" w:rsidRDefault="00D57154" w:rsidP="00926980">
      <w:pPr>
        <w:pStyle w:val="PargrafodaLista"/>
        <w:numPr>
          <w:ilvl w:val="1"/>
          <w:numId w:val="28"/>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w:t>
      </w:r>
      <w:r w:rsidR="00C26C75" w:rsidRPr="00623008">
        <w:rPr>
          <w:szCs w:val="20"/>
        </w:rPr>
        <w:t>-</w:t>
      </w:r>
      <w:r w:rsidRPr="00623008">
        <w:rPr>
          <w:szCs w:val="20"/>
        </w:rPr>
        <w:t>rápido</w:t>
      </w:r>
      <w:r w:rsidR="00C26C75" w:rsidRPr="00623008">
        <w:rPr>
          <w:szCs w:val="20"/>
        </w:rPr>
        <w:t xml:space="preserve">, </w:t>
      </w:r>
      <w:r w:rsidRPr="00623008">
        <w:rPr>
          <w:szCs w:val="20"/>
        </w:rPr>
        <w:t xml:space="preserve">feito por meio de válvula pneumática com </w:t>
      </w:r>
      <w:r w:rsidR="00C26C75" w:rsidRPr="00623008">
        <w:rPr>
          <w:szCs w:val="20"/>
        </w:rPr>
        <w:t xml:space="preserve">acionamento </w:t>
      </w:r>
      <w:r w:rsidRPr="00623008">
        <w:rPr>
          <w:szCs w:val="20"/>
        </w:rPr>
        <w:t>no interior da cabine do motorista</w:t>
      </w:r>
      <w:r w:rsidR="00E3299F" w:rsidRPr="00623008">
        <w:rPr>
          <w:rFonts w:cs="Arial"/>
          <w:szCs w:val="20"/>
        </w:rPr>
        <w:t>;</w:t>
      </w:r>
    </w:p>
    <w:p w:rsidR="00D57154" w:rsidRPr="00623008" w:rsidRDefault="00D57154" w:rsidP="00926980">
      <w:pPr>
        <w:pStyle w:val="PargrafodaLista"/>
        <w:numPr>
          <w:ilvl w:val="1"/>
          <w:numId w:val="28"/>
        </w:numPr>
        <w:ind w:left="0" w:firstLine="0"/>
        <w:jc w:val="both"/>
        <w:rPr>
          <w:rFonts w:cs="Arial"/>
          <w:szCs w:val="20"/>
        </w:rPr>
      </w:pPr>
      <w:r w:rsidRPr="00623008">
        <w:rPr>
          <w:szCs w:val="20"/>
        </w:rPr>
        <w:t xml:space="preserve">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w:t>
      </w:r>
      <w:r w:rsidR="00C26C75" w:rsidRPr="00623008">
        <w:rPr>
          <w:szCs w:val="20"/>
        </w:rPr>
        <w:t xml:space="preserve">acionamento pneumático </w:t>
      </w:r>
      <w:r w:rsidRPr="00623008">
        <w:rPr>
          <w:szCs w:val="20"/>
        </w:rPr>
        <w:t>no interior da cabine;</w:t>
      </w:r>
    </w:p>
    <w:p w:rsidR="00CB6B9F" w:rsidRPr="00623008" w:rsidRDefault="00D57154" w:rsidP="00926980">
      <w:pPr>
        <w:pStyle w:val="PargrafodaLista"/>
        <w:numPr>
          <w:ilvl w:val="1"/>
          <w:numId w:val="28"/>
        </w:numPr>
        <w:ind w:left="0" w:firstLine="0"/>
        <w:jc w:val="both"/>
        <w:rPr>
          <w:rFonts w:cs="Arial"/>
          <w:szCs w:val="20"/>
        </w:rPr>
      </w:pPr>
      <w:r w:rsidRPr="00623008">
        <w:rPr>
          <w:szCs w:val="20"/>
        </w:rPr>
        <w:t>Conjunto de Carretel instalados na lateral do tanque, contendo uma mangueira de 1 polegada resistente a pressão de 300psi</w:t>
      </w:r>
      <w:r w:rsidR="00C26C75" w:rsidRPr="00623008">
        <w:rPr>
          <w:szCs w:val="20"/>
        </w:rPr>
        <w:t xml:space="preserve"> de</w:t>
      </w:r>
      <w:r w:rsidRPr="00623008">
        <w:rPr>
          <w:szCs w:val="20"/>
        </w:rPr>
        <w:t xml:space="preserve"> 25 metros</w:t>
      </w:r>
      <w:r w:rsidR="00C26C75" w:rsidRPr="00623008">
        <w:rPr>
          <w:szCs w:val="20"/>
        </w:rPr>
        <w:t xml:space="preserve"> </w:t>
      </w:r>
      <w:r w:rsidRPr="00623008">
        <w:rPr>
          <w:szCs w:val="20"/>
        </w:rPr>
        <w:t>com esguicho regulável (jato / neblina), instalado na lateral do tanque,</w:t>
      </w:r>
      <w:r w:rsidR="00C26C75" w:rsidRPr="00623008">
        <w:rPr>
          <w:szCs w:val="20"/>
        </w:rPr>
        <w:t xml:space="preserve"> com </w:t>
      </w:r>
      <w:r w:rsidRPr="00623008">
        <w:rPr>
          <w:szCs w:val="20"/>
        </w:rPr>
        <w:t xml:space="preserve">alimentação </w:t>
      </w:r>
      <w:r w:rsidR="00C26C75" w:rsidRPr="00623008">
        <w:rPr>
          <w:szCs w:val="20"/>
        </w:rPr>
        <w:t xml:space="preserve">por meio </w:t>
      </w:r>
      <w:r w:rsidRPr="00623008">
        <w:rPr>
          <w:szCs w:val="20"/>
        </w:rPr>
        <w:t>do conjunto bomba</w:t>
      </w:r>
      <w:r w:rsidR="00C26C75" w:rsidRPr="00623008">
        <w:rPr>
          <w:szCs w:val="20"/>
        </w:rPr>
        <w:t xml:space="preserve"> e acionamento pneumático no interior da cabine do motorista</w:t>
      </w:r>
      <w:r w:rsidRPr="00623008">
        <w:rPr>
          <w:szCs w:val="20"/>
        </w:rPr>
        <w:t xml:space="preserve">, proporciona vazão de </w:t>
      </w:r>
      <w:r w:rsidR="00C26C75" w:rsidRPr="00623008">
        <w:rPr>
          <w:szCs w:val="20"/>
        </w:rPr>
        <w:t xml:space="preserve">no mínimo </w:t>
      </w:r>
      <w:r w:rsidRPr="00623008">
        <w:rPr>
          <w:szCs w:val="20"/>
        </w:rPr>
        <w:t>2</w:t>
      </w:r>
      <w:r w:rsidR="00C26C75" w:rsidRPr="00623008">
        <w:rPr>
          <w:szCs w:val="20"/>
        </w:rPr>
        <w:t>0</w:t>
      </w:r>
      <w:r w:rsidRPr="00623008">
        <w:rPr>
          <w:szCs w:val="20"/>
        </w:rPr>
        <w:t xml:space="preserve">0 LPM e alcance do jato pleno de </w:t>
      </w:r>
      <w:r w:rsidR="00C26C75" w:rsidRPr="00623008">
        <w:rPr>
          <w:szCs w:val="20"/>
        </w:rPr>
        <w:t xml:space="preserve">no mínimo </w:t>
      </w:r>
      <w:r w:rsidRPr="00623008">
        <w:rPr>
          <w:szCs w:val="20"/>
        </w:rPr>
        <w:t>35 metro</w:t>
      </w:r>
      <w:r w:rsidR="00C26C75" w:rsidRPr="00623008">
        <w:rPr>
          <w:szCs w:val="20"/>
        </w:rPr>
        <w:t>s</w:t>
      </w:r>
      <w:r w:rsidR="004874A5" w:rsidRPr="00623008">
        <w:rPr>
          <w:rFonts w:cs="Arial"/>
          <w:szCs w:val="20"/>
        </w:rPr>
        <w:t>;</w:t>
      </w:r>
    </w:p>
    <w:p w:rsidR="00E3299F" w:rsidRPr="00623008" w:rsidRDefault="00613432" w:rsidP="00926980">
      <w:pPr>
        <w:pStyle w:val="PargrafodaLista"/>
        <w:numPr>
          <w:ilvl w:val="1"/>
          <w:numId w:val="28"/>
        </w:numPr>
        <w:ind w:left="0" w:firstLine="0"/>
        <w:jc w:val="both"/>
        <w:rPr>
          <w:rFonts w:cs="Arial"/>
          <w:szCs w:val="20"/>
        </w:rPr>
      </w:pPr>
      <w:r w:rsidRPr="00623008">
        <w:rPr>
          <w:rFonts w:cs="Arial"/>
          <w:szCs w:val="20"/>
        </w:rPr>
        <w:t>Tanque com a</w:t>
      </w:r>
      <w:r w:rsidR="00E3299F" w:rsidRPr="00623008">
        <w:rPr>
          <w:rFonts w:cs="Arial"/>
          <w:szCs w:val="20"/>
        </w:rPr>
        <w:t xml:space="preserve">cabamento interno </w:t>
      </w:r>
      <w:r w:rsidRPr="00623008">
        <w:rPr>
          <w:szCs w:val="20"/>
        </w:rPr>
        <w:t>feito preparação e limpeza com fosfatizante e aplicação de tinta epóxi atóxica para transporte de água potável</w:t>
      </w:r>
      <w:r w:rsidR="00E3299F" w:rsidRPr="00623008">
        <w:rPr>
          <w:rFonts w:cs="Arial"/>
          <w:szCs w:val="20"/>
        </w:rPr>
        <w:t xml:space="preserve">, acabamento externo </w:t>
      </w:r>
      <w:r w:rsidR="00D57154" w:rsidRPr="00623008">
        <w:rPr>
          <w:szCs w:val="20"/>
        </w:rPr>
        <w:t xml:space="preserve">feito através de preparação e limpeza com fosfatizante, aplicação de fundo anticorrosivo e pintura em esmalte PU na </w:t>
      </w:r>
      <w:r w:rsidR="00E3299F" w:rsidRPr="00623008">
        <w:rPr>
          <w:rFonts w:cs="Arial"/>
          <w:szCs w:val="20"/>
        </w:rPr>
        <w:t>cor branca;</w:t>
      </w:r>
      <w:r w:rsidR="004874A5" w:rsidRPr="00623008">
        <w:rPr>
          <w:rFonts w:cs="Arial"/>
          <w:szCs w:val="20"/>
        </w:rPr>
        <w:t xml:space="preserve"> e</w:t>
      </w:r>
    </w:p>
    <w:p w:rsidR="004874A5" w:rsidRPr="00623008" w:rsidRDefault="0056766D" w:rsidP="00926980">
      <w:pPr>
        <w:pStyle w:val="PargrafodaLista"/>
        <w:numPr>
          <w:ilvl w:val="1"/>
          <w:numId w:val="28"/>
        </w:numPr>
        <w:ind w:left="0" w:firstLine="0"/>
        <w:jc w:val="both"/>
        <w:rPr>
          <w:rFonts w:cs="Arial"/>
          <w:szCs w:val="20"/>
        </w:rPr>
      </w:pPr>
      <w:r>
        <w:rPr>
          <w:rFonts w:cs="Arial"/>
          <w:szCs w:val="20"/>
        </w:rPr>
        <w:t>Produto similar ao Mercedes-Benz Atego 1719, equipado com i</w:t>
      </w:r>
      <w:r w:rsidRPr="00623008">
        <w:rPr>
          <w:rFonts w:cs="Arial"/>
          <w:szCs w:val="20"/>
        </w:rPr>
        <w:t xml:space="preserve">mplemento </w:t>
      </w:r>
      <w:r w:rsidR="004874A5" w:rsidRPr="00623008">
        <w:rPr>
          <w:rFonts w:cs="Arial"/>
          <w:szCs w:val="20"/>
        </w:rPr>
        <w:t>similar ao</w:t>
      </w:r>
      <w:r w:rsidR="000912DE" w:rsidRPr="00623008">
        <w:rPr>
          <w:rFonts w:cs="Arial"/>
          <w:szCs w:val="20"/>
        </w:rPr>
        <w:t xml:space="preserve"> Tanque Irrigador da Facchini.</w:t>
      </w:r>
    </w:p>
    <w:p w:rsidR="00005DD0" w:rsidRPr="00623008" w:rsidRDefault="00005DD0">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591489" w:rsidRPr="00623008" w:rsidTr="00A40358">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91489" w:rsidRPr="00623008" w:rsidRDefault="00591489" w:rsidP="00A40358">
            <w:pPr>
              <w:widowControl w:val="0"/>
              <w:suppressAutoHyphens/>
              <w:jc w:val="center"/>
              <w:rPr>
                <w:rFonts w:cs="Arial"/>
                <w:b/>
                <w:color w:val="000000"/>
                <w:szCs w:val="20"/>
              </w:rPr>
            </w:pPr>
            <w:r w:rsidRPr="00623008">
              <w:rPr>
                <w:rFonts w:cs="Arial"/>
                <w:b/>
                <w:color w:val="000000"/>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591489" w:rsidRPr="00623008" w:rsidRDefault="00591489" w:rsidP="00A40358">
            <w:pPr>
              <w:widowControl w:val="0"/>
              <w:suppressAutoHyphens/>
              <w:jc w:val="center"/>
              <w:rPr>
                <w:rFonts w:cs="Times New Roman"/>
                <w:b/>
                <w:bCs/>
                <w:szCs w:val="20"/>
              </w:rPr>
            </w:pPr>
            <w:r w:rsidRPr="00623008">
              <w:rPr>
                <w:rFonts w:cs="Times New Roman"/>
                <w:b/>
                <w:bCs/>
                <w:szCs w:val="20"/>
              </w:rPr>
              <w:t>DESCRIÇÃO/ESPECIFICAÇÃO</w:t>
            </w:r>
          </w:p>
        </w:tc>
      </w:tr>
      <w:tr w:rsidR="00591489" w:rsidRPr="00623008" w:rsidTr="00A40358">
        <w:trPr>
          <w:jc w:val="center"/>
        </w:trPr>
        <w:tc>
          <w:tcPr>
            <w:tcW w:w="709" w:type="dxa"/>
            <w:vAlign w:val="center"/>
          </w:tcPr>
          <w:p w:rsidR="00591489" w:rsidRPr="00623008" w:rsidRDefault="002757CD" w:rsidP="00A40358">
            <w:pPr>
              <w:widowControl w:val="0"/>
              <w:suppressAutoHyphens/>
              <w:jc w:val="center"/>
              <w:rPr>
                <w:rFonts w:cs="Arial"/>
                <w:b/>
                <w:color w:val="000000"/>
                <w:szCs w:val="20"/>
              </w:rPr>
            </w:pPr>
            <w:r>
              <w:rPr>
                <w:rFonts w:cs="Arial"/>
                <w:b/>
                <w:color w:val="000000"/>
                <w:szCs w:val="20"/>
              </w:rPr>
              <w:t>75</w:t>
            </w:r>
          </w:p>
        </w:tc>
        <w:tc>
          <w:tcPr>
            <w:tcW w:w="8217" w:type="dxa"/>
          </w:tcPr>
          <w:p w:rsidR="00591489" w:rsidRPr="00623008" w:rsidRDefault="00591489" w:rsidP="00A40358">
            <w:pPr>
              <w:widowControl w:val="0"/>
              <w:suppressAutoHyphens/>
              <w:rPr>
                <w:rFonts w:cs="Arial"/>
                <w:color w:val="000000"/>
                <w:szCs w:val="20"/>
              </w:rPr>
            </w:pPr>
            <w:r w:rsidRPr="00623008">
              <w:rPr>
                <w:rFonts w:cs="Times New Roman"/>
                <w:bCs/>
                <w:szCs w:val="20"/>
              </w:rPr>
              <w:t>Caminhão a diesel com tanque para transporte de água</w:t>
            </w:r>
            <w:r w:rsidR="00320C27" w:rsidRPr="00623008">
              <w:rPr>
                <w:rFonts w:cs="Times New Roman"/>
                <w:bCs/>
                <w:szCs w:val="20"/>
              </w:rPr>
              <w:t xml:space="preserve"> 15.000 litros</w:t>
            </w:r>
            <w:r w:rsidRPr="00623008">
              <w:rPr>
                <w:rFonts w:cs="Times New Roman"/>
                <w:bCs/>
                <w:szCs w:val="20"/>
              </w:rPr>
              <w:t>, tração 6x2</w:t>
            </w:r>
          </w:p>
        </w:tc>
      </w:tr>
    </w:tbl>
    <w:p w:rsidR="00591489" w:rsidRPr="00623008" w:rsidRDefault="00591489" w:rsidP="00926980">
      <w:pPr>
        <w:pStyle w:val="PargrafodaLista"/>
        <w:numPr>
          <w:ilvl w:val="0"/>
          <w:numId w:val="49"/>
        </w:numPr>
        <w:spacing w:before="240" w:after="240"/>
        <w:ind w:left="0" w:firstLine="0"/>
        <w:contextualSpacing w:val="0"/>
        <w:jc w:val="both"/>
        <w:rPr>
          <w:rFonts w:cs="Arial"/>
          <w:b/>
          <w:szCs w:val="20"/>
        </w:rPr>
      </w:pPr>
      <w:r w:rsidRPr="00623008">
        <w:rPr>
          <w:rFonts w:cs="Arial"/>
          <w:b/>
          <w:szCs w:val="20"/>
        </w:rPr>
        <w:t>CARACTERÍSTICAS TÉCNICAS</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 xml:space="preserve">Classificação: Veículo novo, zero quilômetro, </w:t>
      </w:r>
      <w:r w:rsidR="0041529B" w:rsidRPr="00623008">
        <w:rPr>
          <w:rFonts w:cs="Arial"/>
          <w:szCs w:val="20"/>
        </w:rPr>
        <w:t xml:space="preserve">equipado com </w:t>
      </w:r>
      <w:r w:rsidRPr="00623008">
        <w:rPr>
          <w:rFonts w:cs="Arial"/>
          <w:szCs w:val="20"/>
        </w:rPr>
        <w:t xml:space="preserve">cisterna para transporte de água potável e/ou para trabalhos de terraplenagem, </w:t>
      </w:r>
      <w:r w:rsidR="0041529B" w:rsidRPr="00623008">
        <w:rPr>
          <w:rFonts w:cs="Arial"/>
          <w:szCs w:val="20"/>
        </w:rPr>
        <w:t xml:space="preserve">dotado de </w:t>
      </w:r>
      <w:r w:rsidRPr="00623008">
        <w:rPr>
          <w:rFonts w:cs="Arial"/>
          <w:szCs w:val="20"/>
        </w:rPr>
        <w:t>sistema espargidor do tipo rabo de pavão e barra espargidora de água;</w:t>
      </w:r>
    </w:p>
    <w:p w:rsidR="00591489" w:rsidRPr="00623008" w:rsidRDefault="00591489" w:rsidP="00926980">
      <w:pPr>
        <w:pStyle w:val="PargrafodaLista"/>
        <w:numPr>
          <w:ilvl w:val="0"/>
          <w:numId w:val="50"/>
        </w:numPr>
        <w:spacing w:after="120"/>
        <w:ind w:left="0" w:firstLine="0"/>
        <w:jc w:val="both"/>
        <w:rPr>
          <w:rFonts w:cs="Arial"/>
          <w:szCs w:val="20"/>
        </w:rPr>
      </w:pPr>
      <w:r w:rsidRPr="00623008">
        <w:rPr>
          <w:rFonts w:cs="Arial"/>
          <w:szCs w:val="20"/>
        </w:rPr>
        <w:t>Ano de fabricação do chassi: do ano em curso ou posterior;</w:t>
      </w:r>
    </w:p>
    <w:p w:rsidR="00591489" w:rsidRPr="00623008" w:rsidRDefault="00320C27" w:rsidP="00926980">
      <w:pPr>
        <w:pStyle w:val="PargrafodaLista"/>
        <w:numPr>
          <w:ilvl w:val="0"/>
          <w:numId w:val="50"/>
        </w:numPr>
        <w:ind w:left="0" w:firstLine="0"/>
        <w:jc w:val="both"/>
        <w:rPr>
          <w:rFonts w:cs="Arial"/>
          <w:szCs w:val="20"/>
        </w:rPr>
      </w:pPr>
      <w:r w:rsidRPr="00623008">
        <w:rPr>
          <w:rFonts w:cs="Arial"/>
          <w:szCs w:val="20"/>
        </w:rPr>
        <w:t>PBT igual ou superior a 23</w:t>
      </w:r>
      <w:r w:rsidR="00591489" w:rsidRPr="00623008">
        <w:rPr>
          <w:rFonts w:cs="Arial"/>
          <w:szCs w:val="20"/>
        </w:rPr>
        <w:t>.000 Kg;</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 xml:space="preserve">Motor do veículo: Óleo diesel, com potência igual ou superior a </w:t>
      </w:r>
      <w:r w:rsidR="00320C27" w:rsidRPr="00623008">
        <w:rPr>
          <w:rFonts w:cs="Arial"/>
          <w:szCs w:val="20"/>
        </w:rPr>
        <w:t>2</w:t>
      </w:r>
      <w:r w:rsidR="00A40358" w:rsidRPr="00623008">
        <w:rPr>
          <w:rFonts w:cs="Arial"/>
          <w:szCs w:val="20"/>
        </w:rPr>
        <w:t>3</w:t>
      </w:r>
      <w:r w:rsidR="00320C27" w:rsidRPr="00623008">
        <w:rPr>
          <w:rFonts w:cs="Arial"/>
          <w:szCs w:val="20"/>
        </w:rPr>
        <w:t>0</w:t>
      </w:r>
      <w:r w:rsidRPr="00623008">
        <w:rPr>
          <w:rFonts w:cs="Arial"/>
          <w:szCs w:val="20"/>
        </w:rPr>
        <w:t>CV;</w:t>
      </w:r>
    </w:p>
    <w:p w:rsidR="00591489" w:rsidRPr="00623008" w:rsidRDefault="00655002" w:rsidP="00926980">
      <w:pPr>
        <w:pStyle w:val="PargrafodaLista"/>
        <w:numPr>
          <w:ilvl w:val="0"/>
          <w:numId w:val="50"/>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4.800mm</w:t>
      </w:r>
      <w:r w:rsidR="00591489" w:rsidRPr="00623008">
        <w:rPr>
          <w:rFonts w:cs="Arial"/>
          <w:szCs w:val="20"/>
        </w:rPr>
        <w:t>, compatível para implemento de cisterna de água</w:t>
      </w:r>
      <w:r w:rsidR="0041529B" w:rsidRPr="00623008">
        <w:rPr>
          <w:rFonts w:cs="Arial"/>
          <w:szCs w:val="20"/>
        </w:rPr>
        <w:t xml:space="preserve"> de 15m³</w:t>
      </w:r>
      <w:r w:rsidR="00591489" w:rsidRPr="00623008">
        <w:rPr>
          <w:rFonts w:cs="Arial"/>
          <w:szCs w:val="20"/>
        </w:rPr>
        <w:t>;</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Acesso rápido para engate em cambão.</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Pneus e rodas</w:t>
      </w:r>
      <w:r w:rsidR="006B30C2">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591489" w:rsidRPr="00623008" w:rsidRDefault="00591489" w:rsidP="00926980">
      <w:pPr>
        <w:pStyle w:val="PargrafodaLista"/>
        <w:numPr>
          <w:ilvl w:val="0"/>
          <w:numId w:val="50"/>
        </w:numPr>
        <w:ind w:left="0" w:firstLine="0"/>
        <w:contextualSpacing w:val="0"/>
        <w:jc w:val="both"/>
        <w:rPr>
          <w:rFonts w:cs="Arial"/>
          <w:szCs w:val="20"/>
        </w:rPr>
      </w:pPr>
      <w:r w:rsidRPr="00623008">
        <w:rPr>
          <w:rFonts w:cs="Arial"/>
          <w:szCs w:val="20"/>
        </w:rPr>
        <w:t>Pintura na cor BRANCA.</w:t>
      </w:r>
    </w:p>
    <w:p w:rsidR="00591489" w:rsidRPr="00623008" w:rsidRDefault="00591489" w:rsidP="00926980">
      <w:pPr>
        <w:pStyle w:val="PargrafodaLista"/>
        <w:numPr>
          <w:ilvl w:val="0"/>
          <w:numId w:val="49"/>
        </w:numPr>
        <w:spacing w:before="240" w:after="240"/>
        <w:ind w:left="0" w:firstLine="0"/>
        <w:contextualSpacing w:val="0"/>
        <w:jc w:val="both"/>
        <w:rPr>
          <w:rFonts w:cs="Arial"/>
          <w:szCs w:val="20"/>
        </w:rPr>
      </w:pPr>
      <w:r w:rsidRPr="00623008">
        <w:rPr>
          <w:rFonts w:cs="Arial"/>
          <w:b/>
          <w:szCs w:val="20"/>
        </w:rPr>
        <w:t>DIVERSOS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Ar-condicionado original de fábrica;</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Retrovisores externos elétricos;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Vidro elétrico nas portas com fechamento/abertura automática pela chave;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Travas elétricas das portas com acionamento na chave;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Som/multimídia integrada ao veículo, somente o disponibilizado de fábrica;</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Protetor de cárter;</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Jogo de tapete de borracha; 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rsidR="00591489" w:rsidRPr="00623008" w:rsidRDefault="00591489" w:rsidP="00926980">
      <w:pPr>
        <w:pStyle w:val="PargrafodaLista"/>
        <w:numPr>
          <w:ilvl w:val="0"/>
          <w:numId w:val="49"/>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Tanque semielíptico para 1</w:t>
      </w:r>
      <w:r w:rsidR="00334CD3" w:rsidRPr="00623008">
        <w:rPr>
          <w:rFonts w:cs="Arial"/>
          <w:szCs w:val="20"/>
        </w:rPr>
        <w:t>5</w:t>
      </w:r>
      <w:r w:rsidRPr="00623008">
        <w:rPr>
          <w:rFonts w:cs="Arial"/>
          <w:szCs w:val="20"/>
        </w:rPr>
        <w:t>.000 litros de água, dotado de quebra-ondas;</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Secção transversal semielíptica construído totalmente em chapa de aço carbono com qualidade mínima LN 28, de características mecânicas e químicas adequadas ao transporte de água, com espessura mínima de 3,75mm, unidos por solda </w:t>
      </w:r>
      <w:r w:rsidRPr="00623008">
        <w:rPr>
          <w:rFonts w:cs="Arial"/>
          <w:i/>
          <w:szCs w:val="20"/>
        </w:rPr>
        <w:t>Mig</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 </w:t>
      </w:r>
      <w:r w:rsidRPr="00623008">
        <w:rPr>
          <w:szCs w:val="20"/>
        </w:rPr>
        <w:t xml:space="preserve">Tampos e quebra ondas policêntricos em chapa de aço </w:t>
      </w:r>
      <w:r w:rsidRPr="00623008">
        <w:rPr>
          <w:rFonts w:cs="Arial"/>
          <w:szCs w:val="20"/>
        </w:rPr>
        <w:t>com qualidade mínima</w:t>
      </w:r>
      <w:r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Longarinas formadas por conjunto de berço metálicos em perfil U, com espessura de 6,35mm;</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Paralamas em plástico de polietileno PPT 40 ou metálico com borracha, fixados por tubos galvanizados à longarina do tanque, ou em chapa de aço com qualidade mínima SAE 1020;</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Caixa porta ferramentas construída em polietileno, com tampa e tranca, fixada por suporte parafusado à longarina do tanque;</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Equipado com conjunto bomba, acionado por tomada de força tipo PTO instalada na caixa de marcha do veículo, com capacidade de vazão de 75m³/h</w:t>
      </w:r>
      <w:r w:rsidR="006B30C2">
        <w:rPr>
          <w:szCs w:val="20"/>
        </w:rPr>
        <w:t>.</w:t>
      </w:r>
      <w:r w:rsidRPr="00623008">
        <w:rPr>
          <w:szCs w:val="20"/>
        </w:rPr>
        <w:t>. Contendo caixa</w:t>
      </w:r>
      <w:r w:rsidR="006B30C2">
        <w:rPr>
          <w:szCs w:val="20"/>
        </w:rPr>
        <w:t xml:space="preserve"> multiplicadora tipo TFC 2, bom</w:t>
      </w:r>
      <w:r w:rsidRPr="00623008">
        <w:rPr>
          <w:szCs w:val="20"/>
        </w:rPr>
        <w:t>ba centrífuga de 1 estágio, cardan homo cinético automotivo com cruzeta para 50CV, tomada de força pneumática compatível com relação de transmissão e rotação do câmbio do veículo;</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 do tanque para outro reservatório, composto por registro de esfera de 2 polegadas e engate rápido tipo </w:t>
      </w:r>
      <w:r w:rsidRPr="00623008">
        <w:rPr>
          <w:i/>
          <w:szCs w:val="20"/>
        </w:rPr>
        <w:t>storz</w:t>
      </w:r>
      <w:r w:rsidRPr="00623008">
        <w:rPr>
          <w:szCs w:val="20"/>
        </w:rPr>
        <w:t xml:space="preserve"> lado direito e lado esquerdo para mangotes de 1 ½ (uma e meia) polegadas</w:t>
      </w:r>
      <w:r w:rsidRPr="00623008">
        <w:rPr>
          <w:rFonts w:cs="Arial"/>
          <w:szCs w:val="20"/>
        </w:rPr>
        <w:t xml:space="preserve">; </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fecho-rápido, feito por meio de válvula pneumática com acionamento no interior da cabine do motorista</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acionamento pneumático no interior da cabine;</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Conjunto de Carretel instalados na lateral do tanque, contendo uma mangueira de 1 polegada resistente a pressão de 300psi de 25 metros com esguicho regulável (jato / neblina), instalado na lateral do tanque, com alimentação por meio do conjunto bomba e acionamento pneumático no interior da cabine do motorista, proporciona vazão de no mínimo 200 LPM e alcance do jato pleno de no mínimo 35 metros</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Tanque com acabamento interno </w:t>
      </w:r>
      <w:r w:rsidRPr="00623008">
        <w:rPr>
          <w:szCs w:val="20"/>
        </w:rPr>
        <w:t>feito preparação e limpeza com fosfatizante e aplicação de tinta epóxi atóxica para transporte de água potável</w:t>
      </w:r>
      <w:r w:rsidRPr="00623008">
        <w:rPr>
          <w:rFonts w:cs="Arial"/>
          <w:szCs w:val="20"/>
        </w:rPr>
        <w:t xml:space="preserve">, acabamento externo </w:t>
      </w:r>
      <w:r w:rsidRPr="00623008">
        <w:rPr>
          <w:szCs w:val="20"/>
        </w:rPr>
        <w:t xml:space="preserve">feito através de preparação e limpeza com fosfatizante, aplicação de fundo anticorrosivo e pintura em esmalte PU na </w:t>
      </w:r>
      <w:r w:rsidRPr="00623008">
        <w:rPr>
          <w:rFonts w:cs="Arial"/>
          <w:szCs w:val="20"/>
        </w:rPr>
        <w:t>cor branca; e</w:t>
      </w:r>
    </w:p>
    <w:p w:rsidR="00591489" w:rsidRPr="00623008" w:rsidRDefault="0056766D" w:rsidP="00926980">
      <w:pPr>
        <w:pStyle w:val="PargrafodaLista"/>
        <w:numPr>
          <w:ilvl w:val="1"/>
          <w:numId w:val="49"/>
        </w:numPr>
        <w:ind w:left="0" w:firstLine="0"/>
        <w:jc w:val="both"/>
        <w:rPr>
          <w:rFonts w:cs="Arial"/>
          <w:color w:val="FF0000"/>
          <w:szCs w:val="20"/>
        </w:rPr>
      </w:pPr>
      <w:r>
        <w:rPr>
          <w:rFonts w:cs="Arial"/>
          <w:szCs w:val="20"/>
        </w:rPr>
        <w:t>Produto similar ao Volkswagen Constellation 23.230, equipado com i</w:t>
      </w:r>
      <w:r w:rsidRPr="00623008">
        <w:rPr>
          <w:rFonts w:cs="Arial"/>
          <w:szCs w:val="20"/>
        </w:rPr>
        <w:t xml:space="preserve">mplemento </w:t>
      </w:r>
      <w:r w:rsidR="000912DE" w:rsidRPr="00623008">
        <w:rPr>
          <w:rFonts w:cs="Arial"/>
          <w:szCs w:val="20"/>
        </w:rPr>
        <w:t>similar ao Tanque Irrigador da Facchini</w:t>
      </w:r>
      <w:r w:rsidR="00591489" w:rsidRPr="0056766D">
        <w:rPr>
          <w:rFonts w:cs="Arial"/>
          <w:szCs w:val="20"/>
        </w:rPr>
        <w:t>.</w:t>
      </w:r>
    </w:p>
    <w:p w:rsidR="00591489" w:rsidRPr="00623008" w:rsidRDefault="0059148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067797" w:rsidRPr="00623008" w:rsidTr="00C00C1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67797" w:rsidRPr="00623008" w:rsidRDefault="00067797" w:rsidP="00C00C1A">
            <w:pPr>
              <w:widowControl w:val="0"/>
              <w:suppressAutoHyphens/>
              <w:jc w:val="center"/>
              <w:rPr>
                <w:rFonts w:cs="Arial"/>
                <w:b/>
                <w:color w:val="000000"/>
                <w:szCs w:val="20"/>
              </w:rPr>
            </w:pPr>
            <w:r w:rsidRPr="00623008">
              <w:rPr>
                <w:rFonts w:cs="Arial"/>
                <w:b/>
                <w:color w:val="000000"/>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067797" w:rsidRPr="00623008" w:rsidRDefault="00067797" w:rsidP="00C00C1A">
            <w:pPr>
              <w:widowControl w:val="0"/>
              <w:suppressAutoHyphens/>
              <w:jc w:val="center"/>
              <w:rPr>
                <w:rFonts w:cs="Times New Roman"/>
                <w:b/>
                <w:bCs/>
                <w:szCs w:val="20"/>
              </w:rPr>
            </w:pPr>
            <w:r w:rsidRPr="00623008">
              <w:rPr>
                <w:rFonts w:cs="Times New Roman"/>
                <w:b/>
                <w:bCs/>
                <w:szCs w:val="20"/>
              </w:rPr>
              <w:t>DESCRIÇÃO/ESPECIFICAÇÃO</w:t>
            </w:r>
          </w:p>
        </w:tc>
      </w:tr>
      <w:tr w:rsidR="00067797" w:rsidRPr="00623008" w:rsidTr="00C00C1A">
        <w:trPr>
          <w:jc w:val="center"/>
        </w:trPr>
        <w:tc>
          <w:tcPr>
            <w:tcW w:w="709" w:type="dxa"/>
            <w:vAlign w:val="center"/>
          </w:tcPr>
          <w:p w:rsidR="00067797" w:rsidRPr="00623008" w:rsidRDefault="002757CD" w:rsidP="00C00C1A">
            <w:pPr>
              <w:widowControl w:val="0"/>
              <w:suppressAutoHyphens/>
              <w:jc w:val="center"/>
              <w:rPr>
                <w:rFonts w:cs="Arial"/>
                <w:b/>
                <w:color w:val="000000"/>
                <w:szCs w:val="20"/>
              </w:rPr>
            </w:pPr>
            <w:r>
              <w:rPr>
                <w:rFonts w:cs="Arial"/>
                <w:b/>
                <w:color w:val="000000"/>
                <w:szCs w:val="20"/>
              </w:rPr>
              <w:t>76</w:t>
            </w:r>
          </w:p>
        </w:tc>
        <w:tc>
          <w:tcPr>
            <w:tcW w:w="8217" w:type="dxa"/>
          </w:tcPr>
          <w:p w:rsidR="00067797" w:rsidRPr="00623008" w:rsidRDefault="00067797" w:rsidP="00C00C1A">
            <w:pPr>
              <w:widowControl w:val="0"/>
              <w:suppressAutoHyphens/>
              <w:rPr>
                <w:rFonts w:cs="Arial"/>
                <w:color w:val="000000"/>
                <w:szCs w:val="20"/>
              </w:rPr>
            </w:pPr>
            <w:r w:rsidRPr="00623008">
              <w:rPr>
                <w:rFonts w:cs="Times New Roman"/>
                <w:bCs/>
                <w:szCs w:val="20"/>
              </w:rPr>
              <w:t>Caminhão a diesel com tanque para transporte de água 15.000 litros, tração 6x4</w:t>
            </w:r>
          </w:p>
        </w:tc>
      </w:tr>
    </w:tbl>
    <w:p w:rsidR="00067797" w:rsidRPr="00623008" w:rsidRDefault="00067797" w:rsidP="00926980">
      <w:pPr>
        <w:pStyle w:val="PargrafodaLista"/>
        <w:numPr>
          <w:ilvl w:val="0"/>
          <w:numId w:val="51"/>
        </w:numPr>
        <w:spacing w:before="240" w:after="240"/>
        <w:ind w:left="0" w:firstLine="0"/>
        <w:contextualSpacing w:val="0"/>
        <w:jc w:val="both"/>
        <w:rPr>
          <w:rFonts w:cs="Arial"/>
          <w:b/>
          <w:szCs w:val="20"/>
        </w:rPr>
      </w:pPr>
      <w:r w:rsidRPr="00623008">
        <w:rPr>
          <w:rFonts w:cs="Arial"/>
          <w:b/>
          <w:szCs w:val="20"/>
        </w:rPr>
        <w:t>CARACTERÍSTICAS TÉCNICAS</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Classificação: Veículo novo</w:t>
      </w:r>
      <w:r w:rsidR="00F7524B" w:rsidRPr="00623008">
        <w:rPr>
          <w:rFonts w:cs="Arial"/>
          <w:szCs w:val="20"/>
        </w:rPr>
        <w:t xml:space="preserve"> para </w:t>
      </w:r>
      <w:r w:rsidR="00F7524B" w:rsidRPr="00623008">
        <w:rPr>
          <w:rFonts w:cs="Arial"/>
          <w:b/>
          <w:szCs w:val="20"/>
        </w:rPr>
        <w:t>uso em estrada não pavimentada ou acidentada</w:t>
      </w:r>
      <w:r w:rsidRPr="00623008">
        <w:rPr>
          <w:rFonts w:cs="Arial"/>
          <w:szCs w:val="20"/>
        </w:rPr>
        <w:t>, zero quilômetro, equipado com cisterna para transporte de água potável e/ou para trabalhos de terraplenagem, dotado de sistema espargidor do tipo rabo de pavão e barra espargidora de água;</w:t>
      </w:r>
    </w:p>
    <w:p w:rsidR="00067797" w:rsidRPr="00623008" w:rsidRDefault="00067797" w:rsidP="00926980">
      <w:pPr>
        <w:pStyle w:val="PargrafodaLista"/>
        <w:numPr>
          <w:ilvl w:val="0"/>
          <w:numId w:val="52"/>
        </w:numPr>
        <w:spacing w:after="120"/>
        <w:ind w:left="0" w:firstLine="0"/>
        <w:jc w:val="both"/>
        <w:rPr>
          <w:rFonts w:cs="Arial"/>
          <w:szCs w:val="20"/>
        </w:rPr>
      </w:pPr>
      <w:r w:rsidRPr="00623008">
        <w:rPr>
          <w:rFonts w:cs="Arial"/>
          <w:szCs w:val="20"/>
        </w:rPr>
        <w:t>Ano de fabricação do chassi: do ano em curso ou posterior;</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PBT igual ou superior a 23.000 Kg;</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Motor do veículo: Óleo diesel, com potência igual ou superior a 2</w:t>
      </w:r>
      <w:r w:rsidR="00F7524B" w:rsidRPr="00623008">
        <w:rPr>
          <w:rFonts w:cs="Arial"/>
          <w:szCs w:val="20"/>
        </w:rPr>
        <w:t>7</w:t>
      </w:r>
      <w:r w:rsidRPr="00623008">
        <w:rPr>
          <w:rFonts w:cs="Arial"/>
          <w:szCs w:val="20"/>
        </w:rPr>
        <w:t>0CV;</w:t>
      </w:r>
    </w:p>
    <w:p w:rsidR="00067797" w:rsidRPr="00623008" w:rsidRDefault="00655002" w:rsidP="00926980">
      <w:pPr>
        <w:pStyle w:val="PargrafodaLista"/>
        <w:numPr>
          <w:ilvl w:val="0"/>
          <w:numId w:val="52"/>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5.200mm</w:t>
      </w:r>
      <w:r w:rsidR="00067797" w:rsidRPr="00623008">
        <w:rPr>
          <w:rFonts w:cs="Arial"/>
          <w:szCs w:val="20"/>
        </w:rPr>
        <w:t>, compatível para implemento de cisterna de água de 15m³;</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Acesso rápido para engate em cambão.</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Pneus e rodas</w:t>
      </w:r>
      <w:r w:rsidR="006B30C2">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067797" w:rsidRPr="00623008" w:rsidRDefault="00067797" w:rsidP="00926980">
      <w:pPr>
        <w:pStyle w:val="PargrafodaLista"/>
        <w:numPr>
          <w:ilvl w:val="0"/>
          <w:numId w:val="52"/>
        </w:numPr>
        <w:ind w:left="0" w:firstLine="0"/>
        <w:contextualSpacing w:val="0"/>
        <w:jc w:val="both"/>
        <w:rPr>
          <w:rFonts w:cs="Arial"/>
          <w:szCs w:val="20"/>
        </w:rPr>
      </w:pPr>
      <w:r w:rsidRPr="00623008">
        <w:rPr>
          <w:rFonts w:cs="Arial"/>
          <w:szCs w:val="20"/>
        </w:rPr>
        <w:t>Pintura na cor BRANCA.</w:t>
      </w:r>
    </w:p>
    <w:p w:rsidR="00067797" w:rsidRPr="00623008" w:rsidRDefault="00067797" w:rsidP="00926980">
      <w:pPr>
        <w:pStyle w:val="PargrafodaLista"/>
        <w:numPr>
          <w:ilvl w:val="0"/>
          <w:numId w:val="51"/>
        </w:numPr>
        <w:spacing w:before="240" w:after="240"/>
        <w:ind w:left="0" w:firstLine="0"/>
        <w:contextualSpacing w:val="0"/>
        <w:jc w:val="both"/>
        <w:rPr>
          <w:rFonts w:cs="Arial"/>
          <w:szCs w:val="20"/>
        </w:rPr>
      </w:pPr>
      <w:r w:rsidRPr="00623008">
        <w:rPr>
          <w:rFonts w:cs="Arial"/>
          <w:b/>
          <w:szCs w:val="20"/>
        </w:rPr>
        <w:t>DIVERSOS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Ar-condicionado original de fábrica;</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Retrovisores externos elétricos;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Vidro elétrico nas portas com fechamento/abertura automática pela chave;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Travas elétricas das portas com acionamento na chave;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Som/multimídia integrada ao veículo, somente o disponibilizado de fábrica;</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Protetor de cárter;</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Jogo de tapete de borracha; 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rsidR="00067797" w:rsidRPr="00623008" w:rsidRDefault="00067797" w:rsidP="00926980">
      <w:pPr>
        <w:pStyle w:val="PargrafodaLista"/>
        <w:numPr>
          <w:ilvl w:val="0"/>
          <w:numId w:val="51"/>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Tanque semielíptico para 10.000 litros de água, dotado de quebra-ondas;</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Secção transversal semielíptica construído totalmente em chapa de aço carbono com qualidade mínima LN 28, de características mecânicas e químicas adequadas ao transporte de água, com espessura mínima de 3,75mm, unidos por solda </w:t>
      </w:r>
      <w:r w:rsidRPr="00623008">
        <w:rPr>
          <w:rFonts w:cs="Arial"/>
          <w:i/>
          <w:szCs w:val="20"/>
        </w:rPr>
        <w:t>Mig</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 </w:t>
      </w:r>
      <w:r w:rsidRPr="00623008">
        <w:rPr>
          <w:szCs w:val="20"/>
        </w:rPr>
        <w:t xml:space="preserve">Tampos e quebra ondas policêntricos em chapa de aço </w:t>
      </w:r>
      <w:r w:rsidRPr="00623008">
        <w:rPr>
          <w:rFonts w:cs="Arial"/>
          <w:szCs w:val="20"/>
        </w:rPr>
        <w:t>com qualidade mínima</w:t>
      </w:r>
      <w:r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Longarinas formadas por conjunto de berço metálicos em perfil U, com espessura de 6,35mm;</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Paralamas em plástico de polietileno PPT 40 ou metálico com borracha, fixados por tubos galvanizados à longarina do tanque, ou em chapa de aço com qualidade mínima SAE 1020;</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Caixa porta ferramentas construída em polietileno, com tampa e tranca, fixada por suporte parafusado à longarina do tanque;</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Equipado com conjunto bomba, acionado por tomada de força tipo PTO instalada na caixa de marcha do veículo, com capacidade de vazão de 75m³/h</w:t>
      </w:r>
      <w:r w:rsidR="006B30C2">
        <w:rPr>
          <w:szCs w:val="20"/>
        </w:rPr>
        <w:t>.</w:t>
      </w:r>
      <w:r w:rsidRPr="00623008">
        <w:rPr>
          <w:szCs w:val="20"/>
        </w:rPr>
        <w:t>. Contendo caixa multiplicadora tipo TFC 2, bomba centrífuga de 1 estágio, cardan homo cinético automotivo com cruzeta para 50CV, tomada de força pneumática compatível com relação de transmissão e rotação do câmbio do veículo;</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 do tanque para outro reservatório, composto por registro de esfera de 2 polegadas e engate rápido tipo </w:t>
      </w:r>
      <w:r w:rsidRPr="00623008">
        <w:rPr>
          <w:i/>
          <w:szCs w:val="20"/>
        </w:rPr>
        <w:t>storz</w:t>
      </w:r>
      <w:r w:rsidRPr="00623008">
        <w:rPr>
          <w:szCs w:val="20"/>
        </w:rPr>
        <w:t xml:space="preserve"> lado direito e lado esquerdo para mangotes de 1 ½ (uma e meia) polegadas</w:t>
      </w:r>
      <w:r w:rsidRPr="00623008">
        <w:rPr>
          <w:rFonts w:cs="Arial"/>
          <w:szCs w:val="20"/>
        </w:rPr>
        <w:t xml:space="preserve">; </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fecho-rápido, feito por meio de válvula pneumática com acionamento no interior da cabine do motorista</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acionamento pneumático no interior da cabine;</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Conjunto de Carretel instalados na lateral do tanque, contendo uma mangueira de 1 polegada resistente a pressão de 300psi de 25 metros com esguicho regulável (jato / neblina), instalado na lateral do tanque, com alimentação por meio do conjunto bomba e acionamento pneumático no interior da cabine do motorista, proporciona vazão de no mínimo 200 LPM e alcance do jato pleno de no mínimo 35 metros</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Tanque com acabamento interno </w:t>
      </w:r>
      <w:r w:rsidRPr="00623008">
        <w:rPr>
          <w:szCs w:val="20"/>
        </w:rPr>
        <w:t>feito preparação e limpeza com fosfatizante e aplicação de tinta epóxi atóxica para transporte de água potável</w:t>
      </w:r>
      <w:r w:rsidRPr="00623008">
        <w:rPr>
          <w:rFonts w:cs="Arial"/>
          <w:szCs w:val="20"/>
        </w:rPr>
        <w:t xml:space="preserve">, acabamento externo </w:t>
      </w:r>
      <w:r w:rsidRPr="00623008">
        <w:rPr>
          <w:szCs w:val="20"/>
        </w:rPr>
        <w:t xml:space="preserve">feito através de preparação e limpeza com fosfatizante, aplicação de fundo anticorrosivo e pintura em esmalte PU na </w:t>
      </w:r>
      <w:r w:rsidRPr="00623008">
        <w:rPr>
          <w:rFonts w:cs="Arial"/>
          <w:szCs w:val="20"/>
        </w:rPr>
        <w:t>cor branca; e</w:t>
      </w:r>
    </w:p>
    <w:p w:rsidR="00067797" w:rsidRPr="00623008" w:rsidRDefault="0056766D" w:rsidP="00926980">
      <w:pPr>
        <w:pStyle w:val="PargrafodaLista"/>
        <w:numPr>
          <w:ilvl w:val="1"/>
          <w:numId w:val="51"/>
        </w:numPr>
        <w:ind w:left="0" w:firstLine="0"/>
        <w:jc w:val="both"/>
        <w:rPr>
          <w:rFonts w:cs="Arial"/>
          <w:color w:val="FF0000"/>
          <w:szCs w:val="20"/>
        </w:rPr>
      </w:pPr>
      <w:r>
        <w:rPr>
          <w:rFonts w:cs="Arial"/>
          <w:szCs w:val="20"/>
        </w:rPr>
        <w:t>Produto similar ao Mercedes-Benz Atego 2730, equipado com i</w:t>
      </w:r>
      <w:r w:rsidRPr="00623008">
        <w:rPr>
          <w:rFonts w:cs="Arial"/>
          <w:szCs w:val="20"/>
        </w:rPr>
        <w:t>mplemento</w:t>
      </w:r>
      <w:r>
        <w:rPr>
          <w:rFonts w:cs="Arial"/>
          <w:szCs w:val="20"/>
        </w:rPr>
        <w:t xml:space="preserve"> </w:t>
      </w:r>
      <w:r w:rsidR="00CD67C4" w:rsidRPr="00623008">
        <w:rPr>
          <w:rFonts w:cs="Arial"/>
          <w:szCs w:val="20"/>
        </w:rPr>
        <w:t xml:space="preserve">similar ao Tanque Irrigador da </w:t>
      </w:r>
      <w:r w:rsidR="00CD67C4" w:rsidRPr="002B2CD8">
        <w:rPr>
          <w:rFonts w:cs="Arial"/>
          <w:szCs w:val="20"/>
        </w:rPr>
        <w:t>Facchini</w:t>
      </w:r>
      <w:r w:rsidR="00067797" w:rsidRPr="002B2CD8">
        <w:rPr>
          <w:rFonts w:cs="Arial"/>
          <w:szCs w:val="20"/>
        </w:rPr>
        <w:t>.</w:t>
      </w:r>
    </w:p>
    <w:p w:rsidR="00591489" w:rsidRPr="00623008" w:rsidRDefault="0059148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E56973"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E56973" w:rsidRPr="00623008" w:rsidRDefault="00315E70" w:rsidP="00E56973">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E56973" w:rsidRPr="00623008" w:rsidRDefault="00E56973" w:rsidP="00E56973">
            <w:pPr>
              <w:widowControl w:val="0"/>
              <w:suppressAutoHyphens/>
              <w:jc w:val="center"/>
              <w:rPr>
                <w:rFonts w:cs="Times New Roman"/>
                <w:b/>
                <w:bCs/>
                <w:szCs w:val="20"/>
              </w:rPr>
            </w:pPr>
            <w:r w:rsidRPr="00623008">
              <w:rPr>
                <w:rFonts w:cs="Times New Roman"/>
                <w:b/>
                <w:bCs/>
                <w:szCs w:val="20"/>
              </w:rPr>
              <w:t>DESCRIÇÃO/ESPECIFICAÇÃO</w:t>
            </w:r>
          </w:p>
        </w:tc>
      </w:tr>
      <w:tr w:rsidR="00E56973" w:rsidRPr="00623008" w:rsidTr="00315E70">
        <w:trPr>
          <w:jc w:val="center"/>
        </w:trPr>
        <w:tc>
          <w:tcPr>
            <w:tcW w:w="988" w:type="dxa"/>
            <w:vAlign w:val="center"/>
          </w:tcPr>
          <w:p w:rsidR="00E56973" w:rsidRPr="00623008" w:rsidRDefault="00315E70" w:rsidP="00E56973">
            <w:pPr>
              <w:widowControl w:val="0"/>
              <w:suppressAutoHyphens/>
              <w:jc w:val="center"/>
              <w:rPr>
                <w:rFonts w:cs="Arial"/>
                <w:b/>
                <w:color w:val="000000"/>
                <w:szCs w:val="20"/>
              </w:rPr>
            </w:pPr>
            <w:r>
              <w:rPr>
                <w:rFonts w:cs="Arial"/>
                <w:b/>
                <w:color w:val="000000"/>
                <w:szCs w:val="20"/>
              </w:rPr>
              <w:t>77 e 78</w:t>
            </w:r>
          </w:p>
        </w:tc>
        <w:tc>
          <w:tcPr>
            <w:tcW w:w="7938" w:type="dxa"/>
          </w:tcPr>
          <w:p w:rsidR="00E56973" w:rsidRPr="00623008" w:rsidRDefault="00E56973" w:rsidP="00E56973">
            <w:pPr>
              <w:widowControl w:val="0"/>
              <w:suppressAutoHyphens/>
              <w:rPr>
                <w:rFonts w:cs="Arial"/>
                <w:color w:val="000000"/>
                <w:szCs w:val="20"/>
              </w:rPr>
            </w:pPr>
            <w:r w:rsidRPr="00623008">
              <w:rPr>
                <w:rFonts w:cs="Times New Roman"/>
                <w:bCs/>
                <w:szCs w:val="20"/>
              </w:rPr>
              <w:t>Caminhão a diesel com carroceria baú metálico frigorífico, tração 4x2</w:t>
            </w:r>
          </w:p>
        </w:tc>
      </w:tr>
    </w:tbl>
    <w:p w:rsidR="00E56973" w:rsidRPr="00623008" w:rsidRDefault="00E56973" w:rsidP="00926980">
      <w:pPr>
        <w:pStyle w:val="PargrafodaLista"/>
        <w:numPr>
          <w:ilvl w:val="0"/>
          <w:numId w:val="61"/>
        </w:numPr>
        <w:spacing w:before="240" w:after="240"/>
        <w:ind w:left="0" w:firstLine="0"/>
        <w:contextualSpacing w:val="0"/>
        <w:jc w:val="both"/>
        <w:rPr>
          <w:rFonts w:cs="Arial"/>
          <w:b/>
          <w:szCs w:val="20"/>
        </w:rPr>
      </w:pPr>
      <w:r w:rsidRPr="00623008">
        <w:rPr>
          <w:rFonts w:cs="Arial"/>
          <w:b/>
          <w:szCs w:val="20"/>
        </w:rPr>
        <w:t>CARACTERÍSTICAS TÉCNICAS</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Classificação: Veículo novo, tração 4x2, zero quilômetro, equipado com carroceria carga seca;</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Ano de fabricação do chassi: do ano em curso ou posterior;</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PBT igual ou superior a 8.0000 Kg;</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Motor do veículo: Óleo diesel, com potência igual ou superior a 1</w:t>
      </w:r>
      <w:r w:rsidR="00BE3B2D">
        <w:rPr>
          <w:rFonts w:cs="Arial"/>
          <w:szCs w:val="20"/>
        </w:rPr>
        <w:t>5</w:t>
      </w:r>
      <w:r w:rsidRPr="00623008">
        <w:rPr>
          <w:rFonts w:cs="Arial"/>
          <w:szCs w:val="20"/>
        </w:rPr>
        <w:t>0CV;</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 xml:space="preserve">Distância entre eixos, compatível para implemento de carroceria </w:t>
      </w:r>
      <w:r w:rsidR="007608A6" w:rsidRPr="00623008">
        <w:rPr>
          <w:rFonts w:cs="Arial"/>
          <w:szCs w:val="20"/>
        </w:rPr>
        <w:t>baú frigorificado de</w:t>
      </w:r>
      <w:r w:rsidRPr="00623008">
        <w:rPr>
          <w:rFonts w:cs="Arial"/>
          <w:szCs w:val="20"/>
        </w:rPr>
        <w:t xml:space="preserve"> 5</w:t>
      </w:r>
      <w:r w:rsidR="00415BEE">
        <w:rPr>
          <w:rFonts w:cs="Arial"/>
          <w:szCs w:val="20"/>
        </w:rPr>
        <w:t>,20m;</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Pintura na cor BRANCA; e</w:t>
      </w:r>
    </w:p>
    <w:p w:rsidR="00E56973" w:rsidRPr="00623008" w:rsidRDefault="00E56973" w:rsidP="00926980">
      <w:pPr>
        <w:pStyle w:val="PargrafodaLista"/>
        <w:numPr>
          <w:ilvl w:val="0"/>
          <w:numId w:val="61"/>
        </w:numPr>
        <w:spacing w:before="240" w:after="240"/>
        <w:ind w:left="0" w:firstLine="0"/>
        <w:contextualSpacing w:val="0"/>
        <w:jc w:val="both"/>
        <w:rPr>
          <w:rFonts w:cs="Arial"/>
          <w:szCs w:val="20"/>
        </w:rPr>
      </w:pPr>
      <w:r w:rsidRPr="00623008">
        <w:rPr>
          <w:rFonts w:cs="Arial"/>
          <w:b/>
          <w:szCs w:val="20"/>
        </w:rPr>
        <w:t>DIVERSOS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Ar-condicionado original de fábrica;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Retrovisores externos elétricos;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Vidro elétrico nas portas com fechamento/abertura automática pela chave;</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Travas elétricas das portas com acionamento na chave;</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Som/multimídia integrada ao veículo, somente o disponibilizado de fábrica;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Protetor de cárter;</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Jogo de tapete de borracha; e</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E56973" w:rsidRPr="00623008" w:rsidRDefault="00E56973" w:rsidP="00926980">
      <w:pPr>
        <w:pStyle w:val="PargrafodaLista"/>
        <w:numPr>
          <w:ilvl w:val="0"/>
          <w:numId w:val="61"/>
        </w:numPr>
        <w:spacing w:before="240" w:after="240"/>
        <w:ind w:left="0" w:firstLine="0"/>
        <w:contextualSpacing w:val="0"/>
        <w:jc w:val="both"/>
        <w:rPr>
          <w:rFonts w:cs="Arial"/>
          <w:b/>
          <w:szCs w:val="20"/>
        </w:rPr>
      </w:pPr>
      <w:r w:rsidRPr="00623008">
        <w:rPr>
          <w:rFonts w:cs="Arial"/>
          <w:b/>
          <w:szCs w:val="20"/>
        </w:rPr>
        <w:t xml:space="preserve">CARACTERIZAÇÃO DA CARROCERIA </w:t>
      </w:r>
      <w:r w:rsidR="00153D3F" w:rsidRPr="00623008">
        <w:rPr>
          <w:rFonts w:cs="Arial"/>
          <w:b/>
          <w:szCs w:val="20"/>
        </w:rPr>
        <w:t>BRAÚ FRIGORIFICADA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Implemento novo e de primeiro uso para transporte de carga congelada ou refrigerada;</w:t>
      </w:r>
    </w:p>
    <w:p w:rsidR="00ED5429" w:rsidRPr="00623008" w:rsidRDefault="00ED5429" w:rsidP="00926980">
      <w:pPr>
        <w:pStyle w:val="PargrafodaLista"/>
        <w:numPr>
          <w:ilvl w:val="1"/>
          <w:numId w:val="61"/>
        </w:numPr>
        <w:ind w:left="0" w:firstLine="0"/>
        <w:jc w:val="both"/>
        <w:rPr>
          <w:rFonts w:cs="Arial"/>
          <w:szCs w:val="20"/>
        </w:rPr>
      </w:pPr>
      <w:r w:rsidRPr="00623008">
        <w:rPr>
          <w:rFonts w:cs="Arial"/>
          <w:szCs w:val="20"/>
        </w:rPr>
        <w:t>Dimensões: comprimento de 5,20m versus 2,20m de largura versus 2,20m de altura;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Fabricado seguindo as normas e exigências da vigilância sanitária para transporte de perecíveis, com matéria prima de primeira qualidade;</w:t>
      </w:r>
    </w:p>
    <w:p w:rsidR="00712392" w:rsidRPr="00623008" w:rsidRDefault="00712392" w:rsidP="00926980">
      <w:pPr>
        <w:pStyle w:val="PargrafodaLista"/>
        <w:numPr>
          <w:ilvl w:val="1"/>
          <w:numId w:val="61"/>
        </w:numPr>
        <w:ind w:left="0" w:firstLine="0"/>
        <w:jc w:val="both"/>
        <w:rPr>
          <w:rFonts w:cs="Arial"/>
          <w:szCs w:val="20"/>
        </w:rPr>
      </w:pPr>
      <w:r w:rsidRPr="00623008">
        <w:rPr>
          <w:rFonts w:cs="Arial"/>
          <w:szCs w:val="20"/>
        </w:rPr>
        <w:t>O baú isotérmico deverá possuir um sistema de vedação para contenção de água, pó e outras impurezas;</w:t>
      </w:r>
    </w:p>
    <w:p w:rsidR="00E56973" w:rsidRPr="00623008" w:rsidRDefault="00F01EF9" w:rsidP="00926980">
      <w:pPr>
        <w:pStyle w:val="PargrafodaLista"/>
        <w:numPr>
          <w:ilvl w:val="1"/>
          <w:numId w:val="61"/>
        </w:numPr>
        <w:ind w:left="0" w:firstLine="0"/>
        <w:jc w:val="both"/>
        <w:rPr>
          <w:rFonts w:cs="Arial"/>
          <w:szCs w:val="20"/>
        </w:rPr>
      </w:pPr>
      <w:r w:rsidRPr="00623008">
        <w:rPr>
          <w:rFonts w:cs="Arial"/>
          <w:szCs w:val="20"/>
        </w:rPr>
        <w:t xml:space="preserve">Estrutura fabricada </w:t>
      </w:r>
      <w:r w:rsidR="00E56973" w:rsidRPr="00623008">
        <w:rPr>
          <w:rFonts w:cs="Arial"/>
          <w:szCs w:val="20"/>
        </w:rPr>
        <w:t xml:space="preserve">com longarinas </w:t>
      </w:r>
      <w:r w:rsidRPr="00623008">
        <w:rPr>
          <w:rFonts w:cs="Arial"/>
          <w:szCs w:val="20"/>
        </w:rPr>
        <w:t xml:space="preserve">aço </w:t>
      </w:r>
      <w:r w:rsidR="00267AA2" w:rsidRPr="00623008">
        <w:rPr>
          <w:rFonts w:cs="Arial"/>
          <w:szCs w:val="20"/>
        </w:rPr>
        <w:t>com p</w:t>
      </w:r>
      <w:r w:rsidR="00E56973" w:rsidRPr="00623008">
        <w:rPr>
          <w:rFonts w:cs="Arial"/>
          <w:szCs w:val="20"/>
        </w:rPr>
        <w:t>erfil U</w:t>
      </w:r>
      <w:r w:rsidRPr="00623008">
        <w:rPr>
          <w:rFonts w:cs="Arial"/>
          <w:szCs w:val="20"/>
        </w:rPr>
        <w:t xml:space="preserve">, travessas também em aço com perfil U, com mãos francesas ligadas as longarinas através de solda tipo </w:t>
      </w:r>
      <w:r w:rsidRPr="00623008">
        <w:rPr>
          <w:rFonts w:cs="Arial"/>
          <w:i/>
          <w:szCs w:val="20"/>
        </w:rPr>
        <w:t>Mig</w:t>
      </w:r>
      <w:r w:rsidR="00267AA2" w:rsidRPr="00623008">
        <w:rPr>
          <w:rFonts w:cs="Arial"/>
          <w:i/>
          <w:szCs w:val="20"/>
        </w:rPr>
        <w:t xml:space="preserve">. </w:t>
      </w:r>
      <w:r w:rsidR="00267AA2" w:rsidRPr="00623008">
        <w:rPr>
          <w:rFonts w:cs="Arial"/>
          <w:szCs w:val="20"/>
        </w:rPr>
        <w:t>Viga lateral fechando o quadro com as travessas embutidas na viga. Todos os aços deverão possuir qualidade mínima SAE 1020.</w:t>
      </w:r>
    </w:p>
    <w:p w:rsidR="008E650F" w:rsidRPr="00623008" w:rsidRDefault="00267AA2" w:rsidP="00926980">
      <w:pPr>
        <w:pStyle w:val="PargrafodaLista"/>
        <w:numPr>
          <w:ilvl w:val="1"/>
          <w:numId w:val="61"/>
        </w:numPr>
        <w:ind w:left="0" w:firstLine="0"/>
        <w:jc w:val="both"/>
        <w:rPr>
          <w:rFonts w:cs="Arial"/>
          <w:szCs w:val="20"/>
        </w:rPr>
      </w:pPr>
      <w:r w:rsidRPr="00623008">
        <w:rPr>
          <w:rFonts w:cs="Arial"/>
          <w:szCs w:val="20"/>
        </w:rPr>
        <w:t>Caixa de carga</w:t>
      </w:r>
      <w:r w:rsidR="008E650F" w:rsidRPr="00623008">
        <w:rPr>
          <w:rFonts w:cs="Arial"/>
          <w:szCs w:val="20"/>
        </w:rPr>
        <w:t xml:space="preserve"> construída com as seguintes premissas: </w:t>
      </w:r>
    </w:p>
    <w:p w:rsidR="00267AA2" w:rsidRPr="00623008" w:rsidRDefault="008E650F" w:rsidP="00926980">
      <w:pPr>
        <w:pStyle w:val="PargrafodaLista"/>
        <w:numPr>
          <w:ilvl w:val="2"/>
          <w:numId w:val="61"/>
        </w:numPr>
        <w:ind w:left="0" w:firstLine="0"/>
        <w:jc w:val="both"/>
        <w:rPr>
          <w:rFonts w:cs="Arial"/>
          <w:szCs w:val="20"/>
        </w:rPr>
      </w:pPr>
      <w:r w:rsidRPr="00623008">
        <w:rPr>
          <w:rFonts w:cs="Arial"/>
          <w:szCs w:val="20"/>
        </w:rPr>
        <w:t>Partes laterais e frontal</w:t>
      </w:r>
      <w:r w:rsidR="00C009F2" w:rsidRPr="00623008">
        <w:rPr>
          <w:rFonts w:cs="Arial"/>
          <w:szCs w:val="20"/>
        </w:rPr>
        <w:t xml:space="preserve"> e</w:t>
      </w:r>
      <w:r w:rsidRPr="00623008">
        <w:rPr>
          <w:rFonts w:cs="Arial"/>
          <w:szCs w:val="20"/>
        </w:rPr>
        <w:t>m perfis de aço galvanizados, tipo ômega, com revestimento externo em chapa lisa branca rebitada sobre os perfis com fibra</w:t>
      </w:r>
      <w:r w:rsidR="00C009F2" w:rsidRPr="00623008">
        <w:rPr>
          <w:rFonts w:cs="Arial"/>
          <w:szCs w:val="20"/>
        </w:rPr>
        <w:t>;</w:t>
      </w:r>
    </w:p>
    <w:p w:rsidR="00C009F2" w:rsidRPr="00623008" w:rsidRDefault="00C009F2" w:rsidP="00926980">
      <w:pPr>
        <w:pStyle w:val="PargrafodaLista"/>
        <w:numPr>
          <w:ilvl w:val="2"/>
          <w:numId w:val="61"/>
        </w:numPr>
        <w:ind w:left="0" w:firstLine="0"/>
        <w:jc w:val="both"/>
        <w:rPr>
          <w:rStyle w:val="fontstyle01"/>
          <w:rFonts w:ascii="Arial" w:hAnsi="Arial" w:cs="Arial"/>
          <w:color w:val="auto"/>
          <w:sz w:val="20"/>
          <w:szCs w:val="20"/>
        </w:rPr>
      </w:pPr>
      <w:r w:rsidRPr="00623008">
        <w:rPr>
          <w:rFonts w:cs="Arial"/>
          <w:szCs w:val="20"/>
        </w:rPr>
        <w:t xml:space="preserve">Teto </w:t>
      </w:r>
      <w:r w:rsidRPr="00623008">
        <w:rPr>
          <w:rStyle w:val="fontstyle01"/>
          <w:rFonts w:ascii="Arial" w:hAnsi="Arial" w:cs="Arial"/>
          <w:color w:val="auto"/>
          <w:sz w:val="20"/>
          <w:szCs w:val="20"/>
        </w:rPr>
        <w:t>em perfis de aço galvanizados arqueados, revestimento em chapa lisa</w:t>
      </w:r>
      <w:r w:rsidRPr="00623008">
        <w:rPr>
          <w:rFonts w:cs="Arial"/>
          <w:szCs w:val="20"/>
        </w:rPr>
        <w:br/>
      </w:r>
      <w:r w:rsidRPr="00623008">
        <w:rPr>
          <w:rStyle w:val="fontstyle01"/>
          <w:rFonts w:ascii="Arial" w:hAnsi="Arial" w:cs="Arial"/>
          <w:color w:val="auto"/>
          <w:sz w:val="20"/>
          <w:szCs w:val="20"/>
        </w:rPr>
        <w:t>branca isolado em PU 90 revestido em chapa de alumínio lisa;</w:t>
      </w:r>
    </w:p>
    <w:p w:rsidR="00C009F2" w:rsidRPr="00623008" w:rsidRDefault="00C009F2" w:rsidP="00926980">
      <w:pPr>
        <w:pStyle w:val="PargrafodaLista"/>
        <w:numPr>
          <w:ilvl w:val="2"/>
          <w:numId w:val="61"/>
        </w:numPr>
        <w:ind w:left="0" w:firstLine="0"/>
        <w:jc w:val="both"/>
        <w:rPr>
          <w:rStyle w:val="fontstyle21"/>
          <w:rFonts w:ascii="Arial" w:hAnsi="Arial" w:cs="Arial"/>
          <w:color w:val="FF0000"/>
          <w:sz w:val="20"/>
          <w:szCs w:val="20"/>
        </w:rPr>
      </w:pPr>
      <w:r w:rsidRPr="00623008">
        <w:rPr>
          <w:rStyle w:val="fontstyle01"/>
          <w:rFonts w:ascii="Arial" w:hAnsi="Arial" w:cs="Arial"/>
          <w:sz w:val="20"/>
          <w:szCs w:val="20"/>
        </w:rPr>
        <w:t xml:space="preserve">Quadro traseiro com </w:t>
      </w:r>
      <w:r w:rsidRPr="00623008">
        <w:rPr>
          <w:rStyle w:val="fontstyle21"/>
          <w:rFonts w:ascii="Arial" w:hAnsi="Arial" w:cs="Arial"/>
          <w:sz w:val="20"/>
          <w:szCs w:val="20"/>
        </w:rPr>
        <w:t>colunas e base em tubo retangular, pingadeira em perfis de aço</w:t>
      </w:r>
      <w:r w:rsidRPr="00623008">
        <w:rPr>
          <w:rFonts w:cs="Arial"/>
          <w:color w:val="000000"/>
          <w:szCs w:val="20"/>
        </w:rPr>
        <w:br/>
      </w:r>
      <w:r w:rsidRPr="00623008">
        <w:rPr>
          <w:rStyle w:val="fontstyle21"/>
          <w:rFonts w:ascii="Arial" w:hAnsi="Arial" w:cs="Arial"/>
          <w:sz w:val="20"/>
          <w:szCs w:val="20"/>
        </w:rPr>
        <w:t>estrutural, portas traseiras de abertura total, revestimento externo em chapa lisa branca, e interna chapa lisa, com trincos externos;</w:t>
      </w:r>
    </w:p>
    <w:p w:rsidR="00C009F2" w:rsidRDefault="00C009F2" w:rsidP="00926980">
      <w:pPr>
        <w:pStyle w:val="PargrafodaLista"/>
        <w:numPr>
          <w:ilvl w:val="2"/>
          <w:numId w:val="61"/>
        </w:numPr>
        <w:ind w:left="0" w:firstLine="0"/>
        <w:jc w:val="both"/>
        <w:rPr>
          <w:rStyle w:val="fontstyle11"/>
          <w:rFonts w:ascii="Arial" w:hAnsi="Arial" w:cs="Arial"/>
          <w:color w:val="auto"/>
          <w:sz w:val="20"/>
          <w:szCs w:val="20"/>
        </w:rPr>
      </w:pPr>
      <w:r w:rsidRPr="00E352FF">
        <w:rPr>
          <w:rStyle w:val="fontstyle01"/>
          <w:rFonts w:ascii="Arial" w:hAnsi="Arial" w:cs="Arial"/>
          <w:color w:val="auto"/>
          <w:sz w:val="20"/>
          <w:szCs w:val="20"/>
        </w:rPr>
        <w:t xml:space="preserve">Piso </w:t>
      </w:r>
      <w:r w:rsidRPr="00E352FF">
        <w:rPr>
          <w:rStyle w:val="fontstyle11"/>
          <w:rFonts w:ascii="Arial" w:hAnsi="Arial" w:cs="Arial"/>
          <w:color w:val="auto"/>
          <w:sz w:val="20"/>
          <w:szCs w:val="20"/>
        </w:rPr>
        <w:t xml:space="preserve">tipo </w:t>
      </w:r>
      <w:r w:rsidRPr="00E352FF">
        <w:rPr>
          <w:rStyle w:val="fontstyle11"/>
          <w:rFonts w:ascii="Arial" w:hAnsi="Arial" w:cs="Arial"/>
          <w:i/>
          <w:color w:val="auto"/>
          <w:sz w:val="20"/>
          <w:szCs w:val="20"/>
        </w:rPr>
        <w:t>sandwich</w:t>
      </w:r>
      <w:r w:rsidRPr="00E352FF">
        <w:rPr>
          <w:rStyle w:val="fontstyle11"/>
          <w:rFonts w:ascii="Arial" w:hAnsi="Arial" w:cs="Arial"/>
          <w:color w:val="auto"/>
          <w:sz w:val="20"/>
          <w:szCs w:val="20"/>
        </w:rPr>
        <w:t xml:space="preserve">, </w:t>
      </w:r>
      <w:r w:rsidR="002F22A8" w:rsidRPr="00E352FF">
        <w:rPr>
          <w:rStyle w:val="fontstyle11"/>
          <w:rFonts w:ascii="Arial" w:hAnsi="Arial" w:cs="Arial"/>
          <w:color w:val="auto"/>
          <w:sz w:val="20"/>
          <w:szCs w:val="20"/>
        </w:rPr>
        <w:t>fibrado com</w:t>
      </w:r>
      <w:r w:rsidR="00E352FF" w:rsidRPr="00E352FF">
        <w:rPr>
          <w:rStyle w:val="fontstyle11"/>
          <w:rFonts w:ascii="Arial" w:hAnsi="Arial" w:cs="Arial"/>
          <w:color w:val="auto"/>
          <w:sz w:val="20"/>
          <w:szCs w:val="20"/>
        </w:rPr>
        <w:t xml:space="preserve"> </w:t>
      </w:r>
      <w:r w:rsidRPr="00E352FF">
        <w:rPr>
          <w:rStyle w:val="fontstyle11"/>
          <w:rFonts w:ascii="Arial" w:hAnsi="Arial" w:cs="Arial"/>
          <w:color w:val="auto"/>
          <w:sz w:val="20"/>
          <w:szCs w:val="20"/>
        </w:rPr>
        <w:t>compensado</w:t>
      </w:r>
      <w:r w:rsidR="002F22A8" w:rsidRPr="00E352FF">
        <w:rPr>
          <w:rStyle w:val="fontstyle11"/>
          <w:rFonts w:ascii="Arial" w:hAnsi="Arial" w:cs="Arial"/>
          <w:color w:val="auto"/>
          <w:sz w:val="20"/>
          <w:szCs w:val="20"/>
        </w:rPr>
        <w:t xml:space="preserve"> </w:t>
      </w:r>
      <w:r w:rsidR="002F22A8" w:rsidRPr="00E352FF">
        <w:rPr>
          <w:rFonts w:cs="Arial"/>
          <w:szCs w:val="20"/>
        </w:rPr>
        <w:t>naval de 16mm</w:t>
      </w:r>
      <w:r w:rsidRPr="00E352FF">
        <w:rPr>
          <w:rStyle w:val="fontstyle11"/>
          <w:rFonts w:ascii="Arial" w:hAnsi="Arial" w:cs="Arial"/>
          <w:color w:val="auto"/>
          <w:sz w:val="20"/>
          <w:szCs w:val="20"/>
        </w:rPr>
        <w:t>, poliuretano 75 e canaletado;</w:t>
      </w:r>
    </w:p>
    <w:p w:rsidR="00520CF7" w:rsidRPr="00E352FF" w:rsidRDefault="00520CF7" w:rsidP="00926980">
      <w:pPr>
        <w:pStyle w:val="PargrafodaLista"/>
        <w:numPr>
          <w:ilvl w:val="2"/>
          <w:numId w:val="61"/>
        </w:numPr>
        <w:ind w:left="0" w:firstLine="0"/>
        <w:jc w:val="both"/>
        <w:rPr>
          <w:rFonts w:cs="Arial"/>
          <w:szCs w:val="20"/>
        </w:rPr>
      </w:pPr>
      <w:r>
        <w:rPr>
          <w:rStyle w:val="fontstyle11"/>
          <w:rFonts w:ascii="Arial" w:hAnsi="Arial" w:cs="Arial"/>
          <w:color w:val="auto"/>
          <w:sz w:val="20"/>
          <w:szCs w:val="20"/>
        </w:rPr>
        <w:t>Com gancheiras e trilho logístico para amarração de carga;</w:t>
      </w:r>
    </w:p>
    <w:p w:rsidR="00E56973" w:rsidRPr="002F22A8" w:rsidRDefault="00E56973" w:rsidP="00926980">
      <w:pPr>
        <w:pStyle w:val="PargrafodaLista"/>
        <w:numPr>
          <w:ilvl w:val="1"/>
          <w:numId w:val="61"/>
        </w:numPr>
        <w:ind w:left="0" w:firstLine="0"/>
        <w:jc w:val="both"/>
        <w:rPr>
          <w:rFonts w:cs="Arial"/>
          <w:szCs w:val="20"/>
        </w:rPr>
      </w:pPr>
      <w:r w:rsidRPr="002F22A8">
        <w:rPr>
          <w:rFonts w:cs="Arial"/>
          <w:szCs w:val="20"/>
        </w:rPr>
        <w:t>Cortina PVC com trilho e pendurais para caminhão frigorifico nas 2 portas;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Revestimento em alumínio;</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Acabamentos, dobradiças e fechaduras em aço inox;</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Fechaduras com chave e espaço para cadeado;</w:t>
      </w:r>
    </w:p>
    <w:p w:rsidR="00E56973" w:rsidRPr="002F22A8" w:rsidRDefault="00E56973" w:rsidP="00926980">
      <w:pPr>
        <w:pStyle w:val="PargrafodaLista"/>
        <w:numPr>
          <w:ilvl w:val="1"/>
          <w:numId w:val="61"/>
        </w:numPr>
        <w:ind w:left="0" w:firstLine="0"/>
        <w:jc w:val="both"/>
        <w:rPr>
          <w:rFonts w:cs="Arial"/>
          <w:szCs w:val="20"/>
        </w:rPr>
      </w:pPr>
      <w:r w:rsidRPr="002F22A8">
        <w:rPr>
          <w:rFonts w:cs="Arial"/>
          <w:szCs w:val="20"/>
        </w:rPr>
        <w:t>Drenos para escoamento de líquidos;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Controlador digital de temperatura;</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Painéis de isolamento térmico de 80mm;</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Unidade de refrigeração multitemperatura com as seguintes características:</w:t>
      </w:r>
    </w:p>
    <w:p w:rsidR="00E352FF"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w:t>
      </w:r>
      <w:r w:rsidR="00E352FF" w:rsidRPr="00E352FF">
        <w:rPr>
          <w:rFonts w:cs="Arial"/>
          <w:szCs w:val="20"/>
        </w:rPr>
        <w:t>Capaz de atingir a temperatura até -18°;</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Equipada com motor diesel </w:t>
      </w:r>
      <w:r w:rsidR="00F82871" w:rsidRPr="00E352FF">
        <w:rPr>
          <w:rFonts w:cs="Arial"/>
          <w:szCs w:val="20"/>
        </w:rPr>
        <w:t>c</w:t>
      </w:r>
      <w:r w:rsidRPr="00E352FF">
        <w:rPr>
          <w:rFonts w:cs="Arial"/>
          <w:szCs w:val="20"/>
        </w:rPr>
        <w:t>onten</w:t>
      </w:r>
      <w:r w:rsidR="005E3A8B" w:rsidRPr="00E352FF">
        <w:rPr>
          <w:rFonts w:cs="Arial"/>
          <w:szCs w:val="20"/>
        </w:rPr>
        <w:t>do bomba elétrica de combustíve</w:t>
      </w:r>
      <w:r w:rsidR="002F22A8" w:rsidRPr="00E352FF">
        <w:rPr>
          <w:rFonts w:cs="Arial"/>
          <w:szCs w:val="20"/>
        </w:rPr>
        <w:t>l</w:t>
      </w:r>
      <w:r w:rsidRPr="00E352FF">
        <w:rPr>
          <w:rFonts w:cs="Arial"/>
          <w:szCs w:val="20"/>
        </w:rPr>
        <w:t>;</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w:t>
      </w:r>
      <w:r w:rsidR="005E3A8B" w:rsidRPr="00E352FF">
        <w:rPr>
          <w:rFonts w:cs="Arial"/>
          <w:szCs w:val="20"/>
        </w:rPr>
        <w:t xml:space="preserve">Possuir </w:t>
      </w:r>
      <w:r w:rsidRPr="00E352FF">
        <w:rPr>
          <w:rFonts w:cs="Arial"/>
          <w:szCs w:val="20"/>
        </w:rPr>
        <w:t>motor elétrico auxiliar de com dupla voltagem trifásico (220/380) e frequência de 60 HZ. Contendo cabo elétrico para alimentação de no mínimo 15m;</w:t>
      </w:r>
    </w:p>
    <w:p w:rsidR="00E56973" w:rsidRPr="00E352FF" w:rsidRDefault="00153D3F" w:rsidP="00926980">
      <w:pPr>
        <w:pStyle w:val="PargrafodaLista"/>
        <w:numPr>
          <w:ilvl w:val="2"/>
          <w:numId w:val="61"/>
        </w:numPr>
        <w:ind w:left="0" w:firstLine="0"/>
        <w:jc w:val="both"/>
        <w:rPr>
          <w:rFonts w:cs="Arial"/>
          <w:szCs w:val="20"/>
        </w:rPr>
      </w:pPr>
      <w:r w:rsidRPr="00E352FF">
        <w:rPr>
          <w:rFonts w:cs="Arial"/>
          <w:szCs w:val="20"/>
        </w:rPr>
        <w:t xml:space="preserve"> </w:t>
      </w:r>
      <w:r w:rsidR="00E56973" w:rsidRPr="00E352FF">
        <w:rPr>
          <w:rFonts w:cs="Arial"/>
          <w:szCs w:val="20"/>
        </w:rPr>
        <w:t>Equipado com painel de controle com seleção automática de tensão, horímetro, tomadas Steck, pressostato de alta/baixa e partida automática;</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Evaporador compacto;</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Com degelo manual e automático; e</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Controlador digital instalado no interior da cabine.</w:t>
      </w:r>
    </w:p>
    <w:p w:rsidR="00E56973" w:rsidRDefault="00E56973" w:rsidP="00926980">
      <w:pPr>
        <w:pStyle w:val="PargrafodaLista"/>
        <w:numPr>
          <w:ilvl w:val="1"/>
          <w:numId w:val="61"/>
        </w:numPr>
        <w:ind w:left="0" w:firstLine="0"/>
        <w:jc w:val="both"/>
        <w:rPr>
          <w:rFonts w:cs="Arial"/>
          <w:szCs w:val="20"/>
        </w:rPr>
      </w:pPr>
      <w:r w:rsidRPr="00E352FF">
        <w:rPr>
          <w:rFonts w:cs="Arial"/>
          <w:szCs w:val="20"/>
        </w:rPr>
        <w:t>Portas bipartidas: 2 traseiras e 1 lateral avançada;</w:t>
      </w:r>
    </w:p>
    <w:p w:rsidR="00520CF7" w:rsidRPr="00984A1D" w:rsidRDefault="00520CF7" w:rsidP="00926980">
      <w:pPr>
        <w:pStyle w:val="PargrafodaLista"/>
        <w:numPr>
          <w:ilvl w:val="1"/>
          <w:numId w:val="61"/>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rsidR="00520CF7" w:rsidRPr="00984A1D" w:rsidRDefault="00520CF7" w:rsidP="00926980">
      <w:pPr>
        <w:pStyle w:val="PargrafodaLista"/>
        <w:numPr>
          <w:ilvl w:val="1"/>
          <w:numId w:val="61"/>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Instalações elétricas com fiação clipada e lâmpadas 100% LED</w:t>
      </w:r>
      <w:r w:rsidR="00153D3F" w:rsidRPr="00E352FF">
        <w:rPr>
          <w:rFonts w:cs="Arial"/>
          <w:szCs w:val="20"/>
        </w:rPr>
        <w:t>;</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Iluminação interna em LED compatível com o tamanho da carroceria;</w:t>
      </w:r>
    </w:p>
    <w:p w:rsidR="00E56973" w:rsidRDefault="00E56973" w:rsidP="00926980">
      <w:pPr>
        <w:pStyle w:val="PargrafodaLista"/>
        <w:numPr>
          <w:ilvl w:val="1"/>
          <w:numId w:val="61"/>
        </w:numPr>
        <w:ind w:left="0" w:firstLine="0"/>
        <w:jc w:val="both"/>
        <w:rPr>
          <w:rFonts w:cs="Arial"/>
          <w:szCs w:val="20"/>
        </w:rPr>
      </w:pPr>
      <w:r w:rsidRPr="00E352FF">
        <w:rPr>
          <w:rFonts w:cs="Arial"/>
          <w:szCs w:val="20"/>
        </w:rPr>
        <w:t>Pintura com aplicação de fundo anticorrosivo, mais dupla demão esmalte sintético secagem rápida na cor branca.</w:t>
      </w:r>
    </w:p>
    <w:p w:rsidR="000B5746" w:rsidRPr="00E352FF" w:rsidRDefault="000B5746" w:rsidP="00926980">
      <w:pPr>
        <w:pStyle w:val="PargrafodaLista"/>
        <w:numPr>
          <w:ilvl w:val="1"/>
          <w:numId w:val="61"/>
        </w:numPr>
        <w:ind w:left="0" w:firstLine="0"/>
        <w:jc w:val="both"/>
        <w:rPr>
          <w:rFonts w:cs="Arial"/>
          <w:szCs w:val="20"/>
        </w:rPr>
      </w:pPr>
      <w:r>
        <w:rPr>
          <w:rFonts w:cs="Arial"/>
          <w:szCs w:val="20"/>
        </w:rPr>
        <w:t xml:space="preserve">Produto similar ao </w:t>
      </w:r>
      <w:r w:rsidR="006A7268">
        <w:rPr>
          <w:rFonts w:cs="Arial"/>
          <w:szCs w:val="20"/>
        </w:rPr>
        <w:t xml:space="preserve">Hyundai HD 80, equipado com implemento similar ao </w:t>
      </w:r>
      <w:r>
        <w:rPr>
          <w:rFonts w:cs="Arial"/>
          <w:szCs w:val="20"/>
        </w:rPr>
        <w:t>Furgão liso branco isotérmico/frigorífico da M Truck Service.</w:t>
      </w:r>
    </w:p>
    <w:p w:rsidR="005F646A" w:rsidRPr="00623008" w:rsidRDefault="005F646A" w:rsidP="005F646A">
      <w:pPr>
        <w:pStyle w:val="PargrafodaLista"/>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5F646A" w:rsidRPr="00623008" w:rsidTr="00292FE4">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F646A" w:rsidRPr="00623008" w:rsidRDefault="00292FE4" w:rsidP="00B41975">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5F646A" w:rsidRPr="00623008" w:rsidRDefault="005F646A" w:rsidP="00B41975">
            <w:pPr>
              <w:widowControl w:val="0"/>
              <w:suppressAutoHyphens/>
              <w:jc w:val="center"/>
              <w:rPr>
                <w:rFonts w:cs="Times New Roman"/>
                <w:b/>
                <w:bCs/>
                <w:szCs w:val="20"/>
              </w:rPr>
            </w:pPr>
            <w:r w:rsidRPr="00623008">
              <w:rPr>
                <w:rFonts w:cs="Times New Roman"/>
                <w:b/>
                <w:bCs/>
                <w:szCs w:val="20"/>
              </w:rPr>
              <w:t>DESCRIÇÃO/ESPECIFICAÇÃO</w:t>
            </w:r>
          </w:p>
        </w:tc>
      </w:tr>
      <w:tr w:rsidR="005F646A" w:rsidRPr="00623008" w:rsidTr="00292FE4">
        <w:trPr>
          <w:jc w:val="center"/>
        </w:trPr>
        <w:tc>
          <w:tcPr>
            <w:tcW w:w="988" w:type="dxa"/>
            <w:vAlign w:val="center"/>
          </w:tcPr>
          <w:p w:rsidR="005F646A" w:rsidRPr="00623008" w:rsidRDefault="00315E70" w:rsidP="00B41975">
            <w:pPr>
              <w:widowControl w:val="0"/>
              <w:suppressAutoHyphens/>
              <w:jc w:val="center"/>
              <w:rPr>
                <w:rFonts w:cs="Arial"/>
                <w:b/>
                <w:color w:val="000000"/>
                <w:szCs w:val="20"/>
              </w:rPr>
            </w:pPr>
            <w:r>
              <w:rPr>
                <w:rFonts w:cs="Arial"/>
                <w:b/>
                <w:color w:val="000000"/>
                <w:szCs w:val="20"/>
              </w:rPr>
              <w:t xml:space="preserve">79 </w:t>
            </w:r>
            <w:r w:rsidR="00292FE4">
              <w:rPr>
                <w:rFonts w:cs="Arial"/>
                <w:b/>
                <w:color w:val="000000"/>
                <w:szCs w:val="20"/>
              </w:rPr>
              <w:t>e 80</w:t>
            </w:r>
          </w:p>
        </w:tc>
        <w:tc>
          <w:tcPr>
            <w:tcW w:w="7938" w:type="dxa"/>
          </w:tcPr>
          <w:p w:rsidR="005F646A" w:rsidRPr="00623008" w:rsidRDefault="005F646A" w:rsidP="005F646A">
            <w:pPr>
              <w:widowControl w:val="0"/>
              <w:suppressAutoHyphens/>
              <w:rPr>
                <w:rFonts w:cs="Arial"/>
                <w:color w:val="000000"/>
                <w:szCs w:val="20"/>
              </w:rPr>
            </w:pPr>
            <w:r w:rsidRPr="00623008">
              <w:rPr>
                <w:rFonts w:cs="Times New Roman"/>
                <w:bCs/>
                <w:szCs w:val="20"/>
              </w:rPr>
              <w:t>Caminhão a diesel com carroceria baú metálico</w:t>
            </w:r>
            <w:r w:rsidR="00521CD6">
              <w:rPr>
                <w:rFonts w:cs="Times New Roman"/>
                <w:bCs/>
                <w:szCs w:val="20"/>
              </w:rPr>
              <w:t xml:space="preserve"> carga seca</w:t>
            </w:r>
            <w:r w:rsidRPr="00623008">
              <w:rPr>
                <w:rFonts w:cs="Times New Roman"/>
                <w:bCs/>
                <w:szCs w:val="20"/>
              </w:rPr>
              <w:t>, tração 4x2</w:t>
            </w:r>
          </w:p>
        </w:tc>
      </w:tr>
    </w:tbl>
    <w:p w:rsidR="005F646A" w:rsidRPr="00623008" w:rsidRDefault="005F646A" w:rsidP="00926980">
      <w:pPr>
        <w:pStyle w:val="PargrafodaLista"/>
        <w:numPr>
          <w:ilvl w:val="0"/>
          <w:numId w:val="63"/>
        </w:numPr>
        <w:spacing w:before="240" w:after="240"/>
        <w:ind w:left="0" w:firstLine="0"/>
        <w:contextualSpacing w:val="0"/>
        <w:jc w:val="both"/>
        <w:rPr>
          <w:rFonts w:cs="Arial"/>
          <w:b/>
          <w:szCs w:val="20"/>
        </w:rPr>
      </w:pPr>
      <w:r w:rsidRPr="00623008">
        <w:rPr>
          <w:rFonts w:cs="Arial"/>
          <w:b/>
          <w:szCs w:val="20"/>
        </w:rPr>
        <w:t>CARACTERÍSTICAS TÉCNICAS</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Classificação: Veículo novo, tração 4x2, zero quilômetro, equipado com carroceria carga seca;</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Ano de fabricação do chassi: do ano em curso ou posterior;</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PBT igual ou superior a 8.0000 Kg;</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Motor do veículo: Óleo diesel, com potência igual ou superior a 1</w:t>
      </w:r>
      <w:r w:rsidR="006F73D2" w:rsidRPr="00623008">
        <w:rPr>
          <w:rFonts w:cs="Arial"/>
          <w:szCs w:val="20"/>
        </w:rPr>
        <w:t>5</w:t>
      </w:r>
      <w:r w:rsidRPr="00623008">
        <w:rPr>
          <w:rFonts w:cs="Arial"/>
          <w:szCs w:val="20"/>
        </w:rPr>
        <w:t>0CV;</w:t>
      </w:r>
    </w:p>
    <w:p w:rsidR="00415BEE" w:rsidRPr="00623008" w:rsidRDefault="00415BEE" w:rsidP="00926980">
      <w:pPr>
        <w:pStyle w:val="PargrafodaLista"/>
        <w:numPr>
          <w:ilvl w:val="0"/>
          <w:numId w:val="64"/>
        </w:numPr>
        <w:ind w:left="0" w:firstLine="0"/>
        <w:jc w:val="both"/>
        <w:rPr>
          <w:rFonts w:cs="Arial"/>
          <w:szCs w:val="20"/>
        </w:rPr>
      </w:pPr>
      <w:r w:rsidRPr="00623008">
        <w:rPr>
          <w:rFonts w:cs="Arial"/>
          <w:szCs w:val="20"/>
        </w:rPr>
        <w:t xml:space="preserve">Distância entre eixos, compatível para implemento de carroceria baú </w:t>
      </w:r>
      <w:r>
        <w:rPr>
          <w:rFonts w:cs="Arial"/>
          <w:szCs w:val="20"/>
        </w:rPr>
        <w:t>carga seca</w:t>
      </w:r>
      <w:r w:rsidRPr="00623008">
        <w:rPr>
          <w:rFonts w:cs="Arial"/>
          <w:szCs w:val="20"/>
        </w:rPr>
        <w:t xml:space="preserve"> de 5</w:t>
      </w:r>
      <w:r>
        <w:rPr>
          <w:rFonts w:cs="Arial"/>
          <w:szCs w:val="20"/>
        </w:rPr>
        <w:t>,20m;</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Pintura na cor BRANCA; e</w:t>
      </w:r>
    </w:p>
    <w:p w:rsidR="005F646A" w:rsidRPr="00623008" w:rsidRDefault="005F646A" w:rsidP="00926980">
      <w:pPr>
        <w:pStyle w:val="PargrafodaLista"/>
        <w:numPr>
          <w:ilvl w:val="0"/>
          <w:numId w:val="63"/>
        </w:numPr>
        <w:spacing w:before="240" w:after="240"/>
        <w:ind w:left="0" w:firstLine="0"/>
        <w:contextualSpacing w:val="0"/>
        <w:jc w:val="both"/>
        <w:rPr>
          <w:rFonts w:cs="Arial"/>
          <w:szCs w:val="20"/>
        </w:rPr>
      </w:pPr>
      <w:r w:rsidRPr="00623008">
        <w:rPr>
          <w:rFonts w:cs="Arial"/>
          <w:b/>
          <w:szCs w:val="20"/>
        </w:rPr>
        <w:t>DIVERSOS</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Ar-condicionado original de fábrica;</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Retrovisores externos elétricos;</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Vidro elétrico nas portas com fechamento/abertura automática pela chave;</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Travas elétricas das portas com acionamento na chave;</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Som/multimídia integrada ao veículo, somente o disponibilizado de fábrica;</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Protetor de cárter;</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Jogo de tapete de borracha; e</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5F646A" w:rsidRPr="00623008" w:rsidRDefault="00CD4148" w:rsidP="00926980">
      <w:pPr>
        <w:pStyle w:val="PargrafodaLista"/>
        <w:numPr>
          <w:ilvl w:val="0"/>
          <w:numId w:val="63"/>
        </w:numPr>
        <w:spacing w:before="240" w:after="240"/>
        <w:ind w:left="0" w:firstLine="0"/>
        <w:contextualSpacing w:val="0"/>
        <w:jc w:val="both"/>
        <w:rPr>
          <w:rFonts w:cs="Arial"/>
          <w:b/>
          <w:szCs w:val="20"/>
        </w:rPr>
      </w:pPr>
      <w:r w:rsidRPr="00623008">
        <w:rPr>
          <w:rFonts w:cs="Arial"/>
          <w:b/>
          <w:szCs w:val="20"/>
        </w:rPr>
        <w:t>CARACTERIZAÇÃO DA CARROCERIA B</w:t>
      </w:r>
      <w:r w:rsidR="005F646A" w:rsidRPr="00623008">
        <w:rPr>
          <w:rFonts w:cs="Arial"/>
          <w:b/>
          <w:szCs w:val="20"/>
        </w:rPr>
        <w:t>AÚ</w:t>
      </w:r>
    </w:p>
    <w:p w:rsidR="005F646A" w:rsidRPr="00276392" w:rsidRDefault="005F646A" w:rsidP="00926980">
      <w:pPr>
        <w:pStyle w:val="PargrafodaLista"/>
        <w:numPr>
          <w:ilvl w:val="1"/>
          <w:numId w:val="63"/>
        </w:numPr>
        <w:ind w:left="0" w:firstLine="0"/>
        <w:jc w:val="both"/>
        <w:rPr>
          <w:rFonts w:cs="Arial"/>
          <w:szCs w:val="20"/>
        </w:rPr>
      </w:pPr>
      <w:r w:rsidRPr="00276392">
        <w:rPr>
          <w:rFonts w:cs="Arial"/>
          <w:szCs w:val="20"/>
        </w:rPr>
        <w:t>Implemento novo e de primeiro uso para transporte de carga</w:t>
      </w:r>
      <w:r w:rsidR="00B41975" w:rsidRPr="00276392">
        <w:rPr>
          <w:rFonts w:cs="Arial"/>
          <w:szCs w:val="20"/>
        </w:rPr>
        <w:t xml:space="preserve"> seca</w:t>
      </w:r>
      <w:r w:rsidRPr="00276392">
        <w:rPr>
          <w:rFonts w:cs="Arial"/>
          <w:szCs w:val="20"/>
        </w:rPr>
        <w:t>;</w:t>
      </w:r>
    </w:p>
    <w:p w:rsidR="00415BEE" w:rsidRPr="00276392" w:rsidRDefault="00415BEE" w:rsidP="00926980">
      <w:pPr>
        <w:pStyle w:val="PargrafodaLista"/>
        <w:numPr>
          <w:ilvl w:val="1"/>
          <w:numId w:val="63"/>
        </w:numPr>
        <w:ind w:left="0" w:firstLine="0"/>
        <w:jc w:val="both"/>
        <w:rPr>
          <w:rFonts w:cs="Arial"/>
          <w:szCs w:val="20"/>
        </w:rPr>
      </w:pPr>
      <w:r w:rsidRPr="00276392">
        <w:rPr>
          <w:rFonts w:cs="Arial"/>
          <w:szCs w:val="20"/>
        </w:rPr>
        <w:t>Dimensões: comprimento de 5,20m versus 2,20m de largura versus 2,40m de altura;</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 xml:space="preserve">Teto </w:t>
      </w:r>
      <w:r w:rsidR="004F2C0F" w:rsidRPr="004F2C0F">
        <w:rPr>
          <w:rStyle w:val="fontstyle01"/>
          <w:rFonts w:ascii="Arial" w:hAnsi="Arial" w:cs="Arial"/>
          <w:sz w:val="20"/>
          <w:szCs w:val="20"/>
        </w:rPr>
        <w:t>Construído em perfis de aço galvanizados arqueados, revestimento em chapa de</w:t>
      </w:r>
      <w:r w:rsidR="004F2C0F" w:rsidRPr="004F2C0F">
        <w:rPr>
          <w:rFonts w:cs="Arial"/>
          <w:color w:val="000000"/>
          <w:szCs w:val="20"/>
        </w:rPr>
        <w:br/>
      </w:r>
      <w:r w:rsidR="004F2C0F" w:rsidRPr="004F2C0F">
        <w:rPr>
          <w:rStyle w:val="fontstyle01"/>
          <w:rFonts w:ascii="Arial" w:hAnsi="Arial" w:cs="Arial"/>
          <w:sz w:val="20"/>
          <w:szCs w:val="20"/>
        </w:rPr>
        <w:t>alumínio lisa rebitada nas emendas das chapas</w:t>
      </w:r>
      <w:r w:rsidRPr="004F2C0F">
        <w:rPr>
          <w:rFonts w:cs="Arial"/>
          <w:szCs w:val="20"/>
        </w:rPr>
        <w:t>;</w:t>
      </w:r>
    </w:p>
    <w:p w:rsidR="00F35FA2" w:rsidRPr="00415BEE" w:rsidRDefault="00276392" w:rsidP="00926980">
      <w:pPr>
        <w:pStyle w:val="PargrafodaLista"/>
        <w:numPr>
          <w:ilvl w:val="1"/>
          <w:numId w:val="63"/>
        </w:numPr>
        <w:spacing w:before="240" w:after="240"/>
        <w:ind w:left="0" w:firstLine="0"/>
        <w:jc w:val="both"/>
        <w:rPr>
          <w:rFonts w:cs="Arial"/>
          <w:color w:val="FF0000"/>
          <w:szCs w:val="20"/>
        </w:rPr>
      </w:pPr>
      <w:r w:rsidRPr="00623008">
        <w:rPr>
          <w:rFonts w:cs="Arial"/>
          <w:szCs w:val="20"/>
        </w:rPr>
        <w:t xml:space="preserve">Estrutura fabricada com longarinas </w:t>
      </w:r>
      <w:r w:rsidRPr="004F2C0F">
        <w:rPr>
          <w:rFonts w:cs="Arial"/>
          <w:szCs w:val="20"/>
        </w:rPr>
        <w:t xml:space="preserve">aço com perfil U, travessas também em aço com perfil U, com mãos francesas ligadas as longarinas através de solda tipo </w:t>
      </w:r>
      <w:r w:rsidRPr="004F2C0F">
        <w:rPr>
          <w:rFonts w:cs="Arial"/>
          <w:i/>
          <w:szCs w:val="20"/>
        </w:rPr>
        <w:t xml:space="preserve">Mig. </w:t>
      </w:r>
      <w:r w:rsidRPr="004F2C0F">
        <w:rPr>
          <w:rFonts w:cs="Arial"/>
          <w:szCs w:val="20"/>
        </w:rPr>
        <w:t>Viga lateral fechando o quadro com as travessas embutidas na viga. Todos os aços deverão possuir qualidade mínima SAE 1020</w:t>
      </w:r>
      <w:r w:rsidR="00F35FA2" w:rsidRPr="004F2C0F">
        <w:rPr>
          <w:rFonts w:cs="Arial"/>
          <w:szCs w:val="20"/>
        </w:rPr>
        <w:t>;</w:t>
      </w:r>
    </w:p>
    <w:p w:rsidR="004F2C0F" w:rsidRPr="000327EF" w:rsidRDefault="004F2C0F" w:rsidP="00926980">
      <w:pPr>
        <w:pStyle w:val="PargrafodaLista"/>
        <w:numPr>
          <w:ilvl w:val="1"/>
          <w:numId w:val="63"/>
        </w:numPr>
        <w:spacing w:before="240" w:after="240"/>
        <w:ind w:left="0" w:firstLine="0"/>
        <w:jc w:val="both"/>
        <w:rPr>
          <w:rFonts w:cs="Arial"/>
          <w:szCs w:val="20"/>
        </w:rPr>
      </w:pPr>
      <w:r w:rsidRPr="000327EF">
        <w:rPr>
          <w:rFonts w:cs="Arial"/>
          <w:szCs w:val="20"/>
        </w:rPr>
        <w:t>Caixa de carga construída com as seguintes premissas:</w:t>
      </w:r>
    </w:p>
    <w:p w:rsidR="004F2C0F" w:rsidRPr="000327EF" w:rsidRDefault="004F2C0F" w:rsidP="00926980">
      <w:pPr>
        <w:pStyle w:val="PargrafodaLista"/>
        <w:numPr>
          <w:ilvl w:val="2"/>
          <w:numId w:val="63"/>
        </w:numPr>
        <w:spacing w:before="240" w:after="240"/>
        <w:ind w:left="0" w:firstLine="0"/>
        <w:jc w:val="both"/>
        <w:rPr>
          <w:rFonts w:cs="Arial"/>
          <w:szCs w:val="20"/>
        </w:rPr>
      </w:pPr>
      <w:r w:rsidRPr="000327EF">
        <w:rPr>
          <w:rFonts w:cs="Arial"/>
          <w:szCs w:val="20"/>
        </w:rPr>
        <w:t xml:space="preserve">Laterais e frontal construída em perfis de aço galvanizado, tipo ômega. </w:t>
      </w:r>
      <w:r w:rsidRPr="000327EF">
        <w:rPr>
          <w:rStyle w:val="fontstyle01"/>
          <w:rFonts w:ascii="Arial" w:hAnsi="Arial" w:cs="Arial"/>
          <w:color w:val="auto"/>
          <w:sz w:val="20"/>
          <w:szCs w:val="20"/>
        </w:rPr>
        <w:t>Revestimento externo em chapa de alumínio Corrugado Natural rebitada sobre os perfis;</w:t>
      </w:r>
    </w:p>
    <w:p w:rsidR="00F35FA2" w:rsidRPr="000327EF" w:rsidRDefault="00F35FA2" w:rsidP="00926980">
      <w:pPr>
        <w:pStyle w:val="PargrafodaLista"/>
        <w:numPr>
          <w:ilvl w:val="2"/>
          <w:numId w:val="63"/>
        </w:numPr>
        <w:spacing w:before="240" w:after="240"/>
        <w:ind w:left="0" w:firstLine="0"/>
        <w:jc w:val="both"/>
        <w:rPr>
          <w:rFonts w:cs="Arial"/>
          <w:szCs w:val="20"/>
        </w:rPr>
      </w:pPr>
      <w:r w:rsidRPr="000327EF">
        <w:rPr>
          <w:rFonts w:cs="Arial"/>
          <w:szCs w:val="20"/>
          <w:shd w:val="clear" w:color="auto" w:fill="FFFFFF"/>
        </w:rPr>
        <w:t>Perfis Internos (ômega e ripa) confeccionados em aço galvanizado, que assegure durabilidade e proteção contra oxidação</w:t>
      </w:r>
      <w:r w:rsidR="004F2C0F" w:rsidRPr="000327EF">
        <w:rPr>
          <w:rFonts w:cs="Arial"/>
          <w:szCs w:val="20"/>
          <w:shd w:val="clear" w:color="auto" w:fill="FFFFFF"/>
        </w:rPr>
        <w:t>. Frontal em chapa de alumínio corrugado</w:t>
      </w:r>
      <w:r w:rsidRPr="000327EF">
        <w:rPr>
          <w:rFonts w:cs="Arial"/>
          <w:szCs w:val="20"/>
          <w:shd w:val="clear" w:color="auto" w:fill="FFFFFF"/>
        </w:rPr>
        <w:t>;</w:t>
      </w:r>
    </w:p>
    <w:p w:rsidR="00F35FA2" w:rsidRPr="000327EF" w:rsidRDefault="00F35FA2" w:rsidP="00926980">
      <w:pPr>
        <w:pStyle w:val="PargrafodaLista"/>
        <w:numPr>
          <w:ilvl w:val="2"/>
          <w:numId w:val="63"/>
        </w:numPr>
        <w:spacing w:before="240" w:after="240"/>
        <w:ind w:left="0" w:firstLine="0"/>
        <w:jc w:val="both"/>
        <w:rPr>
          <w:rFonts w:cs="Arial"/>
          <w:szCs w:val="20"/>
        </w:rPr>
      </w:pPr>
      <w:r w:rsidRPr="000327EF">
        <w:rPr>
          <w:rFonts w:cs="Arial"/>
          <w:szCs w:val="20"/>
          <w:shd w:val="clear" w:color="auto" w:fill="FFFFFF"/>
        </w:rPr>
        <w:t xml:space="preserve">Quadro traseiro tubular tipo “paleteiro”, </w:t>
      </w:r>
      <w:r w:rsidR="004F2C0F" w:rsidRPr="000327EF">
        <w:rPr>
          <w:rStyle w:val="fontstyle01"/>
          <w:rFonts w:ascii="Arial" w:hAnsi="Arial" w:cs="Arial"/>
          <w:color w:val="auto"/>
          <w:sz w:val="20"/>
          <w:szCs w:val="20"/>
        </w:rPr>
        <w:t>construído as colunas em tubo retangular e a pingadeira em perfis de aço estrutural, perfil inferior em tubo retangular, revestimento externo em chapa de alumínio liso branco, com trincos externos</w:t>
      </w:r>
      <w:r w:rsidRPr="000327EF">
        <w:rPr>
          <w:rFonts w:cs="Arial"/>
          <w:szCs w:val="20"/>
          <w:shd w:val="clear" w:color="auto" w:fill="FFFFFF"/>
        </w:rPr>
        <w:t>;</w:t>
      </w:r>
    </w:p>
    <w:p w:rsidR="00C0640E" w:rsidRPr="000327EF" w:rsidRDefault="00C0640E" w:rsidP="00926980">
      <w:pPr>
        <w:pStyle w:val="PargrafodaLista"/>
        <w:numPr>
          <w:ilvl w:val="1"/>
          <w:numId w:val="63"/>
        </w:numPr>
        <w:spacing w:before="240" w:after="240"/>
        <w:ind w:left="0" w:firstLine="0"/>
        <w:jc w:val="both"/>
        <w:rPr>
          <w:rStyle w:val="fontstyle21"/>
          <w:rFonts w:ascii="Arial" w:hAnsi="Arial" w:cs="Arial"/>
          <w:color w:val="auto"/>
          <w:sz w:val="20"/>
          <w:szCs w:val="20"/>
        </w:rPr>
      </w:pPr>
      <w:r w:rsidRPr="000327EF">
        <w:rPr>
          <w:rStyle w:val="fontstyle01"/>
          <w:rFonts w:ascii="Arial" w:hAnsi="Arial" w:cs="Arial"/>
          <w:color w:val="auto"/>
          <w:sz w:val="20"/>
          <w:szCs w:val="20"/>
        </w:rPr>
        <w:t>Revestimento Interno c</w:t>
      </w:r>
      <w:r w:rsidRPr="000327EF">
        <w:rPr>
          <w:rStyle w:val="fontstyle21"/>
          <w:rFonts w:ascii="Arial" w:hAnsi="Arial" w:cs="Arial"/>
          <w:color w:val="auto"/>
          <w:sz w:val="20"/>
          <w:szCs w:val="20"/>
        </w:rPr>
        <w:t>om ripamento galvanizado, com 01 vergalhão por lateral para</w:t>
      </w:r>
      <w:r w:rsidRPr="000327EF">
        <w:rPr>
          <w:rFonts w:cs="Arial"/>
          <w:szCs w:val="20"/>
        </w:rPr>
        <w:br/>
      </w:r>
      <w:r w:rsidRPr="000327EF">
        <w:rPr>
          <w:rStyle w:val="fontstyle21"/>
          <w:rFonts w:ascii="Arial" w:hAnsi="Arial" w:cs="Arial"/>
          <w:color w:val="auto"/>
          <w:sz w:val="20"/>
          <w:szCs w:val="20"/>
        </w:rPr>
        <w:t>amarração de carga e com rodapé de 300mm;</w:t>
      </w:r>
    </w:p>
    <w:p w:rsidR="00C0640E" w:rsidRPr="000327EF" w:rsidRDefault="00C0640E" w:rsidP="00926980">
      <w:pPr>
        <w:pStyle w:val="PargrafodaLista"/>
        <w:numPr>
          <w:ilvl w:val="1"/>
          <w:numId w:val="63"/>
        </w:numPr>
        <w:spacing w:before="240" w:after="240"/>
        <w:ind w:left="0" w:firstLine="0"/>
        <w:jc w:val="both"/>
        <w:rPr>
          <w:rFonts w:cs="Arial"/>
          <w:szCs w:val="20"/>
        </w:rPr>
      </w:pPr>
      <w:r w:rsidRPr="000327EF">
        <w:rPr>
          <w:rStyle w:val="fontstyle21"/>
          <w:rFonts w:ascii="Arial" w:hAnsi="Arial" w:cs="Arial"/>
          <w:color w:val="auto"/>
          <w:sz w:val="20"/>
          <w:szCs w:val="20"/>
        </w:rPr>
        <w:t>Assoalho em piso chapa xadrez de 1/8 polegadas;</w:t>
      </w:r>
    </w:p>
    <w:p w:rsidR="00F35FA2" w:rsidRPr="000327EF" w:rsidRDefault="00F35FA2" w:rsidP="00926980">
      <w:pPr>
        <w:pStyle w:val="PargrafodaLista"/>
        <w:numPr>
          <w:ilvl w:val="1"/>
          <w:numId w:val="63"/>
        </w:numPr>
        <w:spacing w:before="240" w:after="240"/>
        <w:ind w:left="0" w:firstLine="0"/>
        <w:jc w:val="both"/>
        <w:rPr>
          <w:rFonts w:cs="Arial"/>
          <w:szCs w:val="20"/>
        </w:rPr>
      </w:pPr>
      <w:r w:rsidRPr="000327EF">
        <w:rPr>
          <w:rFonts w:cs="Arial"/>
          <w:szCs w:val="20"/>
          <w:shd w:val="clear" w:color="auto" w:fill="FFFFFF"/>
        </w:rPr>
        <w:t>Base confeccionada em aço com longarinas e travessas em perfil U;</w:t>
      </w:r>
    </w:p>
    <w:p w:rsidR="00F35FA2" w:rsidRDefault="00F35FA2" w:rsidP="00926980">
      <w:pPr>
        <w:pStyle w:val="PargrafodaLista"/>
        <w:numPr>
          <w:ilvl w:val="1"/>
          <w:numId w:val="63"/>
        </w:numPr>
        <w:spacing w:before="240" w:after="240"/>
        <w:ind w:left="0" w:firstLine="0"/>
        <w:jc w:val="both"/>
        <w:rPr>
          <w:rFonts w:cs="Arial"/>
          <w:szCs w:val="20"/>
        </w:rPr>
      </w:pPr>
      <w:r w:rsidRPr="000327EF">
        <w:rPr>
          <w:rFonts w:cs="Arial"/>
          <w:szCs w:val="20"/>
          <w:shd w:val="clear" w:color="auto" w:fill="FFFFFF"/>
        </w:rPr>
        <w:t xml:space="preserve">02 portas traseiras e 01 na lateral, confeccionadas em alumínio e de abertura total. Contorno com </w:t>
      </w:r>
      <w:r w:rsidRPr="004F2C0F">
        <w:rPr>
          <w:rFonts w:cs="Arial"/>
          <w:szCs w:val="20"/>
          <w:shd w:val="clear" w:color="auto" w:fill="FFFFFF"/>
        </w:rPr>
        <w:t>perfil de borracha de vedação. Trancas das portas com varões embutidos</w:t>
      </w:r>
      <w:r w:rsidRPr="004F2C0F">
        <w:rPr>
          <w:rFonts w:cs="Arial"/>
          <w:szCs w:val="20"/>
        </w:rPr>
        <w:t>;</w:t>
      </w:r>
    </w:p>
    <w:p w:rsidR="00984A1D" w:rsidRPr="00984A1D" w:rsidRDefault="00984A1D" w:rsidP="00926980">
      <w:pPr>
        <w:pStyle w:val="PargrafodaLista"/>
        <w:numPr>
          <w:ilvl w:val="1"/>
          <w:numId w:val="63"/>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rsidR="00984A1D" w:rsidRPr="00984A1D" w:rsidRDefault="00984A1D" w:rsidP="00926980">
      <w:pPr>
        <w:pStyle w:val="PargrafodaLista"/>
        <w:numPr>
          <w:ilvl w:val="1"/>
          <w:numId w:val="63"/>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rsidR="005F646A" w:rsidRPr="004F2C0F" w:rsidRDefault="00F35FA2" w:rsidP="00926980">
      <w:pPr>
        <w:pStyle w:val="PargrafodaLista"/>
        <w:numPr>
          <w:ilvl w:val="1"/>
          <w:numId w:val="63"/>
        </w:numPr>
        <w:ind w:left="0" w:firstLine="0"/>
        <w:jc w:val="both"/>
        <w:rPr>
          <w:rFonts w:cs="Arial"/>
          <w:szCs w:val="20"/>
        </w:rPr>
      </w:pPr>
      <w:r w:rsidRPr="004F2C0F">
        <w:rPr>
          <w:rFonts w:cs="Arial"/>
          <w:szCs w:val="20"/>
        </w:rPr>
        <w:t>Iluminação interna em LED compatível com o tamanho da carroceria</w:t>
      </w:r>
      <w:r w:rsidR="005F646A" w:rsidRPr="004F2C0F">
        <w:rPr>
          <w:rFonts w:cs="Arial"/>
          <w:szCs w:val="20"/>
        </w:rPr>
        <w:t>;</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Instalações elétricas com fiação clipada e lâmpadas 100% LED;</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Iluminação interna em LED compatível com o tamanho da carroceria;</w:t>
      </w:r>
    </w:p>
    <w:p w:rsidR="005F646A" w:rsidRDefault="005F646A" w:rsidP="00CC5BEE">
      <w:pPr>
        <w:pStyle w:val="PargrafodaLista"/>
        <w:numPr>
          <w:ilvl w:val="1"/>
          <w:numId w:val="63"/>
        </w:numPr>
        <w:ind w:left="0" w:firstLine="0"/>
        <w:jc w:val="both"/>
        <w:rPr>
          <w:rFonts w:cs="Arial"/>
          <w:szCs w:val="20"/>
        </w:rPr>
      </w:pPr>
      <w:r w:rsidRPr="004F2C0F">
        <w:rPr>
          <w:rFonts w:cs="Arial"/>
          <w:szCs w:val="20"/>
        </w:rPr>
        <w:t>Pintura com aplicação de fundo anticorrosivo, mais dupla demão esmalte sintéti</w:t>
      </w:r>
      <w:r w:rsidR="00CC5BEE">
        <w:rPr>
          <w:rFonts w:cs="Arial"/>
          <w:szCs w:val="20"/>
        </w:rPr>
        <w:t>co secagem rápida na cor branca; e</w:t>
      </w:r>
    </w:p>
    <w:p w:rsidR="00CC5BEE" w:rsidRPr="004F2C0F" w:rsidRDefault="006A7268" w:rsidP="00CC5BEE">
      <w:pPr>
        <w:pStyle w:val="PargrafodaLista"/>
        <w:numPr>
          <w:ilvl w:val="1"/>
          <w:numId w:val="63"/>
        </w:numPr>
        <w:ind w:left="0" w:firstLine="0"/>
        <w:jc w:val="both"/>
        <w:rPr>
          <w:rFonts w:cs="Arial"/>
          <w:szCs w:val="20"/>
        </w:rPr>
      </w:pPr>
      <w:r>
        <w:rPr>
          <w:rFonts w:cs="Arial"/>
          <w:szCs w:val="20"/>
        </w:rPr>
        <w:t xml:space="preserve">Produto similar ao Hyundai HD 80, equipado com implemento similar ao </w:t>
      </w:r>
      <w:r w:rsidR="00CC5BEE" w:rsidRPr="00CC5BEE">
        <w:rPr>
          <w:rFonts w:cs="Arial"/>
          <w:szCs w:val="20"/>
        </w:rPr>
        <w:t xml:space="preserve">Furgão Carga Seca da </w:t>
      </w:r>
      <w:r>
        <w:rPr>
          <w:rFonts w:cs="Arial"/>
          <w:szCs w:val="20"/>
        </w:rPr>
        <w:t xml:space="preserve">M </w:t>
      </w:r>
      <w:proofErr w:type="spellStart"/>
      <w:r>
        <w:rPr>
          <w:rFonts w:cs="Arial"/>
          <w:szCs w:val="20"/>
        </w:rPr>
        <w:t>Truck</w:t>
      </w:r>
      <w:proofErr w:type="spellEnd"/>
      <w:r>
        <w:rPr>
          <w:rFonts w:cs="Arial"/>
          <w:szCs w:val="20"/>
        </w:rPr>
        <w:t xml:space="preserve"> Service</w:t>
      </w:r>
      <w:r w:rsidR="00CC5BEE" w:rsidRPr="00CC5BEE">
        <w:rPr>
          <w:rFonts w:cs="Arial"/>
          <w:szCs w:val="20"/>
        </w:rPr>
        <w:t>.</w:t>
      </w:r>
    </w:p>
    <w:p w:rsidR="00F35FA2" w:rsidRPr="004F2C0F" w:rsidRDefault="00F35FA2" w:rsidP="00F35FA2">
      <w:pPr>
        <w:pStyle w:val="PargrafodaLista"/>
        <w:ind w:left="0"/>
        <w:jc w:val="both"/>
        <w:rPr>
          <w:rFonts w:cs="Arial"/>
          <w:szCs w:val="20"/>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50"/>
      </w:tblGrid>
      <w:tr w:rsidR="00BA2359" w:rsidRPr="00623008" w:rsidTr="00E8020E">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2359" w:rsidRPr="00623008" w:rsidRDefault="00BA2359" w:rsidP="00CD4148">
            <w:pPr>
              <w:widowControl w:val="0"/>
              <w:suppressAutoHyphens/>
              <w:jc w:val="center"/>
              <w:rPr>
                <w:rFonts w:cs="Arial"/>
                <w:b/>
                <w:color w:val="000000"/>
                <w:szCs w:val="20"/>
              </w:rPr>
            </w:pPr>
            <w:r w:rsidRPr="00623008">
              <w:rPr>
                <w:rFonts w:cs="Arial"/>
                <w:b/>
                <w:color w:val="000000"/>
                <w:szCs w:val="20"/>
              </w:rPr>
              <w:t>ITEM</w:t>
            </w:r>
          </w:p>
        </w:tc>
        <w:tc>
          <w:tcPr>
            <w:tcW w:w="8250" w:type="dxa"/>
            <w:tcBorders>
              <w:top w:val="single" w:sz="4" w:space="0" w:color="000000"/>
              <w:left w:val="single" w:sz="4" w:space="0" w:color="000000"/>
              <w:bottom w:val="single" w:sz="4" w:space="0" w:color="000000"/>
              <w:right w:val="single" w:sz="4" w:space="0" w:color="000000"/>
            </w:tcBorders>
            <w:shd w:val="clear" w:color="auto" w:fill="FFFF00"/>
          </w:tcPr>
          <w:p w:rsidR="00BA2359" w:rsidRPr="00623008" w:rsidRDefault="00BA2359" w:rsidP="00CD4148">
            <w:pPr>
              <w:widowControl w:val="0"/>
              <w:suppressAutoHyphens/>
              <w:jc w:val="center"/>
              <w:rPr>
                <w:rFonts w:cs="Times New Roman"/>
                <w:b/>
                <w:bCs/>
                <w:szCs w:val="20"/>
              </w:rPr>
            </w:pPr>
            <w:r w:rsidRPr="00623008">
              <w:rPr>
                <w:rFonts w:cs="Times New Roman"/>
                <w:b/>
                <w:bCs/>
                <w:szCs w:val="20"/>
              </w:rPr>
              <w:t>DESCRIÇÃO/ESPECIFICAÇÃO</w:t>
            </w:r>
          </w:p>
        </w:tc>
      </w:tr>
      <w:tr w:rsidR="00BA2359" w:rsidRPr="00623008" w:rsidTr="00E8020E">
        <w:tc>
          <w:tcPr>
            <w:tcW w:w="709" w:type="dxa"/>
            <w:vAlign w:val="center"/>
          </w:tcPr>
          <w:p w:rsidR="00BA2359" w:rsidRPr="00623008" w:rsidRDefault="00315E70" w:rsidP="00CD4148">
            <w:pPr>
              <w:widowControl w:val="0"/>
              <w:suppressAutoHyphens/>
              <w:jc w:val="center"/>
              <w:rPr>
                <w:rFonts w:cs="Arial"/>
                <w:b/>
                <w:color w:val="000000"/>
                <w:szCs w:val="20"/>
              </w:rPr>
            </w:pPr>
            <w:r>
              <w:rPr>
                <w:rFonts w:cs="Arial"/>
                <w:b/>
                <w:color w:val="000000"/>
                <w:szCs w:val="20"/>
              </w:rPr>
              <w:t>81</w:t>
            </w:r>
          </w:p>
        </w:tc>
        <w:tc>
          <w:tcPr>
            <w:tcW w:w="8250" w:type="dxa"/>
          </w:tcPr>
          <w:p w:rsidR="00BA2359" w:rsidRPr="00623008" w:rsidRDefault="00E8020E" w:rsidP="00E8020E">
            <w:pPr>
              <w:widowControl w:val="0"/>
              <w:suppressAutoHyphens/>
              <w:rPr>
                <w:rFonts w:cs="Arial"/>
                <w:color w:val="000000"/>
                <w:szCs w:val="20"/>
              </w:rPr>
            </w:pPr>
            <w:r w:rsidRPr="00623008">
              <w:rPr>
                <w:rFonts w:cs="Times New Roman"/>
                <w:bCs/>
                <w:szCs w:val="20"/>
              </w:rPr>
              <w:t>Veículo utilitário, tipo picape</w:t>
            </w:r>
            <w:r w:rsidR="00371CA3" w:rsidRPr="00623008">
              <w:rPr>
                <w:rFonts w:cs="Times New Roman"/>
                <w:bCs/>
                <w:szCs w:val="20"/>
              </w:rPr>
              <w:t xml:space="preserve"> cabine simple</w:t>
            </w:r>
            <w:r w:rsidR="00F56E30" w:rsidRPr="00623008">
              <w:rPr>
                <w:rFonts w:cs="Times New Roman"/>
                <w:bCs/>
                <w:szCs w:val="20"/>
              </w:rPr>
              <w:t>s</w:t>
            </w:r>
            <w:r w:rsidRPr="00623008">
              <w:rPr>
                <w:rFonts w:cs="Times New Roman"/>
                <w:bCs/>
                <w:szCs w:val="20"/>
              </w:rPr>
              <w:t xml:space="preserve">, </w:t>
            </w:r>
            <w:r w:rsidR="00BA2359" w:rsidRPr="00623008">
              <w:rPr>
                <w:rFonts w:cs="Times New Roman"/>
                <w:bCs/>
                <w:szCs w:val="20"/>
              </w:rPr>
              <w:t>com cesto aéreo</w:t>
            </w:r>
            <w:r w:rsidR="009564C1">
              <w:rPr>
                <w:rFonts w:cs="Times New Roman"/>
                <w:bCs/>
                <w:szCs w:val="20"/>
              </w:rPr>
              <w:t xml:space="preserve"> de 10m</w:t>
            </w:r>
            <w:r w:rsidR="00BA2359" w:rsidRPr="00623008">
              <w:rPr>
                <w:rFonts w:cs="Times New Roman"/>
                <w:bCs/>
                <w:szCs w:val="20"/>
              </w:rPr>
              <w:t>, tração 4x</w:t>
            </w:r>
            <w:r w:rsidR="00F56E30" w:rsidRPr="00623008">
              <w:rPr>
                <w:rFonts w:cs="Times New Roman"/>
                <w:bCs/>
                <w:szCs w:val="20"/>
              </w:rPr>
              <w:t>4</w:t>
            </w:r>
          </w:p>
        </w:tc>
      </w:tr>
    </w:tbl>
    <w:p w:rsidR="00BA2359" w:rsidRPr="00623008" w:rsidRDefault="00BA2359" w:rsidP="00926980">
      <w:pPr>
        <w:pStyle w:val="PargrafodaLista"/>
        <w:numPr>
          <w:ilvl w:val="0"/>
          <w:numId w:val="65"/>
        </w:numPr>
        <w:spacing w:before="120" w:after="120"/>
        <w:ind w:left="0" w:firstLine="0"/>
        <w:contextualSpacing w:val="0"/>
        <w:jc w:val="both"/>
        <w:rPr>
          <w:rFonts w:cs="Arial"/>
          <w:b/>
          <w:szCs w:val="20"/>
        </w:rPr>
      </w:pPr>
      <w:r w:rsidRPr="00623008">
        <w:rPr>
          <w:rFonts w:cs="Arial"/>
          <w:b/>
          <w:szCs w:val="20"/>
        </w:rPr>
        <w:t>CARACTERÍSTICAS TÉCNICAS</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 xml:space="preserve">Classificação: Veículo </w:t>
      </w:r>
      <w:r w:rsidR="00E8020E" w:rsidRPr="00623008">
        <w:rPr>
          <w:rFonts w:cs="Arial"/>
          <w:szCs w:val="20"/>
        </w:rPr>
        <w:t>utilitário</w:t>
      </w:r>
      <w:r w:rsidR="00715D9A" w:rsidRPr="00623008">
        <w:rPr>
          <w:rFonts w:cs="Arial"/>
          <w:szCs w:val="20"/>
        </w:rPr>
        <w:t xml:space="preserve"> novo, zero quilômetro</w:t>
      </w:r>
      <w:r w:rsidRPr="00623008">
        <w:rPr>
          <w:rFonts w:cs="Arial"/>
          <w:szCs w:val="20"/>
        </w:rPr>
        <w:t>,</w:t>
      </w:r>
      <w:r w:rsidR="00715D9A" w:rsidRPr="00623008">
        <w:rPr>
          <w:rFonts w:cs="Arial"/>
          <w:szCs w:val="20"/>
        </w:rPr>
        <w:t xml:space="preserve"> cabine simples</w:t>
      </w:r>
      <w:r w:rsidR="00BE33F1">
        <w:rPr>
          <w:rFonts w:cs="Arial"/>
          <w:szCs w:val="20"/>
        </w:rPr>
        <w:t>, tração 4x4</w:t>
      </w:r>
      <w:r w:rsidR="00715D9A" w:rsidRPr="00623008">
        <w:rPr>
          <w:rFonts w:cs="Arial"/>
          <w:szCs w:val="20"/>
        </w:rPr>
        <w:t xml:space="preserve"> e</w:t>
      </w:r>
      <w:r w:rsidRPr="00623008">
        <w:rPr>
          <w:rFonts w:cs="Arial"/>
          <w:szCs w:val="20"/>
        </w:rPr>
        <w:t xml:space="preserve"> equipado com cesto aéreo;</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Ano de fabricação do chassi: do ano em curso ou posterior;</w:t>
      </w:r>
    </w:p>
    <w:p w:rsidR="00BA2359" w:rsidRPr="00623008" w:rsidRDefault="00371CA3" w:rsidP="00926980">
      <w:pPr>
        <w:pStyle w:val="PargrafodaLista"/>
        <w:numPr>
          <w:ilvl w:val="0"/>
          <w:numId w:val="66"/>
        </w:numPr>
        <w:spacing w:before="240" w:after="240"/>
        <w:ind w:left="0" w:firstLine="0"/>
        <w:jc w:val="both"/>
        <w:rPr>
          <w:rFonts w:cs="Arial"/>
          <w:szCs w:val="20"/>
        </w:rPr>
      </w:pPr>
      <w:r w:rsidRPr="00623008">
        <w:rPr>
          <w:rFonts w:cs="Arial"/>
          <w:szCs w:val="20"/>
        </w:rPr>
        <w:t>Capacidade de carga mínima de 1000Kg</w:t>
      </w:r>
      <w:r w:rsidR="00BA2359" w:rsidRPr="00623008">
        <w:rPr>
          <w:rFonts w:cs="Arial"/>
          <w:szCs w:val="20"/>
        </w:rPr>
        <w:t>;</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Motor do veículo: Óleo diesel, com</w:t>
      </w:r>
      <w:r w:rsidR="00371CA3" w:rsidRPr="00623008">
        <w:rPr>
          <w:rFonts w:cs="Arial"/>
          <w:szCs w:val="20"/>
        </w:rPr>
        <w:t xml:space="preserve"> potência </w:t>
      </w:r>
      <w:r w:rsidR="00A0100D">
        <w:rPr>
          <w:rFonts w:cs="Arial"/>
          <w:szCs w:val="20"/>
        </w:rPr>
        <w:t>igual ou superior a 16</w:t>
      </w:r>
      <w:r w:rsidRPr="00623008">
        <w:rPr>
          <w:rFonts w:cs="Arial"/>
          <w:szCs w:val="20"/>
        </w:rPr>
        <w:t>0CV;</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Pintura na cor BRANCA; e</w:t>
      </w:r>
    </w:p>
    <w:p w:rsidR="00BA2359" w:rsidRPr="00623008" w:rsidRDefault="00BA2359" w:rsidP="00BA2359">
      <w:pPr>
        <w:pStyle w:val="PargrafodaLista"/>
        <w:spacing w:before="240" w:after="240"/>
        <w:ind w:left="0"/>
        <w:jc w:val="both"/>
        <w:rPr>
          <w:rFonts w:cs="Arial"/>
          <w:szCs w:val="20"/>
        </w:rPr>
      </w:pPr>
    </w:p>
    <w:p w:rsidR="00BA2359" w:rsidRPr="00623008" w:rsidRDefault="00BA2359" w:rsidP="00926980">
      <w:pPr>
        <w:pStyle w:val="PargrafodaLista"/>
        <w:numPr>
          <w:ilvl w:val="0"/>
          <w:numId w:val="65"/>
        </w:numPr>
        <w:spacing w:before="120" w:after="120"/>
        <w:ind w:left="0" w:firstLine="0"/>
        <w:contextualSpacing w:val="0"/>
        <w:jc w:val="both"/>
        <w:rPr>
          <w:rFonts w:cs="Arial"/>
          <w:szCs w:val="20"/>
        </w:rPr>
      </w:pPr>
      <w:r w:rsidRPr="00623008">
        <w:rPr>
          <w:rFonts w:cs="Arial"/>
          <w:b/>
          <w:szCs w:val="20"/>
        </w:rPr>
        <w:t>DIVERSOS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Ar-condicionado original de fábrica;</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Retrovisores externos elétricos;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Vidro elétrico nas portas com fechamento/abertura automática pela chave;</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Travas elétricas das portas com acionamento na chave;</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Som/multimídia integrada ao veículo, somente o disponibilizado de fábrica;</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Protetor de cárter;</w:t>
      </w:r>
    </w:p>
    <w:p w:rsidR="00E8020E" w:rsidRPr="00623008" w:rsidRDefault="00CD4148" w:rsidP="00926980">
      <w:pPr>
        <w:pStyle w:val="PargrafodaLista"/>
        <w:numPr>
          <w:ilvl w:val="1"/>
          <w:numId w:val="65"/>
        </w:numPr>
        <w:ind w:left="0" w:firstLine="0"/>
        <w:jc w:val="both"/>
        <w:rPr>
          <w:rFonts w:cs="Arial"/>
          <w:szCs w:val="20"/>
        </w:rPr>
      </w:pPr>
      <w:r w:rsidRPr="00623008">
        <w:rPr>
          <w:rFonts w:cs="Arial"/>
          <w:szCs w:val="20"/>
        </w:rPr>
        <w:t>Jogo de tapete de borracha; e</w:t>
      </w:r>
    </w:p>
    <w:p w:rsidR="00BA2359" w:rsidRPr="00623008" w:rsidRDefault="00CD4148" w:rsidP="00926980">
      <w:pPr>
        <w:pStyle w:val="PargrafodaLista"/>
        <w:numPr>
          <w:ilvl w:val="1"/>
          <w:numId w:val="65"/>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r w:rsidR="00BA2359" w:rsidRPr="00623008">
        <w:rPr>
          <w:rFonts w:cs="Arial"/>
          <w:szCs w:val="20"/>
        </w:rPr>
        <w:t>.</w:t>
      </w:r>
    </w:p>
    <w:p w:rsidR="00BA2359" w:rsidRPr="009564C1" w:rsidRDefault="00BA2359" w:rsidP="00926980">
      <w:pPr>
        <w:pStyle w:val="PargrafodaLista"/>
        <w:numPr>
          <w:ilvl w:val="0"/>
          <w:numId w:val="65"/>
        </w:numPr>
        <w:spacing w:before="120" w:after="120"/>
        <w:ind w:left="0" w:firstLine="0"/>
        <w:contextualSpacing w:val="0"/>
        <w:jc w:val="both"/>
        <w:rPr>
          <w:rFonts w:cs="Arial"/>
          <w:b/>
          <w:szCs w:val="20"/>
        </w:rPr>
      </w:pPr>
      <w:r w:rsidRPr="009564C1">
        <w:rPr>
          <w:rFonts w:cs="Arial"/>
          <w:b/>
          <w:szCs w:val="20"/>
        </w:rPr>
        <w:t>CARACTERIZAÇÃO DA CARROCERIA E CESTO AÉREO</w:t>
      </w:r>
    </w:p>
    <w:p w:rsidR="00BA2359" w:rsidRPr="00623008" w:rsidRDefault="00BA2359" w:rsidP="00926980">
      <w:pPr>
        <w:pStyle w:val="PargrafodaLista"/>
        <w:numPr>
          <w:ilvl w:val="1"/>
          <w:numId w:val="65"/>
        </w:numPr>
        <w:spacing w:before="240" w:after="240"/>
        <w:ind w:left="0" w:firstLine="0"/>
        <w:jc w:val="both"/>
        <w:rPr>
          <w:rFonts w:cs="Arial"/>
          <w:szCs w:val="20"/>
        </w:rPr>
      </w:pPr>
      <w:r w:rsidRPr="00623008">
        <w:rPr>
          <w:rFonts w:cs="Arial"/>
          <w:szCs w:val="20"/>
        </w:rPr>
        <w:t xml:space="preserve">Carroceria </w:t>
      </w:r>
      <w:r w:rsidR="009564C1">
        <w:rPr>
          <w:rFonts w:cs="Arial"/>
          <w:szCs w:val="20"/>
        </w:rPr>
        <w:t xml:space="preserve">em fibra para </w:t>
      </w:r>
      <w:r w:rsidRPr="00623008">
        <w:rPr>
          <w:rFonts w:cs="Arial"/>
          <w:szCs w:val="20"/>
        </w:rPr>
        <w:t xml:space="preserve">veículo utilitário de PBT mínimo de </w:t>
      </w:r>
      <w:r w:rsidR="009564C1">
        <w:rPr>
          <w:rFonts w:cs="Arial"/>
          <w:szCs w:val="20"/>
        </w:rPr>
        <w:t>3</w:t>
      </w:r>
      <w:r w:rsidRPr="00623008">
        <w:rPr>
          <w:rFonts w:cs="Arial"/>
          <w:szCs w:val="20"/>
        </w:rPr>
        <w:t xml:space="preserve"> toneladas com entre eixo de 3.</w:t>
      </w:r>
      <w:r w:rsidR="009564C1">
        <w:rPr>
          <w:rFonts w:cs="Arial"/>
          <w:szCs w:val="20"/>
        </w:rPr>
        <w:t>0</w:t>
      </w:r>
      <w:r w:rsidRPr="00623008">
        <w:rPr>
          <w:rFonts w:cs="Arial"/>
          <w:szCs w:val="20"/>
        </w:rPr>
        <w:t>00 a 3.</w:t>
      </w:r>
      <w:r w:rsidR="009564C1">
        <w:rPr>
          <w:rFonts w:cs="Arial"/>
          <w:szCs w:val="20"/>
        </w:rPr>
        <w:t>2</w:t>
      </w:r>
      <w:r w:rsidRPr="00623008">
        <w:rPr>
          <w:rFonts w:cs="Arial"/>
          <w:szCs w:val="20"/>
        </w:rPr>
        <w:t>00 mm com as seguintes características técnicas:</w:t>
      </w:r>
    </w:p>
    <w:p w:rsidR="00BA2359" w:rsidRPr="00623008" w:rsidRDefault="00E8020E" w:rsidP="00926980">
      <w:pPr>
        <w:pStyle w:val="PargrafodaLista"/>
        <w:numPr>
          <w:ilvl w:val="2"/>
          <w:numId w:val="67"/>
        </w:numPr>
        <w:spacing w:before="240" w:after="240"/>
        <w:ind w:left="0" w:firstLine="0"/>
        <w:jc w:val="both"/>
        <w:rPr>
          <w:rFonts w:cs="Arial"/>
          <w:szCs w:val="20"/>
        </w:rPr>
      </w:pPr>
      <w:r w:rsidRPr="00623008">
        <w:rPr>
          <w:rFonts w:cs="Arial"/>
          <w:szCs w:val="20"/>
        </w:rPr>
        <w:t>Sobre chassi</w:t>
      </w:r>
      <w:r w:rsidR="00BA2359" w:rsidRPr="00623008">
        <w:rPr>
          <w:rFonts w:cs="Arial"/>
          <w:szCs w:val="20"/>
        </w:rPr>
        <w:t xml:space="preserve"> fabricado em viga "U" de </w:t>
      </w:r>
      <w:r w:rsidR="009564C1">
        <w:rPr>
          <w:rFonts w:cs="Arial"/>
          <w:szCs w:val="20"/>
        </w:rPr>
        <w:t>3mm</w:t>
      </w:r>
      <w:r w:rsidR="00BA2359" w:rsidRPr="00623008">
        <w:rPr>
          <w:rFonts w:cs="Arial"/>
          <w:szCs w:val="20"/>
        </w:rPr>
        <w:t xml:space="preserve"> em chapa de aço carbono;</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 xml:space="preserve">Travessa fabricadas em viga "U" de </w:t>
      </w:r>
      <w:r w:rsidR="009564C1">
        <w:rPr>
          <w:rFonts w:cs="Arial"/>
          <w:szCs w:val="20"/>
        </w:rPr>
        <w:t>3mm</w:t>
      </w:r>
      <w:r w:rsidRPr="00623008">
        <w:rPr>
          <w:rFonts w:cs="Arial"/>
          <w:szCs w:val="20"/>
        </w:rPr>
        <w:t xml:space="preserve"> em chapa de aço carbono;</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Assoalho da carroceria fabricado em chapa xadrez de 1/8";</w:t>
      </w:r>
    </w:p>
    <w:p w:rsidR="00BA2359"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 xml:space="preserve">Carroceria de </w:t>
      </w:r>
      <w:r w:rsidR="009564C1">
        <w:rPr>
          <w:rFonts w:cs="Arial"/>
          <w:szCs w:val="20"/>
        </w:rPr>
        <w:t>2</w:t>
      </w:r>
      <w:r w:rsidRPr="00623008">
        <w:rPr>
          <w:rFonts w:cs="Arial"/>
          <w:szCs w:val="20"/>
        </w:rPr>
        <w:t>.</w:t>
      </w:r>
      <w:r w:rsidR="009564C1">
        <w:rPr>
          <w:rFonts w:cs="Arial"/>
          <w:szCs w:val="20"/>
        </w:rPr>
        <w:t>6</w:t>
      </w:r>
      <w:r w:rsidRPr="00623008">
        <w:rPr>
          <w:rFonts w:cs="Arial"/>
          <w:szCs w:val="20"/>
        </w:rPr>
        <w:t xml:space="preserve">00 mm com </w:t>
      </w:r>
      <w:r w:rsidR="009564C1">
        <w:rPr>
          <w:rFonts w:cs="Arial"/>
          <w:szCs w:val="20"/>
        </w:rPr>
        <w:t>duas</w:t>
      </w:r>
      <w:r w:rsidRPr="00623008">
        <w:rPr>
          <w:rFonts w:cs="Arial"/>
          <w:szCs w:val="20"/>
        </w:rPr>
        <w:t xml:space="preserve"> caixas dispostas </w:t>
      </w:r>
      <w:r w:rsidR="009564C1">
        <w:rPr>
          <w:rFonts w:cs="Arial"/>
          <w:szCs w:val="20"/>
        </w:rPr>
        <w:t xml:space="preserve">1 de cada lado e com </w:t>
      </w:r>
      <w:r w:rsidR="009564C1" w:rsidRPr="00623008">
        <w:rPr>
          <w:rFonts w:cs="Arial"/>
          <w:szCs w:val="20"/>
        </w:rPr>
        <w:t xml:space="preserve">iluminação </w:t>
      </w:r>
      <w:r w:rsidR="009564C1">
        <w:rPr>
          <w:rFonts w:cs="Arial"/>
          <w:szCs w:val="20"/>
        </w:rPr>
        <w:t>interna;</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Acesso a carroceria pela parte traseira;</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Sobre</w:t>
      </w:r>
      <w:r w:rsidR="00C0666B" w:rsidRPr="00623008">
        <w:rPr>
          <w:rFonts w:cs="Arial"/>
          <w:szCs w:val="20"/>
        </w:rPr>
        <w:t xml:space="preserve"> </w:t>
      </w:r>
      <w:r w:rsidRPr="00623008">
        <w:rPr>
          <w:rFonts w:cs="Arial"/>
          <w:szCs w:val="20"/>
        </w:rPr>
        <w:t>chassi e caixas com pintura de fundo e acabamento em poliuretano;</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Para-Lamas em aço;</w:t>
      </w:r>
    </w:p>
    <w:p w:rsidR="00BA2359" w:rsidRPr="00633F11" w:rsidRDefault="00BA2359" w:rsidP="006B30C2">
      <w:pPr>
        <w:pStyle w:val="PargrafodaLista"/>
        <w:numPr>
          <w:ilvl w:val="2"/>
          <w:numId w:val="67"/>
        </w:numPr>
        <w:tabs>
          <w:tab w:val="left" w:pos="426"/>
        </w:tabs>
        <w:spacing w:before="240" w:after="240"/>
        <w:ind w:left="0" w:firstLine="0"/>
        <w:jc w:val="both"/>
        <w:rPr>
          <w:rFonts w:cs="Arial"/>
          <w:szCs w:val="20"/>
        </w:rPr>
      </w:pPr>
      <w:r w:rsidRPr="00633F11">
        <w:rPr>
          <w:rFonts w:cs="Arial"/>
          <w:szCs w:val="20"/>
        </w:rPr>
        <w:t>Contendo suporte para transportes de no mínimo 10 cones de sinalização</w:t>
      </w:r>
      <w:r w:rsidR="00633F11" w:rsidRPr="00633F11">
        <w:rPr>
          <w:rFonts w:cs="Arial"/>
          <w:szCs w:val="20"/>
        </w:rPr>
        <w:t xml:space="preserve"> e uma </w:t>
      </w:r>
      <w:r w:rsidRPr="00633F11">
        <w:rPr>
          <w:rFonts w:cs="Arial"/>
          <w:szCs w:val="20"/>
        </w:rPr>
        <w:t>escada;</w:t>
      </w:r>
    </w:p>
    <w:p w:rsidR="00BA2359" w:rsidRPr="00633F11" w:rsidRDefault="00BA2359" w:rsidP="006B30C2">
      <w:pPr>
        <w:pStyle w:val="PargrafodaLista"/>
        <w:numPr>
          <w:ilvl w:val="2"/>
          <w:numId w:val="67"/>
        </w:numPr>
        <w:tabs>
          <w:tab w:val="left" w:pos="426"/>
        </w:tabs>
        <w:spacing w:before="240" w:after="240"/>
        <w:ind w:left="0" w:firstLine="0"/>
        <w:jc w:val="both"/>
        <w:rPr>
          <w:rFonts w:cs="Arial"/>
          <w:szCs w:val="20"/>
        </w:rPr>
      </w:pPr>
      <w:r w:rsidRPr="00633F11">
        <w:rPr>
          <w:rFonts w:cs="Arial"/>
          <w:szCs w:val="20"/>
        </w:rPr>
        <w:t xml:space="preserve">Contendo um farol de manejo multidirecional convexo de longo alcance, com base </w:t>
      </w:r>
      <w:r w:rsidR="00633F11" w:rsidRPr="00633F11">
        <w:rPr>
          <w:rFonts w:cs="Arial"/>
          <w:szCs w:val="20"/>
        </w:rPr>
        <w:t xml:space="preserve">giratória para iluminar a cesta e </w:t>
      </w:r>
      <w:r w:rsidR="00633F11">
        <w:rPr>
          <w:rFonts w:cs="Arial"/>
          <w:szCs w:val="20"/>
        </w:rPr>
        <w:t>g</w:t>
      </w:r>
      <w:r w:rsidRPr="00633F11">
        <w:rPr>
          <w:rFonts w:cs="Arial"/>
          <w:szCs w:val="20"/>
        </w:rPr>
        <w:t>iroflex de LED</w:t>
      </w:r>
      <w:r w:rsidR="00A832D1">
        <w:rPr>
          <w:rFonts w:cs="Arial"/>
          <w:szCs w:val="20"/>
        </w:rPr>
        <w:t xml:space="preserve"> </w:t>
      </w:r>
      <w:r w:rsidRPr="00633F11">
        <w:rPr>
          <w:rFonts w:cs="Arial"/>
          <w:szCs w:val="20"/>
        </w:rPr>
        <w:t xml:space="preserve">instalado </w:t>
      </w:r>
      <w:r w:rsidR="00633F11" w:rsidRPr="00633F11">
        <w:rPr>
          <w:rFonts w:cs="Arial"/>
          <w:szCs w:val="20"/>
        </w:rPr>
        <w:t>no malhal da carroceria</w:t>
      </w:r>
      <w:r w:rsidRPr="00633F11">
        <w:rPr>
          <w:rFonts w:cs="Arial"/>
          <w:szCs w:val="20"/>
        </w:rPr>
        <w:t>;</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Caixa de ferramenta fabricada em fibra de vidro; e</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As superfícies dos perfis e chapas da carroceria e cesta aérea deverão ser desengraxadas e desoxidadas antes da aplicação das tintas de acabamento, eliminando oxidações superficiais e áreas gordurosas para aplicação de fundo anticorrosivo. Pintura de fundo e acabamento do tipo Poliuretano – PU na cor branca.</w:t>
      </w:r>
    </w:p>
    <w:p w:rsidR="00BA2359" w:rsidRPr="00623008" w:rsidRDefault="00BA2359" w:rsidP="00926980">
      <w:pPr>
        <w:pStyle w:val="PargrafodaLista"/>
        <w:numPr>
          <w:ilvl w:val="1"/>
          <w:numId w:val="65"/>
        </w:numPr>
        <w:spacing w:before="240" w:after="240"/>
        <w:ind w:left="0" w:firstLine="0"/>
        <w:jc w:val="both"/>
        <w:rPr>
          <w:rFonts w:cs="Arial"/>
          <w:szCs w:val="20"/>
        </w:rPr>
      </w:pPr>
      <w:r w:rsidRPr="00623008">
        <w:rPr>
          <w:rFonts w:cs="Arial"/>
          <w:szCs w:val="20"/>
        </w:rPr>
        <w:t>Cesta aérea individual articulada simples com as seguintes características:</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Cesto fabricado em fibra com degrau, capa protetora</w:t>
      </w:r>
      <w:r w:rsidR="00AB07C0" w:rsidRPr="007B514D">
        <w:rPr>
          <w:rFonts w:cs="Arial"/>
          <w:szCs w:val="20"/>
        </w:rPr>
        <w:t xml:space="preserve">, </w:t>
      </w:r>
      <w:r w:rsidR="00AB07C0" w:rsidRPr="007B514D">
        <w:rPr>
          <w:szCs w:val="20"/>
        </w:rPr>
        <w:t xml:space="preserve">capacidade mínima para 130 Kg, comando instalado no cesto, </w:t>
      </w:r>
      <w:r w:rsidR="00AB07C0" w:rsidRPr="007B514D">
        <w:rPr>
          <w:rFonts w:cs="Arial"/>
          <w:szCs w:val="20"/>
        </w:rPr>
        <w:t>horímetro e ponto de aterramento</w:t>
      </w:r>
      <w:r w:rsidRPr="007B514D">
        <w:rPr>
          <w:rFonts w:cs="Arial"/>
          <w:szCs w:val="20"/>
        </w:rPr>
        <w:t>;</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Suporte para fixação do cinto de segurança e alça para carretilha</w:t>
      </w:r>
      <w:r w:rsidR="00603D80" w:rsidRPr="007B514D">
        <w:rPr>
          <w:rFonts w:cs="Arial"/>
          <w:szCs w:val="20"/>
        </w:rPr>
        <w:t xml:space="preserve">, </w:t>
      </w:r>
      <w:r w:rsidR="00603D80" w:rsidRPr="007B514D">
        <w:rPr>
          <w:szCs w:val="20"/>
        </w:rPr>
        <w:t>conforme norma ABNT NBR 16.092/12, adequada à NR-12</w:t>
      </w:r>
      <w:r w:rsidRPr="007B514D">
        <w:rPr>
          <w:rFonts w:cs="Arial"/>
          <w:szCs w:val="20"/>
        </w:rPr>
        <w:t>;</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Dispositivo de parada de emergência nos comandos superior e inferior;</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Estabilizadores de válvula de retenção duplamente pilotada;</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 xml:space="preserve">Sistema de estabilização com indicador de inclinação; </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nivelamento do cesto por meio de correntes;</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basculamento hidráulico com utilização de óleo hidráulico SAE 68;</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bloqueio dos estabilizadores sem o recolhimento do braço em posição de transporte;</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Equipado com bomba hidráulica de engrenagens com acionamento por meio de</w:t>
      </w:r>
      <w:r w:rsidR="00F66010" w:rsidRPr="007B514D">
        <w:rPr>
          <w:rFonts w:cs="Arial"/>
          <w:szCs w:val="20"/>
        </w:rPr>
        <w:t xml:space="preserve"> s</w:t>
      </w:r>
      <w:r w:rsidR="00AB07C0" w:rsidRPr="007B514D">
        <w:rPr>
          <w:rFonts w:cs="Arial"/>
          <w:szCs w:val="20"/>
        </w:rPr>
        <w:t>istema de polia elétrico magnético</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Controle de operação da parte superior da cesta</w:t>
      </w:r>
      <w:r w:rsidR="00947F52" w:rsidRPr="007B514D">
        <w:rPr>
          <w:rFonts w:cs="Arial"/>
          <w:szCs w:val="20"/>
        </w:rPr>
        <w:t xml:space="preserve">, </w:t>
      </w:r>
      <w:r w:rsidRPr="007B514D">
        <w:rPr>
          <w:rFonts w:cs="Arial"/>
          <w:szCs w:val="20"/>
        </w:rPr>
        <w:t>instalado na torre e no cesto, priorizando a torre;</w:t>
      </w:r>
    </w:p>
    <w:p w:rsidR="00BA2359" w:rsidRPr="007B514D" w:rsidRDefault="00947F52"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 xml:space="preserve">Alavancas </w:t>
      </w:r>
      <w:r w:rsidR="00BA2359" w:rsidRPr="007B514D">
        <w:rPr>
          <w:rFonts w:cs="Arial"/>
          <w:szCs w:val="20"/>
        </w:rPr>
        <w:t>de segurança contra operações indevidas no cesto;</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Alavancas de comando que retornem à posição neutra, após liberação ou soltas pelo operador;</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 xml:space="preserve">Válvulas tipo </w:t>
      </w:r>
      <w:r w:rsidRPr="007B514D">
        <w:rPr>
          <w:rFonts w:cs="Arial"/>
          <w:i/>
          <w:szCs w:val="20"/>
        </w:rPr>
        <w:t>holding</w:t>
      </w:r>
      <w:r w:rsidRPr="007B514D">
        <w:rPr>
          <w:rFonts w:cs="Arial"/>
          <w:szCs w:val="20"/>
        </w:rPr>
        <w:t xml:space="preserve"> nos cilindros da lança e braço;</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Sistema de basculamento do cesto com bomba manual para utilização em caso de emergência;</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 xml:space="preserve">Altura de trabalho mínima de </w:t>
      </w:r>
      <w:r w:rsidR="00AB07C0" w:rsidRPr="007B514D">
        <w:rPr>
          <w:rFonts w:cs="Arial"/>
          <w:szCs w:val="20"/>
        </w:rPr>
        <w:t>10</w:t>
      </w:r>
      <w:r w:rsidRPr="007B514D">
        <w:rPr>
          <w:rFonts w:cs="Arial"/>
          <w:szCs w:val="20"/>
        </w:rPr>
        <w:t xml:space="preserve">m; </w:t>
      </w:r>
    </w:p>
    <w:p w:rsidR="00AB07C0" w:rsidRPr="007B514D" w:rsidRDefault="004D1B71" w:rsidP="00926980">
      <w:pPr>
        <w:pStyle w:val="PargrafodaLista"/>
        <w:numPr>
          <w:ilvl w:val="2"/>
          <w:numId w:val="68"/>
        </w:numPr>
        <w:tabs>
          <w:tab w:val="left" w:pos="426"/>
          <w:tab w:val="left" w:pos="1276"/>
        </w:tabs>
        <w:spacing w:before="240" w:after="240"/>
        <w:ind w:left="0" w:firstLine="0"/>
        <w:jc w:val="both"/>
        <w:rPr>
          <w:rFonts w:cs="Arial"/>
          <w:szCs w:val="20"/>
        </w:rPr>
      </w:pPr>
      <w:r>
        <w:rPr>
          <w:szCs w:val="20"/>
        </w:rPr>
        <w:t>Altura até a base da cesta de 8,</w:t>
      </w:r>
      <w:r w:rsidR="00AB07C0" w:rsidRPr="007B514D">
        <w:rPr>
          <w:szCs w:val="20"/>
        </w:rPr>
        <w:t>5</w:t>
      </w:r>
      <w:r>
        <w:rPr>
          <w:szCs w:val="20"/>
        </w:rPr>
        <w:t>m</w:t>
      </w:r>
      <w:r w:rsidR="00AB07C0" w:rsidRPr="007B514D">
        <w:rPr>
          <w:szCs w:val="20"/>
        </w:rPr>
        <w:t>;</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 xml:space="preserve">Alcance horizontal mínimo de </w:t>
      </w:r>
      <w:r w:rsidR="00AB07C0" w:rsidRPr="007B514D">
        <w:rPr>
          <w:rFonts w:cs="Arial"/>
          <w:szCs w:val="20"/>
        </w:rPr>
        <w:t>4,5</w:t>
      </w:r>
      <w:r w:rsidRPr="007B514D">
        <w:rPr>
          <w:rFonts w:cs="Arial"/>
          <w:szCs w:val="20"/>
        </w:rPr>
        <w:t xml:space="preserve">m; </w:t>
      </w:r>
    </w:p>
    <w:p w:rsidR="00BA2359" w:rsidRPr="007B514D" w:rsidRDefault="00BA2359" w:rsidP="00544E51">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Giro de 360º</w:t>
      </w:r>
      <w:r w:rsidR="00AB07C0" w:rsidRPr="007B514D">
        <w:rPr>
          <w:rFonts w:cs="Arial"/>
          <w:szCs w:val="20"/>
        </w:rPr>
        <w:t xml:space="preserve">, </w:t>
      </w:r>
      <w:r w:rsidRPr="007B514D">
        <w:rPr>
          <w:rFonts w:cs="Arial"/>
          <w:szCs w:val="20"/>
        </w:rPr>
        <w:t>do tipo infinito;</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Altura do equipamento em posição de transporte máximo de 3600mm;</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Pressão de trabalho mínima de 200BAR; e</w:t>
      </w:r>
    </w:p>
    <w:p w:rsidR="008A0BBC" w:rsidRPr="007B514D" w:rsidRDefault="008A0BBC"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 xml:space="preserve">1 conjunto de sapatas estabilizadoras (traseiras) instalado no chassi com válvula de retenção pilotada; </w:t>
      </w:r>
    </w:p>
    <w:p w:rsidR="008A0BBC" w:rsidRPr="007B514D" w:rsidRDefault="008A0BBC"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 xml:space="preserve">Proteção do comando do cesto; </w:t>
      </w:r>
    </w:p>
    <w:p w:rsidR="008A0BBC" w:rsidRPr="007B514D" w:rsidRDefault="008A0BBC" w:rsidP="006A7268">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Sistema de nivelamento automático</w:t>
      </w:r>
      <w:r w:rsidR="007B514D" w:rsidRPr="007B514D">
        <w:rPr>
          <w:szCs w:val="20"/>
        </w:rPr>
        <w:t xml:space="preserve"> da caçamba;</w:t>
      </w:r>
      <w:r w:rsidR="00603D80" w:rsidRPr="007B514D">
        <w:rPr>
          <w:szCs w:val="20"/>
        </w:rPr>
        <w:t xml:space="preserve"> e</w:t>
      </w:r>
    </w:p>
    <w:p w:rsidR="00603D80" w:rsidRPr="00623008" w:rsidRDefault="00603D80" w:rsidP="006A7268">
      <w:pPr>
        <w:pStyle w:val="PargrafodaLista"/>
        <w:numPr>
          <w:ilvl w:val="2"/>
          <w:numId w:val="68"/>
        </w:numPr>
        <w:tabs>
          <w:tab w:val="left" w:pos="426"/>
          <w:tab w:val="left" w:pos="1276"/>
        </w:tabs>
        <w:spacing w:before="240" w:after="240"/>
        <w:ind w:left="0" w:firstLine="0"/>
        <w:jc w:val="both"/>
        <w:rPr>
          <w:rFonts w:cs="Arial"/>
          <w:color w:val="FF0000"/>
          <w:szCs w:val="20"/>
        </w:rPr>
      </w:pPr>
      <w:r w:rsidRPr="00623008">
        <w:rPr>
          <w:szCs w:val="20"/>
        </w:rPr>
        <w:t xml:space="preserve">Produto similar </w:t>
      </w:r>
      <w:r w:rsidR="006A7268" w:rsidRPr="006A7268">
        <w:rPr>
          <w:szCs w:val="20"/>
        </w:rPr>
        <w:t>a picape S10 chassi cabine simples da Chevrolet, equipado com implemento similar ao Cesto Micro Sky 10m não isolado da Masal</w:t>
      </w:r>
      <w:r w:rsidRPr="00623008">
        <w:rPr>
          <w:szCs w:val="20"/>
        </w:rPr>
        <w:t xml:space="preserve">. </w:t>
      </w:r>
    </w:p>
    <w:p w:rsidR="00BA2359" w:rsidRPr="00623008" w:rsidRDefault="00BA2359" w:rsidP="00F35FA2">
      <w:pPr>
        <w:pStyle w:val="PargrafodaLista"/>
        <w:ind w:left="0"/>
        <w:jc w:val="both"/>
        <w:rPr>
          <w:rFonts w:cs="Arial"/>
          <w:color w:val="FF0000"/>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BA2359" w:rsidRPr="00623008" w:rsidTr="00CD4148">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2359" w:rsidRPr="00623008" w:rsidRDefault="00BA2359" w:rsidP="00CD4148">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BA2359" w:rsidRPr="00623008" w:rsidRDefault="00BA2359" w:rsidP="00CD4148">
            <w:pPr>
              <w:widowControl w:val="0"/>
              <w:suppressAutoHyphens/>
              <w:jc w:val="center"/>
              <w:rPr>
                <w:rFonts w:cs="Times New Roman"/>
                <w:b/>
                <w:bCs/>
                <w:szCs w:val="20"/>
              </w:rPr>
            </w:pPr>
            <w:r w:rsidRPr="00623008">
              <w:rPr>
                <w:rFonts w:cs="Times New Roman"/>
                <w:b/>
                <w:bCs/>
                <w:szCs w:val="20"/>
              </w:rPr>
              <w:t>DESCRIÇÃO/ESPECIFICAÇÃO</w:t>
            </w:r>
          </w:p>
        </w:tc>
      </w:tr>
      <w:tr w:rsidR="00BA2359" w:rsidRPr="00623008" w:rsidTr="00CD4148">
        <w:tc>
          <w:tcPr>
            <w:tcW w:w="709" w:type="dxa"/>
            <w:vAlign w:val="center"/>
          </w:tcPr>
          <w:p w:rsidR="00BA2359" w:rsidRPr="00623008" w:rsidRDefault="00315E70" w:rsidP="00CD4148">
            <w:pPr>
              <w:widowControl w:val="0"/>
              <w:suppressAutoHyphens/>
              <w:jc w:val="center"/>
              <w:rPr>
                <w:rFonts w:cs="Arial"/>
                <w:b/>
                <w:color w:val="000000"/>
                <w:szCs w:val="20"/>
              </w:rPr>
            </w:pPr>
            <w:r>
              <w:rPr>
                <w:rFonts w:cs="Arial"/>
                <w:b/>
                <w:color w:val="000000"/>
                <w:szCs w:val="20"/>
              </w:rPr>
              <w:t>82</w:t>
            </w:r>
          </w:p>
        </w:tc>
        <w:tc>
          <w:tcPr>
            <w:tcW w:w="8357" w:type="dxa"/>
          </w:tcPr>
          <w:p w:rsidR="00BA2359" w:rsidRPr="00623008" w:rsidRDefault="00603D80" w:rsidP="00CD4148">
            <w:pPr>
              <w:widowControl w:val="0"/>
              <w:suppressAutoHyphens/>
              <w:rPr>
                <w:rFonts w:cs="Arial"/>
                <w:color w:val="000000"/>
                <w:szCs w:val="20"/>
              </w:rPr>
            </w:pPr>
            <w:r w:rsidRPr="00623008">
              <w:rPr>
                <w:rFonts w:cs="Times New Roman"/>
                <w:bCs/>
                <w:szCs w:val="20"/>
              </w:rPr>
              <w:t>Veículo utilitário, tipo picape cabine simples, com cesto aéreo</w:t>
            </w:r>
            <w:r w:rsidR="004D1B71">
              <w:rPr>
                <w:rFonts w:cs="Times New Roman"/>
                <w:bCs/>
                <w:szCs w:val="20"/>
              </w:rPr>
              <w:t xml:space="preserve"> de 13m</w:t>
            </w:r>
            <w:r w:rsidRPr="00623008">
              <w:rPr>
                <w:rFonts w:cs="Times New Roman"/>
                <w:bCs/>
                <w:szCs w:val="20"/>
              </w:rPr>
              <w:t>, tração 4x2</w:t>
            </w:r>
          </w:p>
        </w:tc>
      </w:tr>
    </w:tbl>
    <w:p w:rsidR="00BA2359" w:rsidRPr="00623008" w:rsidRDefault="00BA2359" w:rsidP="00926980">
      <w:pPr>
        <w:pStyle w:val="PargrafodaLista"/>
        <w:numPr>
          <w:ilvl w:val="0"/>
          <w:numId w:val="69"/>
        </w:numPr>
        <w:spacing w:before="120" w:after="120"/>
        <w:ind w:left="0" w:firstLine="0"/>
        <w:contextualSpacing w:val="0"/>
        <w:jc w:val="both"/>
        <w:rPr>
          <w:rFonts w:cs="Arial"/>
          <w:b/>
          <w:szCs w:val="20"/>
        </w:rPr>
      </w:pPr>
      <w:r w:rsidRPr="00623008">
        <w:rPr>
          <w:rFonts w:cs="Arial"/>
          <w:b/>
          <w:szCs w:val="20"/>
        </w:rPr>
        <w:t>CARACTERÍSTICAS TÉCNICAS</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Classificação: Veículo novo, zero quilômetro, equipado com cesto aéreo;</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Ano de fabricação do chassi: do ano em curso ou posterior;</w:t>
      </w:r>
    </w:p>
    <w:p w:rsidR="00BA2359" w:rsidRPr="00623008" w:rsidRDefault="00603D80" w:rsidP="00926980">
      <w:pPr>
        <w:pStyle w:val="PargrafodaLista"/>
        <w:numPr>
          <w:ilvl w:val="0"/>
          <w:numId w:val="70"/>
        </w:numPr>
        <w:spacing w:before="240" w:after="240"/>
        <w:ind w:left="0" w:firstLine="0"/>
        <w:jc w:val="both"/>
        <w:rPr>
          <w:rFonts w:cs="Arial"/>
          <w:szCs w:val="20"/>
        </w:rPr>
      </w:pPr>
      <w:r w:rsidRPr="00623008">
        <w:rPr>
          <w:rFonts w:cs="Arial"/>
          <w:szCs w:val="20"/>
        </w:rPr>
        <w:t>PBT igual ou superior a 5</w:t>
      </w:r>
      <w:r w:rsidR="00BA2359" w:rsidRPr="00623008">
        <w:rPr>
          <w:rFonts w:cs="Arial"/>
          <w:szCs w:val="20"/>
        </w:rPr>
        <w:t>.</w:t>
      </w:r>
      <w:r w:rsidRPr="00623008">
        <w:rPr>
          <w:rFonts w:cs="Arial"/>
          <w:szCs w:val="20"/>
        </w:rPr>
        <w:t>0</w:t>
      </w:r>
      <w:r w:rsidR="00BA2359" w:rsidRPr="00623008">
        <w:rPr>
          <w:rFonts w:cs="Arial"/>
          <w:szCs w:val="20"/>
        </w:rPr>
        <w:t>00 Kg</w:t>
      </w:r>
      <w:r w:rsidRPr="00623008">
        <w:rPr>
          <w:rFonts w:cs="Arial"/>
          <w:szCs w:val="20"/>
        </w:rPr>
        <w:t xml:space="preserve"> e capacidade de carga mínima de 3.000Kg</w:t>
      </w:r>
      <w:r w:rsidR="00BA2359" w:rsidRPr="00623008">
        <w:rPr>
          <w:rFonts w:cs="Arial"/>
          <w:szCs w:val="20"/>
        </w:rPr>
        <w:t>;</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Motor do veículo: Óleo diesel, com</w:t>
      </w:r>
      <w:r w:rsidR="00603D80" w:rsidRPr="00623008">
        <w:rPr>
          <w:rFonts w:cs="Arial"/>
          <w:szCs w:val="20"/>
        </w:rPr>
        <w:t xml:space="preserve"> potência igual ou superior a 16</w:t>
      </w:r>
      <w:r w:rsidRPr="00623008">
        <w:rPr>
          <w:rFonts w:cs="Arial"/>
          <w:szCs w:val="20"/>
        </w:rPr>
        <w:t>0CV;</w:t>
      </w:r>
    </w:p>
    <w:p w:rsidR="00BA2359" w:rsidRPr="00623008" w:rsidRDefault="00544E51" w:rsidP="00926980">
      <w:pPr>
        <w:pStyle w:val="PargrafodaLista"/>
        <w:numPr>
          <w:ilvl w:val="0"/>
          <w:numId w:val="70"/>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BA2359" w:rsidRPr="00623008">
        <w:rPr>
          <w:rFonts w:cs="Arial"/>
          <w:szCs w:val="20"/>
        </w:rPr>
        <w:t>;</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Pintura na cor BRANCA; e</w:t>
      </w:r>
    </w:p>
    <w:p w:rsidR="00BA2359" w:rsidRPr="00623008" w:rsidRDefault="00BA2359" w:rsidP="00BA2359">
      <w:pPr>
        <w:pStyle w:val="PargrafodaLista"/>
        <w:spacing w:before="240" w:after="240"/>
        <w:ind w:left="0"/>
        <w:jc w:val="both"/>
        <w:rPr>
          <w:rFonts w:cs="Arial"/>
          <w:szCs w:val="20"/>
        </w:rPr>
      </w:pPr>
    </w:p>
    <w:p w:rsidR="00BA2359" w:rsidRPr="00623008" w:rsidRDefault="00BA2359" w:rsidP="00926980">
      <w:pPr>
        <w:pStyle w:val="PargrafodaLista"/>
        <w:numPr>
          <w:ilvl w:val="0"/>
          <w:numId w:val="69"/>
        </w:numPr>
        <w:spacing w:before="120" w:after="120"/>
        <w:ind w:left="0" w:firstLine="0"/>
        <w:contextualSpacing w:val="0"/>
        <w:jc w:val="both"/>
        <w:rPr>
          <w:rFonts w:cs="Arial"/>
          <w:szCs w:val="20"/>
        </w:rPr>
      </w:pPr>
      <w:r w:rsidRPr="00623008">
        <w:rPr>
          <w:rFonts w:cs="Arial"/>
          <w:b/>
          <w:szCs w:val="20"/>
        </w:rPr>
        <w:t>DIVERSOS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Ar-condicionado original de fábrica;</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Retrovisores externos elétricos;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Vidro elétrico nas portas com fechamento/abertura automática pela chave;</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Travas elétricas das portas com acionamento na chave;</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Som/multimídia integrada ao veículo, somente o disponibilizado de fábrica;</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Protetor de cárter;</w:t>
      </w:r>
    </w:p>
    <w:p w:rsidR="00544E51" w:rsidRDefault="00CD4148" w:rsidP="00544E51">
      <w:pPr>
        <w:pStyle w:val="PargrafodaLista"/>
        <w:numPr>
          <w:ilvl w:val="1"/>
          <w:numId w:val="69"/>
        </w:numPr>
        <w:ind w:left="0" w:firstLine="0"/>
        <w:jc w:val="both"/>
        <w:rPr>
          <w:rFonts w:cs="Arial"/>
          <w:szCs w:val="20"/>
        </w:rPr>
      </w:pPr>
      <w:r w:rsidRPr="00623008">
        <w:rPr>
          <w:rFonts w:cs="Arial"/>
          <w:szCs w:val="20"/>
        </w:rPr>
        <w:t>Jogo de tapete de borracha; e</w:t>
      </w:r>
    </w:p>
    <w:p w:rsidR="00BA2359" w:rsidRPr="00544E51" w:rsidRDefault="00CD4148" w:rsidP="00544E51">
      <w:pPr>
        <w:pStyle w:val="PargrafodaLista"/>
        <w:numPr>
          <w:ilvl w:val="1"/>
          <w:numId w:val="69"/>
        </w:numPr>
        <w:ind w:left="0" w:firstLine="0"/>
        <w:jc w:val="both"/>
        <w:rPr>
          <w:rFonts w:cs="Arial"/>
          <w:szCs w:val="20"/>
        </w:rPr>
      </w:pPr>
      <w:r w:rsidRPr="00544E51">
        <w:rPr>
          <w:rFonts w:cs="Arial"/>
          <w:szCs w:val="20"/>
        </w:rPr>
        <w:t>Deverá acompanhar o veículo todo ferramental básico distribuído pelo fornecedor (chave de roda, macaco hidráulico e triângulo).</w:t>
      </w:r>
    </w:p>
    <w:p w:rsidR="00BA2359" w:rsidRPr="00544E51" w:rsidRDefault="00BA2359" w:rsidP="00926980">
      <w:pPr>
        <w:pStyle w:val="PargrafodaLista"/>
        <w:numPr>
          <w:ilvl w:val="0"/>
          <w:numId w:val="69"/>
        </w:numPr>
        <w:spacing w:before="120" w:after="120"/>
        <w:ind w:left="0" w:firstLine="0"/>
        <w:contextualSpacing w:val="0"/>
        <w:jc w:val="both"/>
        <w:rPr>
          <w:rFonts w:cs="Arial"/>
          <w:b/>
          <w:szCs w:val="20"/>
        </w:rPr>
      </w:pPr>
      <w:r w:rsidRPr="00544E51">
        <w:rPr>
          <w:rFonts w:cs="Arial"/>
          <w:b/>
          <w:szCs w:val="20"/>
        </w:rPr>
        <w:t>CARACTERIZAÇÃO DA CARROCERIA E CESTO AÉREO</w:t>
      </w:r>
    </w:p>
    <w:p w:rsidR="00544E51" w:rsidRPr="00623008" w:rsidRDefault="00544E51" w:rsidP="00544E51">
      <w:pPr>
        <w:pStyle w:val="PargrafodaLista"/>
        <w:numPr>
          <w:ilvl w:val="0"/>
          <w:numId w:val="100"/>
        </w:numPr>
        <w:ind w:left="0" w:firstLine="0"/>
        <w:jc w:val="both"/>
        <w:rPr>
          <w:rFonts w:cs="Arial"/>
          <w:szCs w:val="20"/>
        </w:rPr>
      </w:pPr>
      <w:r w:rsidRPr="00623008">
        <w:rPr>
          <w:rFonts w:cs="Arial"/>
          <w:szCs w:val="20"/>
        </w:rPr>
        <w:t xml:space="preserve">Carroceria </w:t>
      </w:r>
      <w:r>
        <w:rPr>
          <w:rFonts w:cs="Arial"/>
          <w:szCs w:val="20"/>
        </w:rPr>
        <w:t xml:space="preserve">metálica modular padrão eletrificação para </w:t>
      </w:r>
      <w:r w:rsidRPr="00623008">
        <w:rPr>
          <w:rFonts w:cs="Arial"/>
          <w:szCs w:val="20"/>
        </w:rPr>
        <w:t xml:space="preserve">veículo utilitário de PBT mínimo de </w:t>
      </w:r>
      <w:r>
        <w:rPr>
          <w:rFonts w:cs="Arial"/>
          <w:szCs w:val="20"/>
        </w:rPr>
        <w:t>8,5</w:t>
      </w:r>
      <w:r w:rsidRPr="00623008">
        <w:rPr>
          <w:rFonts w:cs="Arial"/>
          <w:szCs w:val="20"/>
        </w:rPr>
        <w:t xml:space="preserve"> toneladas com entre eixo de 3.</w:t>
      </w:r>
      <w:r>
        <w:rPr>
          <w:rFonts w:cs="Arial"/>
          <w:szCs w:val="20"/>
        </w:rPr>
        <w:t>7</w:t>
      </w:r>
      <w:r w:rsidRPr="00623008">
        <w:rPr>
          <w:rFonts w:cs="Arial"/>
          <w:szCs w:val="20"/>
        </w:rPr>
        <w:t>00 a 3.</w:t>
      </w:r>
      <w:r>
        <w:rPr>
          <w:rFonts w:cs="Arial"/>
          <w:szCs w:val="20"/>
        </w:rPr>
        <w:t>9</w:t>
      </w:r>
      <w:r w:rsidRPr="00623008">
        <w:rPr>
          <w:rFonts w:cs="Arial"/>
          <w:szCs w:val="20"/>
        </w:rPr>
        <w:t>00 mm com as seguintes características técnicas:</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Sobre chassi fabricado em viga "U" de </w:t>
      </w:r>
      <w:r>
        <w:rPr>
          <w:rFonts w:cs="Arial"/>
          <w:szCs w:val="20"/>
        </w:rPr>
        <w:t>1/8”</w:t>
      </w:r>
      <w:r w:rsidRPr="00623008">
        <w:rPr>
          <w:rFonts w:cs="Arial"/>
          <w:szCs w:val="20"/>
        </w:rPr>
        <w:t xml:space="preserve"> em chapa de aço carbono;</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Travessa fabricadas em viga "U" de </w:t>
      </w:r>
      <w:r>
        <w:rPr>
          <w:rFonts w:cs="Arial"/>
          <w:szCs w:val="20"/>
        </w:rPr>
        <w:t>1/8”</w:t>
      </w:r>
      <w:r w:rsidRPr="00623008">
        <w:rPr>
          <w:rFonts w:cs="Arial"/>
          <w:szCs w:val="20"/>
        </w:rPr>
        <w:t xml:space="preserve"> em chapa de aço carbono;</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Assoalho da carroceria fabricado em chapa xadrez de 1/8";</w:t>
      </w:r>
    </w:p>
    <w:p w:rsidR="00544E51"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Carroceria de </w:t>
      </w:r>
      <w:r>
        <w:rPr>
          <w:rFonts w:cs="Arial"/>
          <w:szCs w:val="20"/>
        </w:rPr>
        <w:t>3</w:t>
      </w:r>
      <w:r w:rsidRPr="00623008">
        <w:rPr>
          <w:rFonts w:cs="Arial"/>
          <w:szCs w:val="20"/>
        </w:rPr>
        <w:t>.</w:t>
      </w:r>
      <w:r>
        <w:rPr>
          <w:rFonts w:cs="Arial"/>
          <w:szCs w:val="20"/>
        </w:rPr>
        <w:t>7</w:t>
      </w:r>
      <w:r w:rsidRPr="00623008">
        <w:rPr>
          <w:rFonts w:cs="Arial"/>
          <w:szCs w:val="20"/>
        </w:rPr>
        <w:t xml:space="preserve">00 mm com </w:t>
      </w:r>
      <w:r>
        <w:rPr>
          <w:rFonts w:cs="Arial"/>
          <w:szCs w:val="20"/>
        </w:rPr>
        <w:t xml:space="preserve">uma </w:t>
      </w:r>
      <w:r w:rsidRPr="00623008">
        <w:rPr>
          <w:rFonts w:cs="Arial"/>
          <w:szCs w:val="20"/>
        </w:rPr>
        <w:t>caixa</w:t>
      </w:r>
      <w:r>
        <w:rPr>
          <w:rFonts w:cs="Arial"/>
          <w:szCs w:val="20"/>
        </w:rPr>
        <w:t xml:space="preserve"> de cada lado, contendo 3 portas cada e com </w:t>
      </w:r>
      <w:r w:rsidRPr="00623008">
        <w:rPr>
          <w:rFonts w:cs="Arial"/>
          <w:szCs w:val="20"/>
        </w:rPr>
        <w:t xml:space="preserve">iluminação </w:t>
      </w:r>
      <w:r>
        <w:rPr>
          <w:rFonts w:cs="Arial"/>
          <w:szCs w:val="20"/>
        </w:rPr>
        <w:t>interna;</w:t>
      </w:r>
    </w:p>
    <w:p w:rsidR="00544E51" w:rsidRDefault="00544E51" w:rsidP="00544E51">
      <w:pPr>
        <w:pStyle w:val="PargrafodaLista"/>
        <w:numPr>
          <w:ilvl w:val="0"/>
          <w:numId w:val="101"/>
        </w:numPr>
        <w:spacing w:before="240" w:after="240"/>
        <w:ind w:left="0" w:firstLine="0"/>
        <w:jc w:val="both"/>
        <w:rPr>
          <w:rFonts w:cs="Arial"/>
          <w:szCs w:val="20"/>
        </w:rPr>
      </w:pPr>
      <w:r>
        <w:rPr>
          <w:rFonts w:cs="Arial"/>
          <w:szCs w:val="20"/>
        </w:rPr>
        <w:t xml:space="preserve">Prateleiras a meia altura na caixa vertical; </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Acesso a carroceria pela parte traseira;</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Sobre chassi e caixas com pintura de fundo e acabamento em poliuretano;</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Para-Lamas em aço;</w:t>
      </w:r>
    </w:p>
    <w:p w:rsidR="00544E51" w:rsidRPr="00633F11" w:rsidRDefault="00544E51" w:rsidP="00544E51">
      <w:pPr>
        <w:pStyle w:val="PargrafodaLista"/>
        <w:numPr>
          <w:ilvl w:val="0"/>
          <w:numId w:val="101"/>
        </w:numPr>
        <w:tabs>
          <w:tab w:val="left" w:pos="426"/>
        </w:tabs>
        <w:spacing w:before="240" w:after="240"/>
        <w:ind w:left="0" w:firstLine="0"/>
        <w:jc w:val="both"/>
        <w:rPr>
          <w:rFonts w:cs="Arial"/>
          <w:szCs w:val="20"/>
        </w:rPr>
      </w:pPr>
      <w:r w:rsidRPr="00633F11">
        <w:rPr>
          <w:rFonts w:cs="Arial"/>
          <w:szCs w:val="20"/>
        </w:rPr>
        <w:t>Contendo suporte para transportes de no mínimo 10 cones de sinalização e uma escada;</w:t>
      </w:r>
    </w:p>
    <w:p w:rsidR="00544E51" w:rsidRPr="00633F11" w:rsidRDefault="00544E51" w:rsidP="00544E51">
      <w:pPr>
        <w:pStyle w:val="PargrafodaLista"/>
        <w:numPr>
          <w:ilvl w:val="0"/>
          <w:numId w:val="101"/>
        </w:numPr>
        <w:tabs>
          <w:tab w:val="left" w:pos="426"/>
        </w:tabs>
        <w:spacing w:before="240" w:after="240"/>
        <w:ind w:left="0" w:firstLine="0"/>
        <w:jc w:val="both"/>
        <w:rPr>
          <w:rFonts w:cs="Arial"/>
          <w:szCs w:val="20"/>
        </w:rPr>
      </w:pPr>
      <w:r w:rsidRPr="00633F11">
        <w:rPr>
          <w:rFonts w:cs="Arial"/>
          <w:szCs w:val="20"/>
        </w:rPr>
        <w:t xml:space="preserve">Contendo um farol de manejo multidirecional convexo de longo alcance, com base giratória para iluminar a cesta e </w:t>
      </w:r>
      <w:r>
        <w:rPr>
          <w:rFonts w:cs="Arial"/>
          <w:szCs w:val="20"/>
        </w:rPr>
        <w:t>g</w:t>
      </w:r>
      <w:r w:rsidRPr="00633F11">
        <w:rPr>
          <w:rFonts w:cs="Arial"/>
          <w:szCs w:val="20"/>
        </w:rPr>
        <w:t>iroflex de LED</w:t>
      </w:r>
      <w:r>
        <w:rPr>
          <w:rFonts w:cs="Arial"/>
          <w:szCs w:val="20"/>
        </w:rPr>
        <w:t xml:space="preserve"> </w:t>
      </w:r>
      <w:r w:rsidRPr="00633F11">
        <w:rPr>
          <w:rFonts w:cs="Arial"/>
          <w:szCs w:val="20"/>
        </w:rPr>
        <w:t>instalado no malhal da carroceria;</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Caixa de ferramenta fabricada em fibra de vidro; e</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As superfícies dos perfis e chapas da carroceria e cesta aérea deverão ser desengraxadas e desoxidadas antes da aplicação das tintas de acabamento, eliminando oxidações superficiais e áreas gordurosas para aplicação de fundo anticorrosivo. Pintura de fundo e acabamento do tipo Poliuretano – PU na cor branca.</w:t>
      </w:r>
    </w:p>
    <w:p w:rsidR="00544E51" w:rsidRPr="00623008" w:rsidRDefault="00544E51" w:rsidP="00544E51">
      <w:pPr>
        <w:pStyle w:val="PargrafodaLista"/>
        <w:numPr>
          <w:ilvl w:val="0"/>
          <w:numId w:val="100"/>
        </w:numPr>
        <w:ind w:left="0" w:firstLine="0"/>
        <w:jc w:val="both"/>
        <w:rPr>
          <w:rFonts w:cs="Arial"/>
          <w:szCs w:val="20"/>
        </w:rPr>
      </w:pPr>
      <w:r w:rsidRPr="00623008">
        <w:rPr>
          <w:rFonts w:cs="Arial"/>
          <w:szCs w:val="20"/>
        </w:rPr>
        <w:t>Cesta aérea individual articulada simples com as seguintes características:</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 xml:space="preserve">Cesto fabricado em fibra com degrau, capa protetora, </w:t>
      </w:r>
      <w:r w:rsidRPr="007B514D">
        <w:rPr>
          <w:szCs w:val="20"/>
        </w:rPr>
        <w:t xml:space="preserve">capacidade mínima para 130 Kg, comando instalado no cesto, </w:t>
      </w:r>
      <w:r w:rsidRPr="007B514D">
        <w:rPr>
          <w:rFonts w:cs="Arial"/>
          <w:szCs w:val="20"/>
        </w:rPr>
        <w:t>horímetro e ponto de aterramento;</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 xml:space="preserve">Suporte para fixação do cinto de segurança e alça para carretilha, </w:t>
      </w:r>
      <w:r w:rsidRPr="007B514D">
        <w:rPr>
          <w:szCs w:val="20"/>
        </w:rPr>
        <w:t>conforme norma ABNT NBR 16.092/12, adequada à NR-12</w:t>
      </w:r>
      <w:r w:rsidRPr="007B514D">
        <w:rPr>
          <w:rFonts w:cs="Arial"/>
          <w:szCs w:val="20"/>
        </w:rPr>
        <w:t>;</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Dispositivo de parada de emergência nos comandos superior e inferior;</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Estabilizadores de válvula de retenção duplamente pilotada;</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 xml:space="preserve">Sistema de estabilização com indicador de inclinação; </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Sistema de nivelamento do cesto por meio de correntes;</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Sistema de basculamento hidráulico com utilização de óleo hidráulico SAE 68;</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Sistema de bloqueio dos estabilizadores sem o recolhimento do braço em posição de transporte;</w:t>
      </w:r>
    </w:p>
    <w:p w:rsidR="00544E51" w:rsidRPr="004D1B71" w:rsidRDefault="00675E6C" w:rsidP="00544E51">
      <w:pPr>
        <w:pStyle w:val="PargrafodaLista"/>
        <w:numPr>
          <w:ilvl w:val="0"/>
          <w:numId w:val="102"/>
        </w:numPr>
        <w:tabs>
          <w:tab w:val="left" w:pos="426"/>
        </w:tabs>
        <w:spacing w:before="240" w:after="240"/>
        <w:ind w:left="0" w:firstLine="0"/>
        <w:jc w:val="both"/>
        <w:rPr>
          <w:rFonts w:cs="Arial"/>
          <w:szCs w:val="20"/>
        </w:rPr>
      </w:pPr>
      <w:r w:rsidRPr="004D1B71">
        <w:t>Equipado com bomba hidráulica de engrenagens com acionamento por meio de tomada de força com aviso sonoro e luminoso no painel</w:t>
      </w:r>
      <w:r w:rsidRPr="004D1B71">
        <w:rPr>
          <w:rFonts w:cs="Arial"/>
          <w:szCs w:val="20"/>
        </w:rPr>
        <w:t>;</w:t>
      </w:r>
    </w:p>
    <w:p w:rsidR="00544E51" w:rsidRPr="004D1B71" w:rsidRDefault="00544E51" w:rsidP="00544E51">
      <w:pPr>
        <w:pStyle w:val="PargrafodaLista"/>
        <w:numPr>
          <w:ilvl w:val="0"/>
          <w:numId w:val="102"/>
        </w:numPr>
        <w:tabs>
          <w:tab w:val="left" w:pos="426"/>
        </w:tabs>
        <w:spacing w:before="240" w:after="240"/>
        <w:ind w:left="0" w:firstLine="0"/>
        <w:jc w:val="both"/>
        <w:rPr>
          <w:rFonts w:cs="Arial"/>
          <w:szCs w:val="20"/>
        </w:rPr>
      </w:pPr>
      <w:r w:rsidRPr="004D1B71">
        <w:rPr>
          <w:rFonts w:cs="Arial"/>
          <w:szCs w:val="20"/>
        </w:rPr>
        <w:t>Controle de operação da parte superior da cesta, instalado na torre e no cesto, priorizando a torre;</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Alavancas de segurança contra operações indevidas no cesto;</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Alavancas de comando que retornem à posição neutra, após liberação ou soltas pelo operador;</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 xml:space="preserve">Válvulas tipo </w:t>
      </w:r>
      <w:r w:rsidRPr="007B514D">
        <w:rPr>
          <w:rFonts w:cs="Arial"/>
          <w:i/>
          <w:szCs w:val="20"/>
        </w:rPr>
        <w:t>holding</w:t>
      </w:r>
      <w:r w:rsidRPr="007B514D">
        <w:rPr>
          <w:rFonts w:cs="Arial"/>
          <w:szCs w:val="20"/>
        </w:rPr>
        <w:t xml:space="preserve"> nos cilindros da lança e braço;</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Sistema de basculamento do cesto com bomba manual para utilização em caso de emergência;</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 xml:space="preserve">Altura de trabalho mínima de </w:t>
      </w:r>
      <w:r w:rsidR="004D1B71">
        <w:rPr>
          <w:rFonts w:cs="Arial"/>
          <w:szCs w:val="20"/>
        </w:rPr>
        <w:t>13</w:t>
      </w:r>
      <w:r w:rsidRPr="007B514D">
        <w:rPr>
          <w:rFonts w:cs="Arial"/>
          <w:szCs w:val="20"/>
        </w:rPr>
        <w:t xml:space="preserve">m;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A</w:t>
      </w:r>
      <w:r w:rsidR="004D1B71">
        <w:rPr>
          <w:szCs w:val="20"/>
        </w:rPr>
        <w:t>ltura até a base da cesta de 12m;</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 xml:space="preserve">Alcance horizontal mínimo de </w:t>
      </w:r>
      <w:r w:rsidR="004D1B71">
        <w:rPr>
          <w:rFonts w:cs="Arial"/>
          <w:szCs w:val="20"/>
        </w:rPr>
        <w:t>6</w:t>
      </w:r>
      <w:r w:rsidRPr="007B514D">
        <w:rPr>
          <w:rFonts w:cs="Arial"/>
          <w:szCs w:val="20"/>
        </w:rPr>
        <w:t xml:space="preserve">m;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Giro de 360º, do tipo infinito;</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Altura do equipamento em posição de transporte máximo de 3600mm;</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Pressão de trabalho mínima de 200BAR; e</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 xml:space="preserve">1 conjunto de sapatas estabilizadoras (traseiras) instalado no chassi com válvula de retenção pilotada;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 xml:space="preserve">Proteção do comando do cesto; </w:t>
      </w:r>
    </w:p>
    <w:p w:rsidR="00544E51" w:rsidRPr="00544E51" w:rsidRDefault="00544E51" w:rsidP="004610A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Sistema de nivelamento automático da caçamba; e</w:t>
      </w:r>
    </w:p>
    <w:p w:rsidR="00EC6B74" w:rsidRPr="00BC4333" w:rsidRDefault="00603D80" w:rsidP="004610A1">
      <w:pPr>
        <w:pStyle w:val="PargrafodaLista"/>
        <w:numPr>
          <w:ilvl w:val="0"/>
          <w:numId w:val="102"/>
        </w:numPr>
        <w:tabs>
          <w:tab w:val="left" w:pos="426"/>
          <w:tab w:val="left" w:pos="1276"/>
        </w:tabs>
        <w:spacing w:before="240" w:after="240"/>
        <w:ind w:left="0" w:firstLine="0"/>
        <w:jc w:val="both"/>
        <w:rPr>
          <w:rFonts w:cs="Arial"/>
          <w:szCs w:val="20"/>
        </w:rPr>
      </w:pPr>
      <w:r w:rsidRPr="00544E51">
        <w:rPr>
          <w:szCs w:val="20"/>
        </w:rPr>
        <w:t>Produto similar ao</w:t>
      </w:r>
      <w:r w:rsidR="004610A1" w:rsidRPr="004610A1">
        <w:rPr>
          <w:szCs w:val="20"/>
        </w:rPr>
        <w:t xml:space="preserve"> Novo Daily 65-170 da Iveco, equipado com implemento similar ao Cesto Micro SKY 13.5m não isolado da Masal</w:t>
      </w:r>
      <w:r w:rsidRPr="00544E51">
        <w:rPr>
          <w:szCs w:val="20"/>
        </w:rPr>
        <w:t xml:space="preserve">. </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EC19CD"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EC19CD" w:rsidRPr="00623008" w:rsidRDefault="00315E70" w:rsidP="002350A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EC19CD" w:rsidRPr="00623008" w:rsidRDefault="00EC19CD" w:rsidP="002350AF">
            <w:pPr>
              <w:widowControl w:val="0"/>
              <w:suppressAutoHyphens/>
              <w:jc w:val="center"/>
              <w:rPr>
                <w:rFonts w:cs="Times New Roman"/>
                <w:b/>
                <w:bCs/>
                <w:szCs w:val="20"/>
              </w:rPr>
            </w:pPr>
            <w:r w:rsidRPr="00623008">
              <w:rPr>
                <w:rFonts w:cs="Times New Roman"/>
                <w:b/>
                <w:bCs/>
                <w:szCs w:val="20"/>
              </w:rPr>
              <w:t>DESCRIÇÃO/ESPECIFICAÇÃO</w:t>
            </w:r>
          </w:p>
        </w:tc>
      </w:tr>
      <w:tr w:rsidR="00EC19CD" w:rsidRPr="00623008" w:rsidTr="00315E70">
        <w:trPr>
          <w:jc w:val="center"/>
        </w:trPr>
        <w:tc>
          <w:tcPr>
            <w:tcW w:w="988" w:type="dxa"/>
            <w:vAlign w:val="center"/>
          </w:tcPr>
          <w:p w:rsidR="00EC19CD" w:rsidRPr="00623008" w:rsidRDefault="00315E70" w:rsidP="002350AF">
            <w:pPr>
              <w:widowControl w:val="0"/>
              <w:suppressAutoHyphens/>
              <w:jc w:val="center"/>
              <w:rPr>
                <w:rFonts w:cs="Arial"/>
                <w:b/>
                <w:szCs w:val="20"/>
              </w:rPr>
            </w:pPr>
            <w:r>
              <w:rPr>
                <w:rFonts w:cs="Arial"/>
                <w:b/>
                <w:szCs w:val="20"/>
              </w:rPr>
              <w:t>83 a 86</w:t>
            </w:r>
          </w:p>
        </w:tc>
        <w:tc>
          <w:tcPr>
            <w:tcW w:w="7938" w:type="dxa"/>
          </w:tcPr>
          <w:p w:rsidR="00EC19CD" w:rsidRPr="00623008" w:rsidRDefault="00EC19CD" w:rsidP="002350AF">
            <w:pPr>
              <w:widowControl w:val="0"/>
              <w:suppressAutoHyphens/>
              <w:rPr>
                <w:rFonts w:cs="Arial"/>
                <w:szCs w:val="20"/>
              </w:rPr>
            </w:pPr>
            <w:r>
              <w:rPr>
                <w:rFonts w:cs="Times New Roman"/>
                <w:bCs/>
                <w:szCs w:val="20"/>
              </w:rPr>
              <w:t>Micro-ônibus rodoviário para no mínimo 24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EC19CD" w:rsidRPr="00623008" w:rsidRDefault="00EC19CD" w:rsidP="00544E51">
      <w:pPr>
        <w:pStyle w:val="PargrafodaLista"/>
        <w:numPr>
          <w:ilvl w:val="0"/>
          <w:numId w:val="74"/>
        </w:numPr>
        <w:spacing w:before="240" w:after="120"/>
        <w:ind w:left="0" w:firstLine="0"/>
        <w:contextualSpacing w:val="0"/>
        <w:jc w:val="both"/>
        <w:rPr>
          <w:rFonts w:cs="Arial"/>
          <w:b/>
          <w:szCs w:val="20"/>
        </w:rPr>
      </w:pPr>
      <w:r w:rsidRPr="00623008">
        <w:rPr>
          <w:rFonts w:cs="Arial"/>
          <w:b/>
          <w:szCs w:val="20"/>
        </w:rPr>
        <w:t>CARACTERÍSTICAS TÉCNICAS</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Classificação: Veículo novo</w:t>
      </w:r>
      <w:r w:rsidR="00211DD1">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sidR="00211DD1">
        <w:rPr>
          <w:rFonts w:cs="Arial"/>
          <w:szCs w:val="20"/>
        </w:rPr>
        <w:t>configurado para transportar 24 passageiros</w:t>
      </w:r>
      <w:r w:rsidR="00CE6F16">
        <w:rPr>
          <w:rFonts w:cs="Arial"/>
          <w:szCs w:val="20"/>
        </w:rPr>
        <w:t xml:space="preserve">, sendo 2 passageiros </w:t>
      </w:r>
      <w:r w:rsidR="000C5A6B">
        <w:rPr>
          <w:rFonts w:cs="Arial"/>
          <w:szCs w:val="20"/>
        </w:rPr>
        <w:t>com mobilidade reduzida</w:t>
      </w:r>
      <w:r w:rsidRPr="00623008">
        <w:rPr>
          <w:rFonts w:cs="Arial"/>
          <w:szCs w:val="20"/>
        </w:rPr>
        <w:t>;</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Ano de fabricação do chassi: do ano em curso ou posterior;</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 xml:space="preserve">PBT legal igual ou superior a </w:t>
      </w:r>
      <w:r w:rsidR="00A25EB9">
        <w:rPr>
          <w:rFonts w:cs="Arial"/>
          <w:szCs w:val="20"/>
        </w:rPr>
        <w:t>7</w:t>
      </w:r>
      <w:r w:rsidRPr="00623008">
        <w:rPr>
          <w:rFonts w:cs="Arial"/>
          <w:szCs w:val="20"/>
        </w:rPr>
        <w:t>.000 Kg;</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 xml:space="preserve">Motor do veículo: Óleo diesel, com potência igual ou superior a </w:t>
      </w:r>
      <w:r w:rsidR="00A05E8B">
        <w:rPr>
          <w:rFonts w:cs="Arial"/>
          <w:szCs w:val="20"/>
        </w:rPr>
        <w:t>16</w:t>
      </w:r>
      <w:r w:rsidR="00211DD1">
        <w:rPr>
          <w:rFonts w:cs="Arial"/>
          <w:szCs w:val="20"/>
        </w:rPr>
        <w:t>0</w:t>
      </w:r>
      <w:r w:rsidRPr="00623008">
        <w:rPr>
          <w:rFonts w:cs="Arial"/>
          <w:szCs w:val="20"/>
        </w:rPr>
        <w:t>CV;</w:t>
      </w:r>
    </w:p>
    <w:p w:rsidR="00EC19CD" w:rsidRPr="00623008" w:rsidRDefault="004578F4" w:rsidP="00544E51">
      <w:pPr>
        <w:pStyle w:val="PargrafodaLista"/>
        <w:numPr>
          <w:ilvl w:val="0"/>
          <w:numId w:val="7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EC19CD" w:rsidRPr="00623008">
        <w:rPr>
          <w:rFonts w:cs="Arial"/>
          <w:szCs w:val="20"/>
        </w:rPr>
        <w:t>; e</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Pintura na cor BRANCA.</w:t>
      </w:r>
    </w:p>
    <w:p w:rsidR="00EC19CD" w:rsidRPr="00623008" w:rsidRDefault="00EC19CD" w:rsidP="00544E51">
      <w:pPr>
        <w:pStyle w:val="PargrafodaLista"/>
        <w:numPr>
          <w:ilvl w:val="0"/>
          <w:numId w:val="74"/>
        </w:numPr>
        <w:spacing w:before="240" w:after="240"/>
        <w:ind w:left="0" w:firstLine="0"/>
        <w:contextualSpacing w:val="0"/>
        <w:jc w:val="both"/>
        <w:rPr>
          <w:rFonts w:cs="Arial"/>
          <w:szCs w:val="20"/>
        </w:rPr>
      </w:pPr>
      <w:r w:rsidRPr="00623008">
        <w:rPr>
          <w:rFonts w:cs="Arial"/>
          <w:b/>
          <w:szCs w:val="20"/>
        </w:rPr>
        <w:t>DIVERSOS</w:t>
      </w:r>
    </w:p>
    <w:p w:rsidR="00CE6F16" w:rsidRPr="00F00B1F" w:rsidRDefault="00CE6F16" w:rsidP="00544E51">
      <w:pPr>
        <w:pStyle w:val="PargrafodaLista"/>
        <w:numPr>
          <w:ilvl w:val="1"/>
          <w:numId w:val="74"/>
        </w:numPr>
        <w:ind w:left="0" w:firstLine="0"/>
        <w:jc w:val="both"/>
        <w:rPr>
          <w:rFonts w:cs="Arial"/>
          <w:szCs w:val="20"/>
        </w:rPr>
      </w:pPr>
      <w:r w:rsidRPr="00F00B1F">
        <w:rPr>
          <w:rFonts w:cs="Arial"/>
          <w:szCs w:val="20"/>
        </w:rPr>
        <w:t>Poltrona do motorista pneumática</w:t>
      </w:r>
      <w:r w:rsidR="007E4739">
        <w:rPr>
          <w:rFonts w:cs="Arial"/>
          <w:szCs w:val="20"/>
        </w:rPr>
        <w:t xml:space="preserve"> com cinto de três pontos</w:t>
      </w:r>
      <w:r w:rsidRPr="00F00B1F">
        <w:rPr>
          <w:rFonts w:cs="Arial"/>
          <w:szCs w:val="20"/>
        </w:rPr>
        <w:t>;</w:t>
      </w:r>
    </w:p>
    <w:p w:rsidR="00BE78D9" w:rsidRPr="00F00B1F" w:rsidRDefault="00BE78D9" w:rsidP="00544E51">
      <w:pPr>
        <w:pStyle w:val="PargrafodaLista"/>
        <w:numPr>
          <w:ilvl w:val="1"/>
          <w:numId w:val="74"/>
        </w:numPr>
        <w:ind w:left="0" w:firstLine="0"/>
        <w:jc w:val="both"/>
        <w:rPr>
          <w:rFonts w:cs="Arial"/>
          <w:szCs w:val="20"/>
        </w:rPr>
      </w:pPr>
      <w:r w:rsidRPr="00F00B1F">
        <w:rPr>
          <w:rFonts w:cs="Arial"/>
          <w:szCs w:val="20"/>
        </w:rPr>
        <w:t>Som/multimídia integrada ao veículo e com altos falantes distribuídos pelo salão;</w:t>
      </w:r>
    </w:p>
    <w:p w:rsidR="00EC19CD" w:rsidRPr="00F00B1F" w:rsidRDefault="00EC19CD" w:rsidP="00544E51">
      <w:pPr>
        <w:pStyle w:val="PargrafodaLista"/>
        <w:numPr>
          <w:ilvl w:val="1"/>
          <w:numId w:val="74"/>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EC19CD" w:rsidRPr="00F00B1F" w:rsidRDefault="00835140" w:rsidP="00544E51">
      <w:pPr>
        <w:pStyle w:val="PargrafodaLista"/>
        <w:numPr>
          <w:ilvl w:val="1"/>
          <w:numId w:val="74"/>
        </w:numPr>
        <w:ind w:left="0" w:firstLine="0"/>
        <w:jc w:val="both"/>
        <w:rPr>
          <w:rFonts w:cs="Arial"/>
          <w:szCs w:val="20"/>
        </w:rPr>
      </w:pPr>
      <w:r w:rsidRPr="00F00B1F">
        <w:rPr>
          <w:rFonts w:cs="Arial"/>
          <w:szCs w:val="20"/>
        </w:rPr>
        <w:t>Espelhos retrovisores com carenagem e setas embutidas</w:t>
      </w:r>
      <w:r w:rsidR="00EC19CD" w:rsidRPr="00F00B1F">
        <w:rPr>
          <w:rFonts w:cs="Arial"/>
          <w:szCs w:val="20"/>
        </w:rPr>
        <w:t>;</w:t>
      </w:r>
    </w:p>
    <w:p w:rsidR="00774933" w:rsidRPr="00F00B1F" w:rsidRDefault="00774933" w:rsidP="00544E51">
      <w:pPr>
        <w:pStyle w:val="PargrafodaLista"/>
        <w:numPr>
          <w:ilvl w:val="1"/>
          <w:numId w:val="74"/>
        </w:numPr>
        <w:ind w:left="0" w:firstLine="0"/>
        <w:jc w:val="both"/>
        <w:rPr>
          <w:rFonts w:cs="Arial"/>
          <w:szCs w:val="20"/>
        </w:rPr>
      </w:pPr>
      <w:r w:rsidRPr="00F00B1F">
        <w:rPr>
          <w:rFonts w:cs="Arial"/>
          <w:szCs w:val="20"/>
        </w:rPr>
        <w:t>Isolamento termo acústico do motor; e</w:t>
      </w:r>
    </w:p>
    <w:p w:rsidR="00EC19CD" w:rsidRPr="00F00B1F" w:rsidRDefault="00EC19CD" w:rsidP="00544E51">
      <w:pPr>
        <w:pStyle w:val="PargrafodaLista"/>
        <w:numPr>
          <w:ilvl w:val="1"/>
          <w:numId w:val="74"/>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EC19CD" w:rsidRPr="00F00B1F" w:rsidRDefault="000C5A6B" w:rsidP="00544E51">
      <w:pPr>
        <w:pStyle w:val="PargrafodaLista"/>
        <w:numPr>
          <w:ilvl w:val="0"/>
          <w:numId w:val="74"/>
        </w:numPr>
        <w:spacing w:before="240" w:after="240"/>
        <w:ind w:left="0" w:firstLine="0"/>
        <w:contextualSpacing w:val="0"/>
        <w:jc w:val="both"/>
        <w:rPr>
          <w:rFonts w:cs="Arial"/>
          <w:b/>
          <w:szCs w:val="20"/>
        </w:rPr>
      </w:pPr>
      <w:r w:rsidRPr="00F00B1F">
        <w:rPr>
          <w:rFonts w:cs="Arial"/>
          <w:b/>
          <w:szCs w:val="20"/>
        </w:rPr>
        <w:t>CARACTERIZAÇÃO DA CARROCERIA</w:t>
      </w:r>
    </w:p>
    <w:p w:rsidR="00EC19CD" w:rsidRPr="00F00B1F" w:rsidRDefault="00CE6F16" w:rsidP="00544E51">
      <w:pPr>
        <w:pStyle w:val="PargrafodaLista"/>
        <w:numPr>
          <w:ilvl w:val="0"/>
          <w:numId w:val="76"/>
        </w:numPr>
        <w:ind w:left="0" w:firstLine="0"/>
        <w:jc w:val="both"/>
        <w:rPr>
          <w:rFonts w:cs="Arial"/>
          <w:szCs w:val="20"/>
        </w:rPr>
      </w:pPr>
      <w:r w:rsidRPr="00F00B1F">
        <w:rPr>
          <w:rFonts w:cs="Arial"/>
          <w:szCs w:val="20"/>
        </w:rPr>
        <w:t>Carroceria nova</w:t>
      </w:r>
      <w:r w:rsidR="00EC19CD" w:rsidRPr="00F00B1F">
        <w:rPr>
          <w:rFonts w:cs="Arial"/>
          <w:szCs w:val="20"/>
        </w:rPr>
        <w:t xml:space="preserve"> e de primeiro uso</w:t>
      </w:r>
      <w:r w:rsidR="006B70E9" w:rsidRPr="00F00B1F">
        <w:rPr>
          <w:rFonts w:cs="Arial"/>
          <w:szCs w:val="20"/>
        </w:rPr>
        <w:t xml:space="preserve">, </w:t>
      </w:r>
      <w:r w:rsidR="00EC19CD" w:rsidRPr="00F00B1F">
        <w:rPr>
          <w:rFonts w:cs="Arial"/>
          <w:szCs w:val="20"/>
        </w:rPr>
        <w:t>com</w:t>
      </w:r>
      <w:r w:rsidR="00BE78D9" w:rsidRPr="00F00B1F">
        <w:rPr>
          <w:rFonts w:cs="Arial"/>
          <w:szCs w:val="20"/>
        </w:rPr>
        <w:t xml:space="preserve"> vedação contra poeiras</w:t>
      </w:r>
      <w:r w:rsidR="00F00B1F" w:rsidRPr="00F00B1F">
        <w:rPr>
          <w:rFonts w:cs="Arial"/>
          <w:szCs w:val="20"/>
        </w:rPr>
        <w:t>, largura de 2,40m</w:t>
      </w:r>
      <w:r w:rsidR="006B70E9" w:rsidRPr="00F00B1F">
        <w:rPr>
          <w:rFonts w:cs="Arial"/>
          <w:szCs w:val="20"/>
        </w:rPr>
        <w:t xml:space="preserve"> e altura interna mínima de 2,00m</w:t>
      </w:r>
      <w:r w:rsidR="006B3270" w:rsidRPr="00F00B1F">
        <w:rPr>
          <w:rFonts w:cs="Arial"/>
          <w:szCs w:val="20"/>
        </w:rPr>
        <w:t>;</w:t>
      </w:r>
    </w:p>
    <w:p w:rsidR="00F00B1F" w:rsidRPr="00F00B1F" w:rsidRDefault="00F00B1F" w:rsidP="00544E51">
      <w:pPr>
        <w:pStyle w:val="PargrafodaLista"/>
        <w:numPr>
          <w:ilvl w:val="0"/>
          <w:numId w:val="76"/>
        </w:numPr>
        <w:ind w:left="0" w:firstLine="0"/>
        <w:jc w:val="both"/>
        <w:rPr>
          <w:rFonts w:cs="Arial"/>
          <w:szCs w:val="20"/>
        </w:rPr>
      </w:pPr>
      <w:r w:rsidRPr="00F00B1F">
        <w:rPr>
          <w:rFonts w:cs="Arial"/>
          <w:szCs w:val="20"/>
        </w:rPr>
        <w:t>Ar-condicionado de teto com capacidade mínima de 80.000 BTUS, equipado com alarme para diagnóstico de falhas e controle de renovação do ar com acionamento manual ou automático;</w:t>
      </w:r>
    </w:p>
    <w:p w:rsidR="00BE78D9" w:rsidRPr="00F00B1F" w:rsidRDefault="00BE78D9" w:rsidP="00544E51">
      <w:pPr>
        <w:pStyle w:val="PargrafodaLista"/>
        <w:numPr>
          <w:ilvl w:val="0"/>
          <w:numId w:val="76"/>
        </w:numPr>
        <w:ind w:left="0" w:firstLine="0"/>
        <w:jc w:val="both"/>
        <w:rPr>
          <w:rFonts w:cs="Arial"/>
          <w:szCs w:val="20"/>
        </w:rPr>
      </w:pPr>
      <w:r w:rsidRPr="00F00B1F">
        <w:rPr>
          <w:rFonts w:cs="Arial"/>
          <w:szCs w:val="20"/>
        </w:rPr>
        <w:t>Equipado com Dispositivo de Poltrona Móvel (DPM);</w:t>
      </w:r>
    </w:p>
    <w:p w:rsidR="00175EAD" w:rsidRPr="00F00B1F" w:rsidRDefault="00175EAD" w:rsidP="00544E51">
      <w:pPr>
        <w:pStyle w:val="PargrafodaLista"/>
        <w:numPr>
          <w:ilvl w:val="0"/>
          <w:numId w:val="76"/>
        </w:numPr>
        <w:ind w:left="0" w:firstLine="0"/>
        <w:jc w:val="both"/>
        <w:rPr>
          <w:rFonts w:cs="Arial"/>
          <w:szCs w:val="20"/>
        </w:rPr>
      </w:pPr>
      <w:r w:rsidRPr="00F00B1F">
        <w:rPr>
          <w:rFonts w:cs="Arial"/>
          <w:szCs w:val="20"/>
        </w:rPr>
        <w:t>Itinerário frontal eletrônico;</w:t>
      </w:r>
    </w:p>
    <w:p w:rsidR="006B3270" w:rsidRPr="00F00B1F" w:rsidRDefault="006B3270" w:rsidP="00544E51">
      <w:pPr>
        <w:pStyle w:val="PargrafodaLista"/>
        <w:numPr>
          <w:ilvl w:val="0"/>
          <w:numId w:val="76"/>
        </w:numPr>
        <w:ind w:left="0" w:firstLine="0"/>
        <w:jc w:val="both"/>
        <w:rPr>
          <w:rFonts w:cs="Arial"/>
          <w:szCs w:val="20"/>
        </w:rPr>
      </w:pPr>
      <w:r w:rsidRPr="00F00B1F">
        <w:rPr>
          <w:rFonts w:cs="Arial"/>
          <w:szCs w:val="20"/>
        </w:rPr>
        <w:t>Poltrona tipo rodoviária</w:t>
      </w:r>
      <w:r w:rsidR="007E4739">
        <w:rPr>
          <w:rFonts w:cs="Arial"/>
          <w:szCs w:val="20"/>
        </w:rPr>
        <w:t xml:space="preserve">, revestida em couro ecológico na cor escura, </w:t>
      </w:r>
      <w:r w:rsidR="004D0573" w:rsidRPr="00F00B1F">
        <w:rPr>
          <w:rFonts w:cs="Arial"/>
          <w:szCs w:val="20"/>
        </w:rPr>
        <w:t xml:space="preserve">com descansa braço escamoteável, </w:t>
      </w:r>
      <w:r w:rsidR="00774933" w:rsidRPr="00F00B1F">
        <w:rPr>
          <w:rFonts w:cs="Arial"/>
          <w:szCs w:val="20"/>
        </w:rPr>
        <w:t>cinto de segurança</w:t>
      </w:r>
      <w:r w:rsidR="00F66B70" w:rsidRPr="00F00B1F">
        <w:rPr>
          <w:rFonts w:cs="Arial"/>
          <w:szCs w:val="20"/>
        </w:rPr>
        <w:t xml:space="preserve"> retráteis </w:t>
      </w:r>
      <w:r w:rsidR="007E4739">
        <w:rPr>
          <w:rFonts w:cs="Arial"/>
          <w:szCs w:val="20"/>
        </w:rPr>
        <w:t>de três pontas;</w:t>
      </w:r>
    </w:p>
    <w:p w:rsidR="004D0573" w:rsidRPr="00F00B1F" w:rsidRDefault="004D0573" w:rsidP="00544E51">
      <w:pPr>
        <w:pStyle w:val="PargrafodaLista"/>
        <w:numPr>
          <w:ilvl w:val="0"/>
          <w:numId w:val="76"/>
        </w:numPr>
        <w:ind w:left="0" w:firstLine="0"/>
        <w:jc w:val="both"/>
        <w:rPr>
          <w:rFonts w:cs="Arial"/>
          <w:szCs w:val="20"/>
        </w:rPr>
      </w:pPr>
      <w:r w:rsidRPr="00F00B1F">
        <w:rPr>
          <w:rFonts w:cs="Arial"/>
          <w:szCs w:val="20"/>
        </w:rPr>
        <w:t>Janelas com vidros de correr fumê (</w:t>
      </w:r>
      <w:r w:rsidRPr="00F00B1F">
        <w:rPr>
          <w:rFonts w:cs="Arial"/>
          <w:i/>
          <w:szCs w:val="20"/>
        </w:rPr>
        <w:t>Insufilm</w:t>
      </w:r>
      <w:r w:rsidRPr="00F00B1F">
        <w:rPr>
          <w:rFonts w:cs="Arial"/>
          <w:szCs w:val="20"/>
        </w:rPr>
        <w:t xml:space="preserve">) com travas e cortinas em cores escuras e vermelhas nas janelas </w:t>
      </w:r>
      <w:r w:rsidR="00F00B1F" w:rsidRPr="00F00B1F">
        <w:rPr>
          <w:rFonts w:cs="Arial"/>
          <w:szCs w:val="20"/>
        </w:rPr>
        <w:t>dotadas de saídas de emergência. Cortina</w:t>
      </w:r>
      <w:r w:rsidRPr="00F00B1F">
        <w:rPr>
          <w:rFonts w:cs="Arial"/>
          <w:szCs w:val="20"/>
        </w:rPr>
        <w:t xml:space="preserve"> escura para o vidro traseiro;</w:t>
      </w:r>
    </w:p>
    <w:p w:rsidR="004D0573" w:rsidRPr="00F00B1F" w:rsidRDefault="004D0573" w:rsidP="00544E51">
      <w:pPr>
        <w:pStyle w:val="PargrafodaLista"/>
        <w:numPr>
          <w:ilvl w:val="0"/>
          <w:numId w:val="76"/>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r w:rsidR="00175EAD" w:rsidRPr="00F00B1F">
        <w:rPr>
          <w:rFonts w:cs="Arial"/>
          <w:szCs w:val="20"/>
        </w:rPr>
        <w:t>;</w:t>
      </w:r>
    </w:p>
    <w:p w:rsidR="00175EAD" w:rsidRPr="00F00B1F" w:rsidRDefault="00175EAD" w:rsidP="00544E51">
      <w:pPr>
        <w:pStyle w:val="PargrafodaLista"/>
        <w:numPr>
          <w:ilvl w:val="0"/>
          <w:numId w:val="76"/>
        </w:numPr>
        <w:ind w:left="0" w:firstLine="0"/>
        <w:jc w:val="both"/>
        <w:rPr>
          <w:rFonts w:cs="Arial"/>
          <w:szCs w:val="20"/>
        </w:rPr>
      </w:pPr>
      <w:r w:rsidRPr="00F00B1F">
        <w:rPr>
          <w:rFonts w:cs="Arial"/>
          <w:szCs w:val="20"/>
        </w:rPr>
        <w:t>Porta pacotes com difusor de ar, iluminação e luz de leitura;</w:t>
      </w:r>
    </w:p>
    <w:p w:rsidR="00F652F9" w:rsidRPr="00F00B1F" w:rsidRDefault="00F652F9" w:rsidP="00544E51">
      <w:pPr>
        <w:pStyle w:val="PargrafodaLista"/>
        <w:numPr>
          <w:ilvl w:val="0"/>
          <w:numId w:val="76"/>
        </w:numPr>
        <w:ind w:left="0" w:firstLine="0"/>
        <w:jc w:val="both"/>
        <w:rPr>
          <w:rFonts w:cs="Arial"/>
          <w:szCs w:val="20"/>
        </w:rPr>
      </w:pPr>
      <w:r w:rsidRPr="00F00B1F">
        <w:rPr>
          <w:rFonts w:cs="Arial"/>
          <w:szCs w:val="20"/>
        </w:rPr>
        <w:t>Geladeira com capacidade de 50 litros, instalada no final do corredor;</w:t>
      </w:r>
    </w:p>
    <w:p w:rsidR="00175EAD" w:rsidRPr="00F00B1F" w:rsidRDefault="004C59E1" w:rsidP="00544E51">
      <w:pPr>
        <w:pStyle w:val="PargrafodaLista"/>
        <w:numPr>
          <w:ilvl w:val="0"/>
          <w:numId w:val="76"/>
        </w:numPr>
        <w:ind w:left="0" w:firstLine="0"/>
        <w:jc w:val="both"/>
        <w:rPr>
          <w:rFonts w:cs="Arial"/>
          <w:szCs w:val="20"/>
        </w:rPr>
      </w:pPr>
      <w:r w:rsidRPr="00F00B1F">
        <w:rPr>
          <w:rFonts w:cs="Arial"/>
          <w:szCs w:val="20"/>
        </w:rPr>
        <w:t>Bagageiro traseiro revestido em alumínio canelado;</w:t>
      </w:r>
    </w:p>
    <w:p w:rsidR="00774933" w:rsidRPr="00F00B1F" w:rsidRDefault="00774933" w:rsidP="00544E51">
      <w:pPr>
        <w:pStyle w:val="PargrafodaLista"/>
        <w:numPr>
          <w:ilvl w:val="0"/>
          <w:numId w:val="76"/>
        </w:numPr>
        <w:ind w:left="0" w:firstLine="0"/>
        <w:jc w:val="both"/>
        <w:rPr>
          <w:rFonts w:cs="Arial"/>
          <w:szCs w:val="20"/>
        </w:rPr>
      </w:pPr>
      <w:r w:rsidRPr="00F00B1F">
        <w:rPr>
          <w:rFonts w:cs="Arial"/>
          <w:szCs w:val="20"/>
        </w:rPr>
        <w:t>Piso do tipo taraflex;</w:t>
      </w:r>
      <w:r w:rsidR="00D8087A" w:rsidRPr="00F00B1F">
        <w:rPr>
          <w:rFonts w:cs="Arial"/>
          <w:szCs w:val="20"/>
        </w:rPr>
        <w:t xml:space="preserve"> e</w:t>
      </w:r>
    </w:p>
    <w:p w:rsidR="00EC19CD" w:rsidRDefault="00EC19CD" w:rsidP="00544E51">
      <w:pPr>
        <w:pStyle w:val="PargrafodaLista"/>
        <w:numPr>
          <w:ilvl w:val="0"/>
          <w:numId w:val="76"/>
        </w:numPr>
        <w:ind w:left="0" w:firstLine="0"/>
        <w:jc w:val="both"/>
        <w:rPr>
          <w:rFonts w:cs="Arial"/>
          <w:szCs w:val="20"/>
        </w:rPr>
      </w:pPr>
      <w:r w:rsidRPr="00F00B1F">
        <w:rPr>
          <w:rFonts w:cs="Arial"/>
          <w:szCs w:val="20"/>
        </w:rPr>
        <w:t>Produto similar a C</w:t>
      </w:r>
      <w:r w:rsidR="00FC5754" w:rsidRPr="00F00B1F">
        <w:rPr>
          <w:rFonts w:cs="Arial"/>
          <w:szCs w:val="20"/>
        </w:rPr>
        <w:t xml:space="preserve">arroceria </w:t>
      </w:r>
      <w:r w:rsidR="00FC5754" w:rsidRPr="009A2A08">
        <w:rPr>
          <w:rFonts w:cs="Arial"/>
          <w:i/>
          <w:szCs w:val="20"/>
        </w:rPr>
        <w:t>Soul Class</w:t>
      </w:r>
      <w:r w:rsidR="00FC5754" w:rsidRPr="00F00B1F">
        <w:rPr>
          <w:rFonts w:cs="Arial"/>
          <w:szCs w:val="20"/>
        </w:rPr>
        <w:t xml:space="preserve"> da Iveco</w:t>
      </w:r>
      <w:r w:rsidRPr="00F00B1F">
        <w:rPr>
          <w:rFonts w:cs="Arial"/>
          <w:szCs w:val="20"/>
        </w:rPr>
        <w:t>.</w:t>
      </w:r>
    </w:p>
    <w:p w:rsidR="00BA32F1" w:rsidRPr="00F00B1F" w:rsidRDefault="00BA32F1" w:rsidP="00BA32F1">
      <w:pPr>
        <w:pStyle w:val="PargrafodaLista"/>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BA32F1"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32F1" w:rsidRPr="00623008" w:rsidRDefault="00315E70" w:rsidP="002350A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BA32F1" w:rsidRPr="00623008" w:rsidRDefault="00BA32F1" w:rsidP="002350AF">
            <w:pPr>
              <w:widowControl w:val="0"/>
              <w:suppressAutoHyphens/>
              <w:jc w:val="center"/>
              <w:rPr>
                <w:rFonts w:cs="Times New Roman"/>
                <w:b/>
                <w:bCs/>
                <w:szCs w:val="20"/>
              </w:rPr>
            </w:pPr>
            <w:r w:rsidRPr="00623008">
              <w:rPr>
                <w:rFonts w:cs="Times New Roman"/>
                <w:b/>
                <w:bCs/>
                <w:szCs w:val="20"/>
              </w:rPr>
              <w:t>DESCRIÇÃO/ESPECIFICAÇÃO</w:t>
            </w:r>
          </w:p>
        </w:tc>
      </w:tr>
      <w:tr w:rsidR="00BA32F1" w:rsidRPr="00623008" w:rsidTr="00315E70">
        <w:trPr>
          <w:jc w:val="center"/>
        </w:trPr>
        <w:tc>
          <w:tcPr>
            <w:tcW w:w="988" w:type="dxa"/>
            <w:vAlign w:val="center"/>
          </w:tcPr>
          <w:p w:rsidR="00BA32F1" w:rsidRPr="00623008" w:rsidRDefault="00315E70" w:rsidP="002350AF">
            <w:pPr>
              <w:widowControl w:val="0"/>
              <w:suppressAutoHyphens/>
              <w:jc w:val="center"/>
              <w:rPr>
                <w:rFonts w:cs="Arial"/>
                <w:b/>
                <w:szCs w:val="20"/>
              </w:rPr>
            </w:pPr>
            <w:r>
              <w:rPr>
                <w:rFonts w:cs="Arial"/>
                <w:b/>
                <w:szCs w:val="20"/>
              </w:rPr>
              <w:t>87 e 88</w:t>
            </w:r>
          </w:p>
        </w:tc>
        <w:tc>
          <w:tcPr>
            <w:tcW w:w="7938" w:type="dxa"/>
          </w:tcPr>
          <w:p w:rsidR="00BA32F1" w:rsidRPr="00623008" w:rsidRDefault="00BA32F1" w:rsidP="00BA32F1">
            <w:pPr>
              <w:widowControl w:val="0"/>
              <w:suppressAutoHyphens/>
              <w:rPr>
                <w:rFonts w:cs="Arial"/>
                <w:szCs w:val="20"/>
              </w:rPr>
            </w:pPr>
            <w:r>
              <w:rPr>
                <w:rFonts w:cs="Times New Roman"/>
                <w:bCs/>
                <w:szCs w:val="20"/>
              </w:rPr>
              <w:t>Micro-ônibus rodoviário para no mínimo 30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BA32F1" w:rsidRPr="00623008" w:rsidRDefault="00BA32F1" w:rsidP="00544E51">
      <w:pPr>
        <w:pStyle w:val="PargrafodaLista"/>
        <w:numPr>
          <w:ilvl w:val="0"/>
          <w:numId w:val="77"/>
        </w:numPr>
        <w:spacing w:before="240" w:after="120"/>
        <w:ind w:left="0" w:firstLine="0"/>
        <w:contextualSpacing w:val="0"/>
        <w:jc w:val="both"/>
        <w:rPr>
          <w:rFonts w:cs="Arial"/>
          <w:b/>
          <w:szCs w:val="20"/>
        </w:rPr>
      </w:pPr>
      <w:r w:rsidRPr="00623008">
        <w:rPr>
          <w:rFonts w:cs="Arial"/>
          <w:b/>
          <w:szCs w:val="20"/>
        </w:rPr>
        <w:t>CARACTERÍSTICAS TÉCNICAS</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30 passageiros, sendo 2 passageiros com mobilidade reduzida</w:t>
      </w:r>
      <w:r w:rsidRPr="00623008">
        <w:rPr>
          <w:rFonts w:cs="Arial"/>
          <w:szCs w:val="20"/>
        </w:rPr>
        <w:t>;</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Ano de fabricação do chassi: do ano em curso ou posterior;</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 xml:space="preserve">PBT legal igual ou superior a </w:t>
      </w:r>
      <w:r>
        <w:rPr>
          <w:rFonts w:cs="Arial"/>
          <w:szCs w:val="20"/>
        </w:rPr>
        <w:t>7</w:t>
      </w:r>
      <w:r w:rsidRPr="00623008">
        <w:rPr>
          <w:rFonts w:cs="Arial"/>
          <w:szCs w:val="20"/>
        </w:rPr>
        <w:t>.000 Kg;</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 xml:space="preserve">Motor do veículo: Óleo diesel, com potência igual ou superior a </w:t>
      </w:r>
      <w:r w:rsidR="00951D49">
        <w:rPr>
          <w:rFonts w:cs="Arial"/>
          <w:szCs w:val="20"/>
        </w:rPr>
        <w:t>16</w:t>
      </w:r>
      <w:r>
        <w:rPr>
          <w:rFonts w:cs="Arial"/>
          <w:szCs w:val="20"/>
        </w:rPr>
        <w:t>0</w:t>
      </w:r>
      <w:r w:rsidRPr="00623008">
        <w:rPr>
          <w:rFonts w:cs="Arial"/>
          <w:szCs w:val="20"/>
        </w:rPr>
        <w:t>CV;</w:t>
      </w:r>
    </w:p>
    <w:p w:rsidR="00BA32F1" w:rsidRPr="00623008" w:rsidRDefault="004578F4" w:rsidP="00544E51">
      <w:pPr>
        <w:pStyle w:val="PargrafodaLista"/>
        <w:numPr>
          <w:ilvl w:val="0"/>
          <w:numId w:val="7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BA32F1" w:rsidRPr="00623008">
        <w:rPr>
          <w:rFonts w:cs="Arial"/>
          <w:szCs w:val="20"/>
        </w:rPr>
        <w:t>; e</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Pintura na cor BRANCA.</w:t>
      </w:r>
    </w:p>
    <w:p w:rsidR="00BA32F1" w:rsidRPr="00623008" w:rsidRDefault="00BA32F1" w:rsidP="00544E51">
      <w:pPr>
        <w:pStyle w:val="PargrafodaLista"/>
        <w:numPr>
          <w:ilvl w:val="0"/>
          <w:numId w:val="77"/>
        </w:numPr>
        <w:spacing w:before="240" w:after="240"/>
        <w:ind w:left="0" w:firstLine="0"/>
        <w:contextualSpacing w:val="0"/>
        <w:jc w:val="both"/>
        <w:rPr>
          <w:rFonts w:cs="Arial"/>
          <w:szCs w:val="20"/>
        </w:rPr>
      </w:pPr>
      <w:r w:rsidRPr="00623008">
        <w:rPr>
          <w:rFonts w:cs="Arial"/>
          <w:b/>
          <w:szCs w:val="20"/>
        </w:rPr>
        <w:t>DIVERSOS</w:t>
      </w:r>
    </w:p>
    <w:p w:rsidR="00BA32F1" w:rsidRPr="00F00B1F" w:rsidRDefault="007E4739" w:rsidP="00544E51">
      <w:pPr>
        <w:pStyle w:val="PargrafodaLista"/>
        <w:numPr>
          <w:ilvl w:val="1"/>
          <w:numId w:val="77"/>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00BA32F1" w:rsidRPr="00F00B1F">
        <w:rPr>
          <w:rFonts w:cs="Arial"/>
          <w:szCs w:val="20"/>
        </w:rPr>
        <w:t>;</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 xml:space="preserve">Som/multimídia integrada ao veículo e com </w:t>
      </w:r>
      <w:r w:rsidR="00A40794">
        <w:rPr>
          <w:rFonts w:cs="Arial"/>
          <w:szCs w:val="20"/>
        </w:rPr>
        <w:t xml:space="preserve">no mínimo 6 </w:t>
      </w:r>
      <w:r w:rsidRPr="00F00B1F">
        <w:rPr>
          <w:rFonts w:cs="Arial"/>
          <w:szCs w:val="20"/>
        </w:rPr>
        <w:t>altos falantes distribuídos pelo salão;</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Espelhos retrovisores com carenagem e setas embutidas;</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Isola</w:t>
      </w:r>
      <w:r w:rsidR="004B1ED9">
        <w:rPr>
          <w:rFonts w:cs="Arial"/>
          <w:szCs w:val="20"/>
        </w:rPr>
        <w:t>mento termo acústico do motor;</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BA32F1" w:rsidRPr="00F00B1F" w:rsidRDefault="00BA32F1" w:rsidP="00544E51">
      <w:pPr>
        <w:pStyle w:val="PargrafodaLista"/>
        <w:numPr>
          <w:ilvl w:val="0"/>
          <w:numId w:val="77"/>
        </w:numPr>
        <w:spacing w:before="240" w:after="240"/>
        <w:ind w:left="0" w:firstLine="0"/>
        <w:contextualSpacing w:val="0"/>
        <w:jc w:val="both"/>
        <w:rPr>
          <w:rFonts w:cs="Arial"/>
          <w:b/>
          <w:szCs w:val="20"/>
        </w:rPr>
      </w:pPr>
      <w:r w:rsidRPr="00F00B1F">
        <w:rPr>
          <w:rFonts w:cs="Arial"/>
          <w:b/>
          <w:szCs w:val="20"/>
        </w:rPr>
        <w:t>CARACTERIZAÇÃO DA CARROCERIA</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Carroceria nova e de primeiro uso, com vedação contra poeiras, largura de 2,40m e altura interna mínima de 2,00m;</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Ar-condicionado de teto com capacidade mínima de 80.000 BTUS, equipado com alarme para diagnóstico de falhas e controle de renovação do ar com acionamento manual ou automático;</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Equipado com Dispositivo de Poltrona Móvel (DPM);</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Itinerário frontal eletrônico;</w:t>
      </w:r>
    </w:p>
    <w:p w:rsidR="00BA32F1" w:rsidRPr="00F00B1F" w:rsidRDefault="007E4739" w:rsidP="00544E51">
      <w:pPr>
        <w:pStyle w:val="PargrafodaLista"/>
        <w:numPr>
          <w:ilvl w:val="0"/>
          <w:numId w:val="99"/>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00A032D1">
        <w:rPr>
          <w:rFonts w:cs="Arial"/>
          <w:szCs w:val="20"/>
        </w:rPr>
        <w:t>. Todas as poltronas deverão possuir cabeçais brancos</w:t>
      </w:r>
      <w:r w:rsidR="00BA32F1" w:rsidRPr="00F00B1F">
        <w:rPr>
          <w:rFonts w:cs="Arial"/>
          <w:szCs w:val="20"/>
        </w:rPr>
        <w:t>;</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BA32F1" w:rsidRDefault="00BA32F1" w:rsidP="00544E51">
      <w:pPr>
        <w:pStyle w:val="PargrafodaLista"/>
        <w:numPr>
          <w:ilvl w:val="0"/>
          <w:numId w:val="99"/>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A40794" w:rsidRPr="00F00B1F" w:rsidRDefault="00A40794" w:rsidP="00544E51">
      <w:pPr>
        <w:pStyle w:val="PargrafodaLista"/>
        <w:numPr>
          <w:ilvl w:val="0"/>
          <w:numId w:val="99"/>
        </w:numPr>
        <w:ind w:left="0" w:firstLine="0"/>
        <w:jc w:val="both"/>
        <w:rPr>
          <w:rFonts w:cs="Arial"/>
          <w:szCs w:val="20"/>
        </w:rPr>
      </w:pPr>
      <w:r>
        <w:rPr>
          <w:rFonts w:cs="Arial"/>
          <w:szCs w:val="20"/>
        </w:rPr>
        <w:t xml:space="preserve">Iluminação do </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Porta pacotes com difusor de ar, iluminação e luz de leitura;</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Geladeira com capacidade de 50 litros, instalada no final do corredor;</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 xml:space="preserve">Bagageiro traseiro </w:t>
      </w:r>
      <w:r w:rsidR="00A40794">
        <w:rPr>
          <w:rFonts w:cs="Arial"/>
          <w:szCs w:val="20"/>
        </w:rPr>
        <w:t xml:space="preserve">tipo passante, sem bagageiros no entre eixos, </w:t>
      </w:r>
      <w:r w:rsidRPr="00F00B1F">
        <w:rPr>
          <w:rFonts w:cs="Arial"/>
          <w:szCs w:val="20"/>
        </w:rPr>
        <w:t>revestido em alumínio canelado;</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 xml:space="preserve">Piso do </w:t>
      </w:r>
      <w:r w:rsidR="004B1ED9">
        <w:rPr>
          <w:rFonts w:cs="Arial"/>
          <w:szCs w:val="20"/>
        </w:rPr>
        <w:t>tipo taraflex;</w:t>
      </w:r>
    </w:p>
    <w:p w:rsidR="00BA32F1" w:rsidRDefault="00BA32F1" w:rsidP="00544E51">
      <w:pPr>
        <w:pStyle w:val="PargrafodaLista"/>
        <w:numPr>
          <w:ilvl w:val="0"/>
          <w:numId w:val="99"/>
        </w:numPr>
        <w:ind w:left="0" w:firstLine="0"/>
        <w:jc w:val="both"/>
        <w:rPr>
          <w:rFonts w:cs="Arial"/>
          <w:szCs w:val="20"/>
        </w:rPr>
      </w:pPr>
      <w:r w:rsidRPr="00F00B1F">
        <w:rPr>
          <w:rFonts w:cs="Arial"/>
          <w:szCs w:val="20"/>
        </w:rPr>
        <w:t>Produto similar a</w:t>
      </w:r>
      <w:r w:rsidR="004B1ED9">
        <w:rPr>
          <w:rFonts w:cs="Arial"/>
          <w:szCs w:val="20"/>
        </w:rPr>
        <w:t xml:space="preserve"> C</w:t>
      </w:r>
      <w:r w:rsidR="00315E70">
        <w:rPr>
          <w:rFonts w:cs="Arial"/>
          <w:szCs w:val="20"/>
        </w:rPr>
        <w:t xml:space="preserve">arroceria Soul </w:t>
      </w:r>
      <w:proofErr w:type="spellStart"/>
      <w:r w:rsidR="00315E70">
        <w:rPr>
          <w:rFonts w:cs="Arial"/>
          <w:szCs w:val="20"/>
        </w:rPr>
        <w:t>Class</w:t>
      </w:r>
      <w:proofErr w:type="spellEnd"/>
      <w:r w:rsidR="00315E70">
        <w:rPr>
          <w:rFonts w:cs="Arial"/>
          <w:szCs w:val="20"/>
        </w:rPr>
        <w:t xml:space="preserve"> da </w:t>
      </w:r>
      <w:proofErr w:type="spellStart"/>
      <w:r w:rsidR="00315E70">
        <w:rPr>
          <w:rFonts w:cs="Arial"/>
          <w:szCs w:val="20"/>
        </w:rPr>
        <w:t>Iveco</w:t>
      </w:r>
      <w:proofErr w:type="spellEnd"/>
      <w:r w:rsidR="00315E70">
        <w:rPr>
          <w:rFonts w:cs="Arial"/>
          <w:szCs w:val="20"/>
        </w:rPr>
        <w:t>.</w:t>
      </w:r>
    </w:p>
    <w:p w:rsidR="00EC19CD" w:rsidRDefault="00EC19CD">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5E6BBE"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E6BBE" w:rsidRPr="00623008" w:rsidRDefault="00315E70" w:rsidP="00453313">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5E6BBE" w:rsidRPr="00623008" w:rsidRDefault="005E6BBE" w:rsidP="00453313">
            <w:pPr>
              <w:widowControl w:val="0"/>
              <w:suppressAutoHyphens/>
              <w:jc w:val="center"/>
              <w:rPr>
                <w:rFonts w:cs="Times New Roman"/>
                <w:b/>
                <w:bCs/>
                <w:szCs w:val="20"/>
              </w:rPr>
            </w:pPr>
            <w:r w:rsidRPr="00623008">
              <w:rPr>
                <w:rFonts w:cs="Times New Roman"/>
                <w:b/>
                <w:bCs/>
                <w:szCs w:val="20"/>
              </w:rPr>
              <w:t>DESCRIÇÃO/ESPECIFICAÇÃO</w:t>
            </w:r>
          </w:p>
        </w:tc>
      </w:tr>
      <w:tr w:rsidR="005E6BBE" w:rsidRPr="00623008" w:rsidTr="00315E70">
        <w:trPr>
          <w:jc w:val="center"/>
        </w:trPr>
        <w:tc>
          <w:tcPr>
            <w:tcW w:w="988" w:type="dxa"/>
            <w:vAlign w:val="center"/>
          </w:tcPr>
          <w:p w:rsidR="005E6BBE" w:rsidRPr="00623008" w:rsidRDefault="00315E70" w:rsidP="00453313">
            <w:pPr>
              <w:widowControl w:val="0"/>
              <w:suppressAutoHyphens/>
              <w:jc w:val="center"/>
              <w:rPr>
                <w:rFonts w:cs="Arial"/>
                <w:b/>
                <w:szCs w:val="20"/>
              </w:rPr>
            </w:pPr>
            <w:r>
              <w:rPr>
                <w:rFonts w:cs="Arial"/>
                <w:b/>
                <w:szCs w:val="20"/>
              </w:rPr>
              <w:t>89 a 91</w:t>
            </w:r>
          </w:p>
        </w:tc>
        <w:tc>
          <w:tcPr>
            <w:tcW w:w="7938" w:type="dxa"/>
          </w:tcPr>
          <w:p w:rsidR="005E6BBE" w:rsidRPr="00623008" w:rsidRDefault="00767B18" w:rsidP="00E8379D">
            <w:pPr>
              <w:widowControl w:val="0"/>
              <w:suppressAutoHyphens/>
              <w:rPr>
                <w:rFonts w:cs="Arial"/>
                <w:szCs w:val="20"/>
              </w:rPr>
            </w:pPr>
            <w:r>
              <w:rPr>
                <w:rFonts w:cs="Times New Roman"/>
                <w:bCs/>
                <w:szCs w:val="20"/>
              </w:rPr>
              <w:t>Ô</w:t>
            </w:r>
            <w:r w:rsidR="005E6BBE">
              <w:rPr>
                <w:rFonts w:cs="Times New Roman"/>
                <w:bCs/>
                <w:szCs w:val="20"/>
              </w:rPr>
              <w:t>nibus rodoviário para no mínimo 3</w:t>
            </w:r>
            <w:r w:rsidR="00E8379D">
              <w:rPr>
                <w:rFonts w:cs="Times New Roman"/>
                <w:bCs/>
                <w:szCs w:val="20"/>
              </w:rPr>
              <w:t>4</w:t>
            </w:r>
            <w:r w:rsidR="005E6BBE">
              <w:rPr>
                <w:rFonts w:cs="Times New Roman"/>
                <w:bCs/>
                <w:szCs w:val="20"/>
              </w:rPr>
              <w:t xml:space="preserve"> passageiros</w:t>
            </w:r>
            <w:r w:rsidR="005E6BBE" w:rsidRPr="00623008">
              <w:rPr>
                <w:rFonts w:cs="Times New Roman"/>
                <w:bCs/>
                <w:szCs w:val="20"/>
              </w:rPr>
              <w:t>,</w:t>
            </w:r>
            <w:r w:rsidR="005E6BBE">
              <w:rPr>
                <w:rFonts w:cs="Times New Roman"/>
                <w:bCs/>
                <w:szCs w:val="20"/>
              </w:rPr>
              <w:t xml:space="preserve"> tração 4</w:t>
            </w:r>
            <w:r w:rsidR="005E6BBE" w:rsidRPr="00623008">
              <w:rPr>
                <w:rFonts w:cs="Times New Roman"/>
                <w:bCs/>
                <w:szCs w:val="20"/>
              </w:rPr>
              <w:t xml:space="preserve">x2 </w:t>
            </w:r>
          </w:p>
        </w:tc>
      </w:tr>
    </w:tbl>
    <w:p w:rsidR="005E6BBE" w:rsidRPr="003B18DB" w:rsidRDefault="005E6BBE" w:rsidP="00544E51">
      <w:pPr>
        <w:pStyle w:val="PargrafodaLista"/>
        <w:numPr>
          <w:ilvl w:val="0"/>
          <w:numId w:val="85"/>
        </w:numPr>
        <w:spacing w:before="240" w:after="120"/>
        <w:ind w:left="0" w:firstLine="0"/>
        <w:contextualSpacing w:val="0"/>
        <w:jc w:val="both"/>
        <w:rPr>
          <w:rFonts w:cs="Arial"/>
          <w:b/>
          <w:szCs w:val="20"/>
        </w:rPr>
      </w:pPr>
      <w:r w:rsidRPr="003B18DB">
        <w:rPr>
          <w:rFonts w:cs="Arial"/>
          <w:b/>
          <w:szCs w:val="20"/>
        </w:rPr>
        <w:t>CARACTERÍSTICAS TÉCNICAS</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3</w:t>
      </w:r>
      <w:r w:rsidR="00E8379D">
        <w:rPr>
          <w:rFonts w:cs="Arial"/>
          <w:szCs w:val="20"/>
        </w:rPr>
        <w:t>4</w:t>
      </w:r>
      <w:r>
        <w:rPr>
          <w:rFonts w:cs="Arial"/>
          <w:szCs w:val="20"/>
        </w:rPr>
        <w:t xml:space="preserve"> passageiros</w:t>
      </w:r>
      <w:r w:rsidR="00E8379D" w:rsidRPr="00E8379D">
        <w:rPr>
          <w:rFonts w:cs="Arial"/>
          <w:szCs w:val="20"/>
        </w:rPr>
        <w:t xml:space="preserve"> </w:t>
      </w:r>
      <w:r w:rsidR="00E8379D">
        <w:rPr>
          <w:rFonts w:cs="Arial"/>
          <w:szCs w:val="20"/>
        </w:rPr>
        <w:t>- sendo 2 passageiros com mobilidade reduzida, um auxiliar do motorista e o motorista</w:t>
      </w:r>
      <w:r w:rsidRPr="00623008">
        <w:rPr>
          <w:rFonts w:cs="Arial"/>
          <w:szCs w:val="20"/>
        </w:rPr>
        <w:t>;</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Ano de fabricação do chassi: do ano em curso ou posterior;</w:t>
      </w:r>
    </w:p>
    <w:p w:rsidR="005E6BBE" w:rsidRPr="00767B18" w:rsidRDefault="005E6BBE" w:rsidP="00544E51">
      <w:pPr>
        <w:pStyle w:val="PargrafodaLista"/>
        <w:numPr>
          <w:ilvl w:val="0"/>
          <w:numId w:val="86"/>
        </w:numPr>
        <w:ind w:left="0" w:firstLine="0"/>
        <w:jc w:val="both"/>
        <w:rPr>
          <w:rFonts w:cs="Arial"/>
          <w:szCs w:val="20"/>
        </w:rPr>
      </w:pPr>
      <w:r w:rsidRPr="00767B18">
        <w:rPr>
          <w:rFonts w:cs="Arial"/>
          <w:szCs w:val="20"/>
        </w:rPr>
        <w:t xml:space="preserve">PBT legal igual ou superior a </w:t>
      </w:r>
      <w:r w:rsidR="00767B18" w:rsidRPr="00767B18">
        <w:rPr>
          <w:rFonts w:cs="Arial"/>
          <w:szCs w:val="20"/>
        </w:rPr>
        <w:t>1</w:t>
      </w:r>
      <w:r w:rsidR="00E8379D">
        <w:rPr>
          <w:rFonts w:cs="Arial"/>
          <w:szCs w:val="20"/>
        </w:rPr>
        <w:t>0</w:t>
      </w:r>
      <w:r w:rsidRPr="00767B18">
        <w:rPr>
          <w:rFonts w:cs="Arial"/>
          <w:szCs w:val="20"/>
        </w:rPr>
        <w:t>.000 Kg;</w:t>
      </w:r>
    </w:p>
    <w:p w:rsidR="005E6BBE" w:rsidRPr="003B18DB" w:rsidRDefault="005E6BBE" w:rsidP="00544E51">
      <w:pPr>
        <w:pStyle w:val="PargrafodaLista"/>
        <w:numPr>
          <w:ilvl w:val="0"/>
          <w:numId w:val="86"/>
        </w:numPr>
        <w:ind w:left="0" w:firstLine="0"/>
        <w:jc w:val="both"/>
        <w:rPr>
          <w:rFonts w:cs="Arial"/>
          <w:szCs w:val="20"/>
        </w:rPr>
      </w:pPr>
      <w:r w:rsidRPr="003B18DB">
        <w:rPr>
          <w:rFonts w:cs="Arial"/>
          <w:szCs w:val="20"/>
        </w:rPr>
        <w:t xml:space="preserve">Motor do veículo: Óleo diesel, com potência igual ou superior a </w:t>
      </w:r>
      <w:r w:rsidR="00C30A9A">
        <w:rPr>
          <w:rFonts w:cs="Arial"/>
          <w:szCs w:val="20"/>
        </w:rPr>
        <w:t>1</w:t>
      </w:r>
      <w:r w:rsidR="00E8379D">
        <w:rPr>
          <w:rFonts w:cs="Arial"/>
          <w:szCs w:val="20"/>
        </w:rPr>
        <w:t>6</w:t>
      </w:r>
      <w:r w:rsidRPr="003B18DB">
        <w:rPr>
          <w:rFonts w:cs="Arial"/>
          <w:szCs w:val="20"/>
        </w:rPr>
        <w:t>0CV;</w:t>
      </w:r>
    </w:p>
    <w:p w:rsidR="005E6BBE" w:rsidRPr="00623008" w:rsidRDefault="004578F4" w:rsidP="00544E51">
      <w:pPr>
        <w:pStyle w:val="PargrafodaLista"/>
        <w:numPr>
          <w:ilvl w:val="0"/>
          <w:numId w:val="86"/>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E6BBE" w:rsidRPr="00623008">
        <w:rPr>
          <w:rFonts w:cs="Arial"/>
          <w:szCs w:val="20"/>
        </w:rPr>
        <w:t>; e</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Pintura na cor BRANCA.</w:t>
      </w:r>
    </w:p>
    <w:p w:rsidR="005E6BBE" w:rsidRPr="003B18DB" w:rsidRDefault="005E6BBE" w:rsidP="00544E51">
      <w:pPr>
        <w:pStyle w:val="PargrafodaLista"/>
        <w:numPr>
          <w:ilvl w:val="0"/>
          <w:numId w:val="85"/>
        </w:numPr>
        <w:spacing w:before="240" w:after="240"/>
        <w:ind w:left="0" w:firstLine="0"/>
        <w:contextualSpacing w:val="0"/>
        <w:jc w:val="both"/>
        <w:rPr>
          <w:rFonts w:cs="Arial"/>
          <w:szCs w:val="20"/>
        </w:rPr>
      </w:pPr>
      <w:r w:rsidRPr="003B18DB">
        <w:rPr>
          <w:rFonts w:cs="Arial"/>
          <w:b/>
          <w:szCs w:val="20"/>
        </w:rPr>
        <w:t>DIVERSOS</w:t>
      </w:r>
    </w:p>
    <w:p w:rsidR="005E6BBE" w:rsidRDefault="004673B6" w:rsidP="00544E51">
      <w:pPr>
        <w:pStyle w:val="PargrafodaLista"/>
        <w:numPr>
          <w:ilvl w:val="1"/>
          <w:numId w:val="85"/>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005E6BBE" w:rsidRPr="00F00B1F">
        <w:rPr>
          <w:rFonts w:cs="Arial"/>
          <w:szCs w:val="20"/>
        </w:rPr>
        <w:t>;</w:t>
      </w:r>
    </w:p>
    <w:p w:rsidR="00FF00BF" w:rsidRPr="00F00B1F" w:rsidRDefault="00FF00BF" w:rsidP="00544E51">
      <w:pPr>
        <w:pStyle w:val="PargrafodaLista"/>
        <w:numPr>
          <w:ilvl w:val="1"/>
          <w:numId w:val="85"/>
        </w:numPr>
        <w:ind w:left="0" w:firstLine="0"/>
        <w:jc w:val="both"/>
        <w:rPr>
          <w:rFonts w:cs="Arial"/>
          <w:szCs w:val="20"/>
        </w:rPr>
      </w:pPr>
      <w:r w:rsidRPr="00623008">
        <w:rPr>
          <w:rFonts w:cs="Arial"/>
          <w:szCs w:val="20"/>
        </w:rPr>
        <w:t>Ar-condicionado original de fábrica</w:t>
      </w:r>
      <w:r>
        <w:rPr>
          <w:rFonts w:cs="Arial"/>
          <w:szCs w:val="20"/>
        </w:rPr>
        <w:t xml:space="preserve"> </w:t>
      </w:r>
      <w:r w:rsidR="00BB26A9">
        <w:rPr>
          <w:rFonts w:cs="Arial"/>
          <w:szCs w:val="20"/>
        </w:rPr>
        <w:t>para o</w:t>
      </w:r>
      <w:r>
        <w:rPr>
          <w:rFonts w:cs="Arial"/>
          <w:szCs w:val="20"/>
        </w:rPr>
        <w:t xml:space="preserve"> motorista</w:t>
      </w:r>
      <w:r w:rsidR="00BB26A9">
        <w:rPr>
          <w:rFonts w:cs="Arial"/>
          <w:szCs w:val="20"/>
        </w:rPr>
        <w:t xml:space="preserve"> e o auxiliar</w:t>
      </w:r>
      <w:r>
        <w:rPr>
          <w:rFonts w:cs="Arial"/>
          <w:szCs w:val="20"/>
        </w:rPr>
        <w:t>;</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Som/multimídia integrada ao veículo e com altos falantes distribuídos pelo salão;</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5E6BBE" w:rsidRPr="00A32B5F" w:rsidRDefault="005E6BBE" w:rsidP="00544E51">
      <w:pPr>
        <w:pStyle w:val="PargrafodaLista"/>
        <w:numPr>
          <w:ilvl w:val="1"/>
          <w:numId w:val="85"/>
        </w:numPr>
        <w:ind w:left="0" w:firstLine="0"/>
        <w:jc w:val="both"/>
        <w:rPr>
          <w:rFonts w:cs="Arial"/>
          <w:szCs w:val="20"/>
        </w:rPr>
      </w:pPr>
      <w:r w:rsidRPr="00A32B5F">
        <w:rPr>
          <w:rFonts w:cs="Arial"/>
          <w:szCs w:val="20"/>
        </w:rPr>
        <w:t xml:space="preserve">Espelhos retrovisores </w:t>
      </w:r>
      <w:r w:rsidR="00C30A9A" w:rsidRPr="00A32B5F">
        <w:rPr>
          <w:rFonts w:cs="Arial"/>
          <w:szCs w:val="20"/>
        </w:rPr>
        <w:t>bifoca</w:t>
      </w:r>
      <w:r w:rsidR="003A3D4B" w:rsidRPr="00A32B5F">
        <w:rPr>
          <w:rFonts w:cs="Arial"/>
          <w:szCs w:val="20"/>
        </w:rPr>
        <w:t>is</w:t>
      </w:r>
      <w:r w:rsidR="001C045E" w:rsidRPr="00A32B5F">
        <w:rPr>
          <w:rFonts w:cs="Arial"/>
          <w:szCs w:val="20"/>
        </w:rPr>
        <w:t>;</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Isolamento termo acústico do motor; e</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5E6BBE" w:rsidRPr="00F00B1F" w:rsidRDefault="005E6BBE" w:rsidP="00544E51">
      <w:pPr>
        <w:pStyle w:val="PargrafodaLista"/>
        <w:numPr>
          <w:ilvl w:val="0"/>
          <w:numId w:val="85"/>
        </w:numPr>
        <w:spacing w:before="240" w:after="240"/>
        <w:ind w:left="0" w:firstLine="0"/>
        <w:contextualSpacing w:val="0"/>
        <w:jc w:val="both"/>
        <w:rPr>
          <w:rFonts w:cs="Arial"/>
          <w:b/>
          <w:szCs w:val="20"/>
        </w:rPr>
      </w:pPr>
      <w:r w:rsidRPr="00F00B1F">
        <w:rPr>
          <w:rFonts w:cs="Arial"/>
          <w:b/>
          <w:szCs w:val="20"/>
        </w:rPr>
        <w:t>CARACTERIZAÇÃO DA CARROCERIA</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Carroceria nova e de primeiro uso, com vedação contra poeiras, largura </w:t>
      </w:r>
      <w:r w:rsidR="0098734F">
        <w:rPr>
          <w:rFonts w:cs="Arial"/>
          <w:szCs w:val="20"/>
        </w:rPr>
        <w:t>externa de 2,</w:t>
      </w:r>
      <w:r w:rsidR="00C30A9A">
        <w:rPr>
          <w:rFonts w:cs="Arial"/>
          <w:szCs w:val="20"/>
        </w:rPr>
        <w:t>5</w:t>
      </w:r>
      <w:r w:rsidRPr="00F00B1F">
        <w:rPr>
          <w:rFonts w:cs="Arial"/>
          <w:szCs w:val="20"/>
        </w:rPr>
        <w:t xml:space="preserve">0m e altura interna mínima de </w:t>
      </w:r>
      <w:r w:rsidR="00C30A9A">
        <w:rPr>
          <w:rFonts w:cs="Arial"/>
          <w:szCs w:val="20"/>
        </w:rPr>
        <w:t>1</w:t>
      </w:r>
      <w:r w:rsidR="0098734F">
        <w:rPr>
          <w:rFonts w:cs="Arial"/>
          <w:szCs w:val="20"/>
        </w:rPr>
        <w:t>,90</w:t>
      </w:r>
      <w:r w:rsidRPr="00F00B1F">
        <w:rPr>
          <w:rFonts w:cs="Arial"/>
          <w:szCs w:val="20"/>
        </w:rPr>
        <w:t>m;</w:t>
      </w:r>
    </w:p>
    <w:p w:rsidR="005E6BBE" w:rsidRPr="001A266B" w:rsidRDefault="005E6BBE" w:rsidP="00544E51">
      <w:pPr>
        <w:pStyle w:val="PargrafodaLista"/>
        <w:numPr>
          <w:ilvl w:val="0"/>
          <w:numId w:val="87"/>
        </w:numPr>
        <w:ind w:left="0" w:firstLine="0"/>
        <w:jc w:val="both"/>
        <w:rPr>
          <w:rFonts w:cs="Arial"/>
          <w:szCs w:val="20"/>
        </w:rPr>
      </w:pPr>
      <w:r w:rsidRPr="001A266B">
        <w:rPr>
          <w:rFonts w:cs="Arial"/>
          <w:szCs w:val="20"/>
        </w:rPr>
        <w:t xml:space="preserve">Ar-condicionado de teto com capacidade mínima de </w:t>
      </w:r>
      <w:r w:rsidR="001A266B">
        <w:rPr>
          <w:rFonts w:cs="Arial"/>
          <w:szCs w:val="20"/>
        </w:rPr>
        <w:t>13</w:t>
      </w:r>
      <w:r w:rsidRPr="001A266B">
        <w:rPr>
          <w:rFonts w:cs="Arial"/>
          <w:szCs w:val="20"/>
        </w:rPr>
        <w:t>0.000 BTUS, equipado com alarme para diagnóstico de falhas e controle de renovação do ar com acionamento manual ou automático;</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Equipado com Dispositivo de Poltrona Móvel (DPM);</w:t>
      </w:r>
    </w:p>
    <w:p w:rsidR="005E6BBE" w:rsidRDefault="005E6BBE" w:rsidP="009E5CC4">
      <w:pPr>
        <w:pStyle w:val="PargrafodaLista"/>
        <w:numPr>
          <w:ilvl w:val="0"/>
          <w:numId w:val="87"/>
        </w:numPr>
        <w:ind w:left="0" w:firstLine="0"/>
        <w:jc w:val="both"/>
        <w:rPr>
          <w:rFonts w:cs="Arial"/>
          <w:szCs w:val="20"/>
        </w:rPr>
      </w:pPr>
      <w:r w:rsidRPr="00F00B1F">
        <w:rPr>
          <w:rFonts w:cs="Arial"/>
          <w:szCs w:val="20"/>
        </w:rPr>
        <w:t>Itinerário frontal eletrônico;</w:t>
      </w:r>
    </w:p>
    <w:p w:rsidR="009E5CC4" w:rsidRPr="009E5CC4" w:rsidRDefault="009E5CC4" w:rsidP="009E5CC4">
      <w:pPr>
        <w:pStyle w:val="PargrafodaLista"/>
        <w:numPr>
          <w:ilvl w:val="0"/>
          <w:numId w:val="87"/>
        </w:numPr>
        <w:ind w:left="0" w:firstLine="0"/>
        <w:jc w:val="both"/>
        <w:rPr>
          <w:rFonts w:cs="Arial"/>
          <w:szCs w:val="20"/>
        </w:rPr>
      </w:pPr>
      <w:r>
        <w:rPr>
          <w:rFonts w:cs="Arial"/>
          <w:szCs w:val="20"/>
        </w:rPr>
        <w:t>Divisória entre a cabine do motorista e o salão de passageiros;</w:t>
      </w:r>
    </w:p>
    <w:p w:rsidR="005E6BBE" w:rsidRPr="00F00B1F" w:rsidRDefault="007E4739" w:rsidP="00544E51">
      <w:pPr>
        <w:pStyle w:val="PargrafodaLista"/>
        <w:numPr>
          <w:ilvl w:val="0"/>
          <w:numId w:val="87"/>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00A032D1">
        <w:rPr>
          <w:rFonts w:cs="Arial"/>
          <w:szCs w:val="20"/>
        </w:rPr>
        <w:t>. Todas as poltronas deverão possuir cabeçais brancos</w:t>
      </w:r>
      <w:r w:rsidR="005E6BBE" w:rsidRPr="00F00B1F">
        <w:rPr>
          <w:rFonts w:cs="Arial"/>
          <w:szCs w:val="20"/>
        </w:rPr>
        <w:t>;</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5E6BBE" w:rsidRPr="00F00B1F" w:rsidRDefault="005E6BBE" w:rsidP="00544E51">
      <w:pPr>
        <w:pStyle w:val="PargrafodaLista"/>
        <w:numPr>
          <w:ilvl w:val="0"/>
          <w:numId w:val="87"/>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Porta pacotes com difusor de ar, iluminação e luz de leitura;</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Geladeira com capacidade de </w:t>
      </w:r>
      <w:r w:rsidR="004673B6">
        <w:rPr>
          <w:rFonts w:cs="Arial"/>
          <w:szCs w:val="20"/>
        </w:rPr>
        <w:t>75</w:t>
      </w:r>
      <w:r w:rsidRPr="00F00B1F">
        <w:rPr>
          <w:rFonts w:cs="Arial"/>
          <w:szCs w:val="20"/>
        </w:rPr>
        <w:t xml:space="preserve"> litros, instalada no final do corredor;</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Bagageiro traseiro </w:t>
      </w:r>
      <w:r w:rsidR="00C30A9A">
        <w:rPr>
          <w:rFonts w:cs="Arial"/>
          <w:szCs w:val="20"/>
        </w:rPr>
        <w:t xml:space="preserve">passante e </w:t>
      </w:r>
      <w:r w:rsidRPr="00F00B1F">
        <w:rPr>
          <w:rFonts w:cs="Arial"/>
          <w:szCs w:val="20"/>
        </w:rPr>
        <w:t>revestido em alumínio canelado;</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Piso do tipo taraflex; e</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Produto similar a Carroceria </w:t>
      </w:r>
      <w:proofErr w:type="spellStart"/>
      <w:r w:rsidR="009F7930">
        <w:rPr>
          <w:rFonts w:cs="Arial"/>
          <w:szCs w:val="20"/>
        </w:rPr>
        <w:t>Fly</w:t>
      </w:r>
      <w:proofErr w:type="spellEnd"/>
      <w:r w:rsidR="009F7930">
        <w:rPr>
          <w:rFonts w:cs="Arial"/>
          <w:szCs w:val="20"/>
        </w:rPr>
        <w:t xml:space="preserve"> 10 da </w:t>
      </w:r>
      <w:proofErr w:type="spellStart"/>
      <w:r w:rsidR="009F7930">
        <w:rPr>
          <w:rFonts w:cs="Arial"/>
          <w:szCs w:val="20"/>
        </w:rPr>
        <w:t>Volare</w:t>
      </w:r>
      <w:proofErr w:type="spellEnd"/>
      <w:r w:rsidRPr="00F00B1F">
        <w:rPr>
          <w:rFonts w:cs="Arial"/>
          <w:szCs w:val="20"/>
        </w:rPr>
        <w:t>.</w:t>
      </w:r>
    </w:p>
    <w:p w:rsidR="007C47A5" w:rsidRDefault="007C47A5">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403CA9"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03CA9" w:rsidRPr="00623008" w:rsidRDefault="00315E70" w:rsidP="00453313">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403CA9" w:rsidRPr="00623008" w:rsidRDefault="00403CA9" w:rsidP="00453313">
            <w:pPr>
              <w:widowControl w:val="0"/>
              <w:suppressAutoHyphens/>
              <w:jc w:val="center"/>
              <w:rPr>
                <w:rFonts w:cs="Times New Roman"/>
                <w:b/>
                <w:bCs/>
                <w:szCs w:val="20"/>
              </w:rPr>
            </w:pPr>
            <w:r w:rsidRPr="00623008">
              <w:rPr>
                <w:rFonts w:cs="Times New Roman"/>
                <w:b/>
                <w:bCs/>
                <w:szCs w:val="20"/>
              </w:rPr>
              <w:t>DESCRIÇÃO/ESPECIFICAÇÃO</w:t>
            </w:r>
          </w:p>
        </w:tc>
      </w:tr>
      <w:tr w:rsidR="00403CA9" w:rsidRPr="00623008" w:rsidTr="00315E70">
        <w:trPr>
          <w:jc w:val="center"/>
        </w:trPr>
        <w:tc>
          <w:tcPr>
            <w:tcW w:w="988" w:type="dxa"/>
            <w:vAlign w:val="center"/>
          </w:tcPr>
          <w:p w:rsidR="00403CA9" w:rsidRPr="00623008" w:rsidRDefault="00315E70" w:rsidP="00453313">
            <w:pPr>
              <w:widowControl w:val="0"/>
              <w:suppressAutoHyphens/>
              <w:jc w:val="center"/>
              <w:rPr>
                <w:rFonts w:cs="Arial"/>
                <w:b/>
                <w:szCs w:val="20"/>
              </w:rPr>
            </w:pPr>
            <w:r>
              <w:rPr>
                <w:rFonts w:cs="Arial"/>
                <w:b/>
                <w:szCs w:val="20"/>
              </w:rPr>
              <w:t>92 e 93</w:t>
            </w:r>
          </w:p>
        </w:tc>
        <w:tc>
          <w:tcPr>
            <w:tcW w:w="7938" w:type="dxa"/>
          </w:tcPr>
          <w:p w:rsidR="00403CA9" w:rsidRPr="00623008" w:rsidRDefault="00403CA9" w:rsidP="00453313">
            <w:pPr>
              <w:widowControl w:val="0"/>
              <w:suppressAutoHyphens/>
              <w:rPr>
                <w:rFonts w:cs="Arial"/>
                <w:szCs w:val="20"/>
              </w:rPr>
            </w:pPr>
            <w:r>
              <w:rPr>
                <w:rFonts w:cs="Times New Roman"/>
                <w:bCs/>
                <w:szCs w:val="20"/>
              </w:rPr>
              <w:t>Ônibus rodoviário para no mínimo 40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403CA9" w:rsidRPr="003B18DB" w:rsidRDefault="00403CA9" w:rsidP="00544E51">
      <w:pPr>
        <w:pStyle w:val="PargrafodaLista"/>
        <w:numPr>
          <w:ilvl w:val="0"/>
          <w:numId w:val="88"/>
        </w:numPr>
        <w:spacing w:before="240" w:after="240"/>
        <w:ind w:left="0" w:firstLine="0"/>
        <w:contextualSpacing w:val="0"/>
        <w:jc w:val="both"/>
        <w:rPr>
          <w:rFonts w:cs="Arial"/>
          <w:b/>
          <w:szCs w:val="20"/>
        </w:rPr>
      </w:pPr>
      <w:r w:rsidRPr="003B18DB">
        <w:rPr>
          <w:rFonts w:cs="Arial"/>
          <w:b/>
          <w:szCs w:val="20"/>
        </w:rPr>
        <w:t>CARACTERÍSTICAS TÉCNICAS</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40 passageiros, sendo 2 passageiros com mobilidade reduzida</w:t>
      </w:r>
      <w:r w:rsidRPr="00623008">
        <w:rPr>
          <w:rFonts w:cs="Arial"/>
          <w:szCs w:val="20"/>
        </w:rPr>
        <w:t>;</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Ano de fabricação do chassi: do ano em curso ou posterior;</w:t>
      </w:r>
    </w:p>
    <w:p w:rsidR="00403CA9" w:rsidRPr="00767B18" w:rsidRDefault="00403CA9" w:rsidP="00544E51">
      <w:pPr>
        <w:pStyle w:val="PargrafodaLista"/>
        <w:numPr>
          <w:ilvl w:val="0"/>
          <w:numId w:val="89"/>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rsidR="00403CA9" w:rsidRDefault="00403CA9" w:rsidP="00544E51">
      <w:pPr>
        <w:pStyle w:val="PargrafodaLista"/>
        <w:numPr>
          <w:ilvl w:val="0"/>
          <w:numId w:val="89"/>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rsidR="00403CA9" w:rsidRPr="00623008" w:rsidRDefault="001A266B" w:rsidP="00544E51">
      <w:pPr>
        <w:pStyle w:val="PargrafodaLista"/>
        <w:numPr>
          <w:ilvl w:val="0"/>
          <w:numId w:val="89"/>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403CA9" w:rsidRPr="00623008">
        <w:rPr>
          <w:rFonts w:cs="Arial"/>
          <w:szCs w:val="20"/>
        </w:rPr>
        <w:t>; e</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Pintura na cor BRANCA.</w:t>
      </w:r>
    </w:p>
    <w:p w:rsidR="00403CA9" w:rsidRPr="003B18DB" w:rsidRDefault="00403CA9" w:rsidP="00544E51">
      <w:pPr>
        <w:pStyle w:val="PargrafodaLista"/>
        <w:numPr>
          <w:ilvl w:val="0"/>
          <w:numId w:val="88"/>
        </w:numPr>
        <w:spacing w:before="240" w:after="240"/>
        <w:ind w:left="0" w:firstLine="0"/>
        <w:contextualSpacing w:val="0"/>
        <w:jc w:val="both"/>
        <w:rPr>
          <w:rFonts w:cs="Arial"/>
          <w:szCs w:val="20"/>
        </w:rPr>
      </w:pPr>
      <w:r w:rsidRPr="003B18DB">
        <w:rPr>
          <w:rFonts w:cs="Arial"/>
          <w:b/>
          <w:szCs w:val="20"/>
        </w:rPr>
        <w:t>DIVERSOS</w:t>
      </w:r>
    </w:p>
    <w:p w:rsidR="00403CA9" w:rsidRDefault="00403CA9" w:rsidP="00544E51">
      <w:pPr>
        <w:pStyle w:val="PargrafodaLista"/>
        <w:numPr>
          <w:ilvl w:val="1"/>
          <w:numId w:val="88"/>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rsidR="00FF00BF" w:rsidRPr="00F00B1F" w:rsidRDefault="00FF00BF" w:rsidP="00544E51">
      <w:pPr>
        <w:pStyle w:val="PargrafodaLista"/>
        <w:numPr>
          <w:ilvl w:val="1"/>
          <w:numId w:val="88"/>
        </w:numPr>
        <w:ind w:left="0" w:firstLine="0"/>
        <w:jc w:val="both"/>
        <w:rPr>
          <w:rFonts w:cs="Arial"/>
          <w:szCs w:val="20"/>
        </w:rPr>
      </w:pPr>
      <w:r w:rsidRPr="00623008">
        <w:rPr>
          <w:rFonts w:cs="Arial"/>
          <w:szCs w:val="20"/>
        </w:rPr>
        <w:t>Ar-condicionado original de fábrica</w:t>
      </w:r>
      <w:r>
        <w:rPr>
          <w:rFonts w:cs="Arial"/>
          <w:szCs w:val="20"/>
        </w:rPr>
        <w:t xml:space="preserve"> na cabine do motorista;</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Som/multimídia integrada ao veículo e com altos falantes distribuídos pelo salão;</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403CA9" w:rsidRPr="00AA3515" w:rsidRDefault="00403CA9" w:rsidP="00544E51">
      <w:pPr>
        <w:pStyle w:val="PargrafodaLista"/>
        <w:numPr>
          <w:ilvl w:val="1"/>
          <w:numId w:val="88"/>
        </w:numPr>
        <w:ind w:left="0" w:firstLine="0"/>
        <w:jc w:val="both"/>
        <w:rPr>
          <w:rFonts w:cs="Arial"/>
          <w:szCs w:val="20"/>
        </w:rPr>
      </w:pPr>
      <w:r w:rsidRPr="00AA3515">
        <w:rPr>
          <w:rFonts w:cs="Arial"/>
          <w:szCs w:val="20"/>
        </w:rPr>
        <w:t>Espelhos retrovisores bifocais;</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Isolamento termo acústico do motor; e</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403CA9" w:rsidRPr="00F00B1F" w:rsidRDefault="00403CA9" w:rsidP="00544E51">
      <w:pPr>
        <w:pStyle w:val="PargrafodaLista"/>
        <w:numPr>
          <w:ilvl w:val="0"/>
          <w:numId w:val="88"/>
        </w:numPr>
        <w:spacing w:before="240" w:after="240"/>
        <w:ind w:left="0" w:firstLine="0"/>
        <w:contextualSpacing w:val="0"/>
        <w:jc w:val="both"/>
        <w:rPr>
          <w:rFonts w:cs="Arial"/>
          <w:b/>
          <w:szCs w:val="20"/>
        </w:rPr>
      </w:pPr>
      <w:r w:rsidRPr="00F00B1F">
        <w:rPr>
          <w:rFonts w:cs="Arial"/>
          <w:b/>
          <w:szCs w:val="20"/>
        </w:rPr>
        <w:t>CARACTERIZAÇÃO DA CARROCERIA</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1,90</w:t>
      </w:r>
      <w:r w:rsidRPr="00F00B1F">
        <w:rPr>
          <w:rFonts w:cs="Arial"/>
          <w:szCs w:val="20"/>
        </w:rPr>
        <w:t>m;</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Equipado com Dispositivo de Poltrona Móvel (DPM);</w:t>
      </w:r>
    </w:p>
    <w:p w:rsidR="00403CA9" w:rsidRDefault="00403CA9" w:rsidP="00544E51">
      <w:pPr>
        <w:pStyle w:val="PargrafodaLista"/>
        <w:numPr>
          <w:ilvl w:val="0"/>
          <w:numId w:val="90"/>
        </w:numPr>
        <w:ind w:left="0" w:firstLine="0"/>
        <w:jc w:val="both"/>
        <w:rPr>
          <w:rFonts w:cs="Arial"/>
          <w:szCs w:val="20"/>
        </w:rPr>
      </w:pPr>
      <w:r w:rsidRPr="00F00B1F">
        <w:rPr>
          <w:rFonts w:cs="Arial"/>
          <w:szCs w:val="20"/>
        </w:rPr>
        <w:t>Itinerário frontal eletrônico;</w:t>
      </w:r>
    </w:p>
    <w:p w:rsidR="002A41A8" w:rsidRPr="00F00B1F" w:rsidRDefault="002A41A8" w:rsidP="00544E51">
      <w:pPr>
        <w:pStyle w:val="PargrafodaLista"/>
        <w:numPr>
          <w:ilvl w:val="0"/>
          <w:numId w:val="90"/>
        </w:numPr>
        <w:ind w:left="0" w:firstLine="0"/>
        <w:jc w:val="both"/>
        <w:rPr>
          <w:rFonts w:cs="Arial"/>
          <w:szCs w:val="20"/>
        </w:rPr>
      </w:pPr>
      <w:r>
        <w:rPr>
          <w:rFonts w:cs="Arial"/>
          <w:szCs w:val="20"/>
        </w:rPr>
        <w:t>Divisória com porta entre a cabine do motorista e o salão de passageiros;</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403CA9" w:rsidRPr="00F00B1F" w:rsidRDefault="00403CA9" w:rsidP="00544E51">
      <w:pPr>
        <w:pStyle w:val="PargrafodaLista"/>
        <w:numPr>
          <w:ilvl w:val="0"/>
          <w:numId w:val="90"/>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403CA9" w:rsidRDefault="00403CA9" w:rsidP="00544E51">
      <w:pPr>
        <w:pStyle w:val="PargrafodaLista"/>
        <w:numPr>
          <w:ilvl w:val="0"/>
          <w:numId w:val="90"/>
        </w:numPr>
        <w:ind w:left="0" w:firstLine="0"/>
        <w:jc w:val="both"/>
        <w:rPr>
          <w:rFonts w:cs="Arial"/>
          <w:szCs w:val="20"/>
        </w:rPr>
      </w:pPr>
      <w:r w:rsidRPr="00F00B1F">
        <w:rPr>
          <w:rFonts w:cs="Arial"/>
          <w:szCs w:val="20"/>
        </w:rPr>
        <w:t>Porta pacotes com difusor de ar, iluminação e luz de leitura;</w:t>
      </w:r>
    </w:p>
    <w:p w:rsidR="00973F30" w:rsidRPr="00973F30" w:rsidRDefault="00973F30" w:rsidP="00544E51">
      <w:pPr>
        <w:pStyle w:val="PargrafodaLista"/>
        <w:numPr>
          <w:ilvl w:val="0"/>
          <w:numId w:val="90"/>
        </w:numPr>
        <w:ind w:left="0" w:firstLine="0"/>
        <w:jc w:val="both"/>
        <w:rPr>
          <w:rFonts w:cs="Arial"/>
          <w:szCs w:val="20"/>
        </w:rPr>
      </w:pPr>
      <w:r w:rsidRPr="00973F30">
        <w:rPr>
          <w:rFonts w:cs="Arial"/>
          <w:szCs w:val="20"/>
        </w:rPr>
        <w:t xml:space="preserve">Banheiro </w:t>
      </w:r>
      <w:r w:rsidRPr="00973F30">
        <w:rPr>
          <w:rFonts w:cs="Arial"/>
          <w:szCs w:val="20"/>
          <w:shd w:val="clear" w:color="auto" w:fill="FFFFFF"/>
        </w:rPr>
        <w:t>sanitário ergonômico, com pia suspensa e peças projetadas que evite o acúmulo de sujeira. Mecanismo de descarga composto por cuba em aço inox, equipada com válvula revestida em teflon antiaderente, que possibilite o estaqueamento o conjunto. Dotado de sistema de sucção de ar que elimina a possibilidade de escape de odores;</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Piso do tipo taraflex; e</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p w:rsidR="00AC75C7" w:rsidRDefault="00AC75C7">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8C31C4"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31C4" w:rsidRPr="00623008" w:rsidRDefault="008C31C4" w:rsidP="00453313">
            <w:pPr>
              <w:widowControl w:val="0"/>
              <w:suppressAutoHyphens/>
              <w:jc w:val="center"/>
              <w:rPr>
                <w:rFonts w:cs="Arial"/>
                <w:b/>
                <w:szCs w:val="20"/>
              </w:rPr>
            </w:pPr>
            <w:r w:rsidRPr="00623008">
              <w:rPr>
                <w:rFonts w:cs="Arial"/>
                <w:b/>
                <w:szCs w:val="20"/>
              </w:rPr>
              <w:t>ITE</w:t>
            </w:r>
            <w:r w:rsidR="00315E70">
              <w:rPr>
                <w:rFonts w:cs="Arial"/>
                <w:b/>
                <w:szCs w:val="20"/>
              </w:rPr>
              <w:t>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8C31C4" w:rsidRPr="00623008" w:rsidRDefault="008C31C4" w:rsidP="00453313">
            <w:pPr>
              <w:widowControl w:val="0"/>
              <w:suppressAutoHyphens/>
              <w:jc w:val="center"/>
              <w:rPr>
                <w:rFonts w:cs="Times New Roman"/>
                <w:b/>
                <w:bCs/>
                <w:szCs w:val="20"/>
              </w:rPr>
            </w:pPr>
            <w:r w:rsidRPr="00623008">
              <w:rPr>
                <w:rFonts w:cs="Times New Roman"/>
                <w:b/>
                <w:bCs/>
                <w:szCs w:val="20"/>
              </w:rPr>
              <w:t>DESCRIÇÃO/ESPECIFICAÇÃO</w:t>
            </w:r>
          </w:p>
        </w:tc>
      </w:tr>
      <w:tr w:rsidR="008C31C4" w:rsidRPr="00623008" w:rsidTr="00315E70">
        <w:trPr>
          <w:jc w:val="center"/>
        </w:trPr>
        <w:tc>
          <w:tcPr>
            <w:tcW w:w="988" w:type="dxa"/>
            <w:vAlign w:val="center"/>
          </w:tcPr>
          <w:p w:rsidR="008C31C4" w:rsidRPr="00623008" w:rsidRDefault="00315E70" w:rsidP="00453313">
            <w:pPr>
              <w:widowControl w:val="0"/>
              <w:suppressAutoHyphens/>
              <w:jc w:val="center"/>
              <w:rPr>
                <w:rFonts w:cs="Arial"/>
                <w:b/>
                <w:szCs w:val="20"/>
              </w:rPr>
            </w:pPr>
            <w:r>
              <w:rPr>
                <w:rFonts w:cs="Arial"/>
                <w:b/>
                <w:szCs w:val="20"/>
              </w:rPr>
              <w:t>94 a 96</w:t>
            </w:r>
          </w:p>
        </w:tc>
        <w:tc>
          <w:tcPr>
            <w:tcW w:w="7938" w:type="dxa"/>
          </w:tcPr>
          <w:p w:rsidR="008C31C4" w:rsidRPr="00623008" w:rsidRDefault="008C31C4" w:rsidP="008C31C4">
            <w:pPr>
              <w:widowControl w:val="0"/>
              <w:suppressAutoHyphens/>
              <w:rPr>
                <w:rFonts w:cs="Arial"/>
                <w:szCs w:val="20"/>
              </w:rPr>
            </w:pPr>
            <w:r>
              <w:rPr>
                <w:rFonts w:cs="Times New Roman"/>
                <w:bCs/>
                <w:szCs w:val="20"/>
              </w:rPr>
              <w:t>Ônibus rodoviário para no mínimo 44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8C31C4" w:rsidRPr="003B18DB" w:rsidRDefault="008C31C4" w:rsidP="00544E51">
      <w:pPr>
        <w:pStyle w:val="PargrafodaLista"/>
        <w:numPr>
          <w:ilvl w:val="0"/>
          <w:numId w:val="91"/>
        </w:numPr>
        <w:spacing w:before="240" w:after="240"/>
        <w:ind w:left="0" w:firstLine="0"/>
        <w:contextualSpacing w:val="0"/>
        <w:jc w:val="both"/>
        <w:rPr>
          <w:rFonts w:cs="Arial"/>
          <w:b/>
          <w:szCs w:val="20"/>
        </w:rPr>
      </w:pPr>
      <w:r w:rsidRPr="003B18DB">
        <w:rPr>
          <w:rFonts w:cs="Arial"/>
          <w:b/>
          <w:szCs w:val="20"/>
        </w:rPr>
        <w:t>CARACTERÍSTICAS TÉCNICAS</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44 passageiros, sendo 2 passageiros com mobilidade reduzida</w:t>
      </w:r>
      <w:r w:rsidRPr="00623008">
        <w:rPr>
          <w:rFonts w:cs="Arial"/>
          <w:szCs w:val="20"/>
        </w:rPr>
        <w:t>;</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t>Ano de fabricação do chassi: do ano em curso ou posterior;</w:t>
      </w:r>
    </w:p>
    <w:p w:rsidR="008C31C4" w:rsidRPr="00767B18" w:rsidRDefault="008C31C4" w:rsidP="00544E51">
      <w:pPr>
        <w:pStyle w:val="PargrafodaLista"/>
        <w:numPr>
          <w:ilvl w:val="0"/>
          <w:numId w:val="92"/>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rsidR="008C31C4" w:rsidRDefault="008C31C4" w:rsidP="00544E51">
      <w:pPr>
        <w:pStyle w:val="PargrafodaLista"/>
        <w:numPr>
          <w:ilvl w:val="0"/>
          <w:numId w:val="92"/>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rsidR="008C31C4" w:rsidRPr="00623008" w:rsidRDefault="001A266B" w:rsidP="00544E51">
      <w:pPr>
        <w:pStyle w:val="PargrafodaLista"/>
        <w:numPr>
          <w:ilvl w:val="0"/>
          <w:numId w:val="9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8C31C4" w:rsidRPr="00623008">
        <w:rPr>
          <w:rFonts w:cs="Arial"/>
          <w:szCs w:val="20"/>
        </w:rPr>
        <w:t>; e</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t>Pintura na cor BRANCA.</w:t>
      </w:r>
    </w:p>
    <w:p w:rsidR="008C31C4" w:rsidRPr="003B18DB" w:rsidRDefault="008C31C4" w:rsidP="00544E51">
      <w:pPr>
        <w:pStyle w:val="PargrafodaLista"/>
        <w:numPr>
          <w:ilvl w:val="0"/>
          <w:numId w:val="91"/>
        </w:numPr>
        <w:spacing w:before="240" w:after="240"/>
        <w:ind w:left="0" w:firstLine="0"/>
        <w:contextualSpacing w:val="0"/>
        <w:jc w:val="both"/>
        <w:rPr>
          <w:rFonts w:cs="Arial"/>
          <w:szCs w:val="20"/>
        </w:rPr>
      </w:pPr>
      <w:r w:rsidRPr="003B18DB">
        <w:rPr>
          <w:rFonts w:cs="Arial"/>
          <w:b/>
          <w:szCs w:val="20"/>
        </w:rPr>
        <w:t>DIVERSOS</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Som/multimídia integrada ao veículo e com altos falantes distribuídos pelo salão;</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8C31C4" w:rsidRPr="00AA3515" w:rsidRDefault="008C31C4" w:rsidP="00544E51">
      <w:pPr>
        <w:pStyle w:val="PargrafodaLista"/>
        <w:numPr>
          <w:ilvl w:val="1"/>
          <w:numId w:val="91"/>
        </w:numPr>
        <w:ind w:left="0" w:firstLine="0"/>
        <w:jc w:val="both"/>
        <w:rPr>
          <w:rFonts w:cs="Arial"/>
          <w:szCs w:val="20"/>
        </w:rPr>
      </w:pPr>
      <w:r w:rsidRPr="00AA3515">
        <w:rPr>
          <w:rFonts w:cs="Arial"/>
          <w:szCs w:val="20"/>
        </w:rPr>
        <w:t>Espelhos retrovisores bifocais;</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Isolamento termo acústico do motor; e</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8C31C4" w:rsidRPr="00F00B1F" w:rsidRDefault="008C31C4" w:rsidP="00544E51">
      <w:pPr>
        <w:pStyle w:val="PargrafodaLista"/>
        <w:numPr>
          <w:ilvl w:val="0"/>
          <w:numId w:val="91"/>
        </w:numPr>
        <w:spacing w:before="240" w:after="240"/>
        <w:ind w:left="0" w:firstLine="0"/>
        <w:contextualSpacing w:val="0"/>
        <w:jc w:val="both"/>
        <w:rPr>
          <w:rFonts w:cs="Arial"/>
          <w:b/>
          <w:szCs w:val="20"/>
        </w:rPr>
      </w:pPr>
      <w:r w:rsidRPr="00F00B1F">
        <w:rPr>
          <w:rFonts w:cs="Arial"/>
          <w:b/>
          <w:szCs w:val="20"/>
        </w:rPr>
        <w:t>CARACTERIZAÇÃO DA CARROCERIA</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1,90</w:t>
      </w:r>
      <w:r w:rsidRPr="00F00B1F">
        <w:rPr>
          <w:rFonts w:cs="Arial"/>
          <w:szCs w:val="20"/>
        </w:rPr>
        <w:t>m;</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Equipado com Dispositivo de Poltrona Móvel (DPM);</w:t>
      </w:r>
    </w:p>
    <w:p w:rsidR="008C31C4" w:rsidRDefault="008C31C4" w:rsidP="002A41A8">
      <w:pPr>
        <w:pStyle w:val="PargrafodaLista"/>
        <w:numPr>
          <w:ilvl w:val="0"/>
          <w:numId w:val="93"/>
        </w:numPr>
        <w:ind w:left="0" w:firstLine="0"/>
        <w:jc w:val="both"/>
        <w:rPr>
          <w:rFonts w:cs="Arial"/>
          <w:szCs w:val="20"/>
        </w:rPr>
      </w:pPr>
      <w:r w:rsidRPr="00F00B1F">
        <w:rPr>
          <w:rFonts w:cs="Arial"/>
          <w:szCs w:val="20"/>
        </w:rPr>
        <w:t>Itinerário frontal eletrônico;</w:t>
      </w:r>
    </w:p>
    <w:p w:rsidR="002A41A8" w:rsidRPr="002A41A8" w:rsidRDefault="002A41A8" w:rsidP="002A41A8">
      <w:pPr>
        <w:pStyle w:val="PargrafodaLista"/>
        <w:numPr>
          <w:ilvl w:val="0"/>
          <w:numId w:val="93"/>
        </w:numPr>
        <w:ind w:left="0" w:firstLine="0"/>
        <w:jc w:val="both"/>
        <w:rPr>
          <w:rFonts w:cs="Arial"/>
          <w:szCs w:val="20"/>
        </w:rPr>
      </w:pPr>
      <w:r>
        <w:rPr>
          <w:rFonts w:cs="Arial"/>
          <w:szCs w:val="20"/>
        </w:rPr>
        <w:t>Divisória com porta entre a cabine do motorista e o salão de passageiros;</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8C31C4" w:rsidRPr="00F00B1F" w:rsidRDefault="008C31C4" w:rsidP="00544E51">
      <w:pPr>
        <w:pStyle w:val="PargrafodaLista"/>
        <w:numPr>
          <w:ilvl w:val="0"/>
          <w:numId w:val="93"/>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8C31C4" w:rsidRDefault="008C31C4" w:rsidP="00544E51">
      <w:pPr>
        <w:pStyle w:val="PargrafodaLista"/>
        <w:numPr>
          <w:ilvl w:val="0"/>
          <w:numId w:val="93"/>
        </w:numPr>
        <w:ind w:left="0" w:firstLine="0"/>
        <w:jc w:val="both"/>
        <w:rPr>
          <w:rFonts w:cs="Arial"/>
          <w:szCs w:val="20"/>
        </w:rPr>
      </w:pPr>
      <w:r w:rsidRPr="00F00B1F">
        <w:rPr>
          <w:rFonts w:cs="Arial"/>
          <w:szCs w:val="20"/>
        </w:rPr>
        <w:t>Porta pacotes com difusor de ar, iluminação e luz de leitura;</w:t>
      </w:r>
    </w:p>
    <w:p w:rsidR="00973F30" w:rsidRPr="00F00B1F" w:rsidRDefault="00973F30" w:rsidP="00544E51">
      <w:pPr>
        <w:pStyle w:val="PargrafodaLista"/>
        <w:numPr>
          <w:ilvl w:val="0"/>
          <w:numId w:val="93"/>
        </w:numPr>
        <w:ind w:left="0" w:firstLine="0"/>
        <w:jc w:val="both"/>
        <w:rPr>
          <w:rFonts w:cs="Arial"/>
          <w:szCs w:val="20"/>
        </w:rPr>
      </w:pPr>
      <w:r w:rsidRPr="00973F30">
        <w:rPr>
          <w:rFonts w:cs="Arial"/>
          <w:szCs w:val="20"/>
        </w:rPr>
        <w:t xml:space="preserve">Banheiro </w:t>
      </w:r>
      <w:r w:rsidRPr="00973F30">
        <w:rPr>
          <w:rFonts w:cs="Arial"/>
          <w:szCs w:val="20"/>
          <w:shd w:val="clear" w:color="auto" w:fill="FFFFFF"/>
        </w:rPr>
        <w:t>sanitário ergonômico, com pia suspensa e peças projetadas que evite o acúmulo de sujeira. Mecanismo de descarga composto por cuba em aço inox, equipada com válvula revestida em teflon antiaderente, que possibilite o estaqueamento o conjunto. Dotado de sistema de sucção de ar que elimina a possibilidade de escape de odores</w:t>
      </w:r>
      <w:r>
        <w:rPr>
          <w:rFonts w:cs="Arial"/>
          <w:szCs w:val="20"/>
          <w:shd w:val="clear" w:color="auto" w:fill="FFFFFF"/>
        </w:rPr>
        <w:t>;</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Piso do tipo taraflex; e</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p w:rsidR="00403CA9" w:rsidRDefault="00403CA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4054B5" w:rsidRPr="00623008" w:rsidTr="00453313">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054B5" w:rsidRPr="00623008" w:rsidRDefault="004054B5" w:rsidP="00453313">
            <w:pPr>
              <w:widowControl w:val="0"/>
              <w:suppressAutoHyphens/>
              <w:jc w:val="center"/>
              <w:rPr>
                <w:rFonts w:cs="Arial"/>
                <w:b/>
                <w:szCs w:val="20"/>
              </w:rPr>
            </w:pPr>
            <w:r w:rsidRPr="00623008">
              <w:rPr>
                <w:rFonts w:cs="Arial"/>
                <w:b/>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4054B5" w:rsidRPr="00623008" w:rsidRDefault="004054B5" w:rsidP="00453313">
            <w:pPr>
              <w:widowControl w:val="0"/>
              <w:suppressAutoHyphens/>
              <w:jc w:val="center"/>
              <w:rPr>
                <w:rFonts w:cs="Times New Roman"/>
                <w:b/>
                <w:bCs/>
                <w:szCs w:val="20"/>
              </w:rPr>
            </w:pPr>
            <w:r w:rsidRPr="00623008">
              <w:rPr>
                <w:rFonts w:cs="Times New Roman"/>
                <w:b/>
                <w:bCs/>
                <w:szCs w:val="20"/>
              </w:rPr>
              <w:t>DESCRIÇÃO/ESPECIFICAÇÃO</w:t>
            </w:r>
          </w:p>
        </w:tc>
      </w:tr>
      <w:tr w:rsidR="004054B5" w:rsidRPr="00623008" w:rsidTr="00453313">
        <w:trPr>
          <w:jc w:val="center"/>
        </w:trPr>
        <w:tc>
          <w:tcPr>
            <w:tcW w:w="709" w:type="dxa"/>
            <w:vAlign w:val="center"/>
          </w:tcPr>
          <w:p w:rsidR="004054B5" w:rsidRPr="00623008" w:rsidRDefault="00315E70" w:rsidP="00453313">
            <w:pPr>
              <w:widowControl w:val="0"/>
              <w:suppressAutoHyphens/>
              <w:jc w:val="center"/>
              <w:rPr>
                <w:rFonts w:cs="Arial"/>
                <w:b/>
                <w:szCs w:val="20"/>
              </w:rPr>
            </w:pPr>
            <w:r>
              <w:rPr>
                <w:rFonts w:cs="Arial"/>
                <w:b/>
                <w:szCs w:val="20"/>
              </w:rPr>
              <w:t>97</w:t>
            </w:r>
          </w:p>
        </w:tc>
        <w:tc>
          <w:tcPr>
            <w:tcW w:w="8217" w:type="dxa"/>
          </w:tcPr>
          <w:p w:rsidR="004054B5" w:rsidRPr="00623008" w:rsidRDefault="004054B5" w:rsidP="004054B5">
            <w:pPr>
              <w:widowControl w:val="0"/>
              <w:suppressAutoHyphens/>
              <w:rPr>
                <w:rFonts w:cs="Arial"/>
                <w:szCs w:val="20"/>
              </w:rPr>
            </w:pPr>
            <w:r>
              <w:rPr>
                <w:rFonts w:cs="Times New Roman"/>
                <w:bCs/>
                <w:szCs w:val="20"/>
              </w:rPr>
              <w:t xml:space="preserve">Semirreboque </w:t>
            </w:r>
            <w:r w:rsidR="00351C7D">
              <w:rPr>
                <w:rFonts w:cs="Times New Roman"/>
                <w:bCs/>
                <w:szCs w:val="20"/>
              </w:rPr>
              <w:t xml:space="preserve">de </w:t>
            </w:r>
            <w:r>
              <w:rPr>
                <w:rFonts w:cs="Times New Roman"/>
                <w:bCs/>
                <w:szCs w:val="20"/>
              </w:rPr>
              <w:t>2 eixos para transporte de máquinas</w:t>
            </w:r>
          </w:p>
        </w:tc>
      </w:tr>
    </w:tbl>
    <w:p w:rsidR="004054B5" w:rsidRPr="003B18DB" w:rsidRDefault="004054B5" w:rsidP="00544E51">
      <w:pPr>
        <w:pStyle w:val="PargrafodaLista"/>
        <w:numPr>
          <w:ilvl w:val="0"/>
          <w:numId w:val="94"/>
        </w:numPr>
        <w:spacing w:before="240" w:after="240"/>
        <w:ind w:left="0" w:firstLine="0"/>
        <w:contextualSpacing w:val="0"/>
        <w:jc w:val="both"/>
        <w:rPr>
          <w:rFonts w:cs="Arial"/>
          <w:b/>
          <w:szCs w:val="20"/>
        </w:rPr>
      </w:pPr>
      <w:r w:rsidRPr="003B18DB">
        <w:rPr>
          <w:rFonts w:cs="Arial"/>
          <w:b/>
          <w:szCs w:val="20"/>
        </w:rPr>
        <w:t>CARACTERÍSTICAS TÉCNICAS</w:t>
      </w:r>
    </w:p>
    <w:p w:rsidR="004054B5" w:rsidRPr="00623008" w:rsidRDefault="00302576" w:rsidP="00544E51">
      <w:pPr>
        <w:pStyle w:val="PargrafodaLista"/>
        <w:numPr>
          <w:ilvl w:val="0"/>
          <w:numId w:val="95"/>
        </w:numPr>
        <w:ind w:left="0" w:firstLine="0"/>
        <w:jc w:val="both"/>
        <w:rPr>
          <w:rFonts w:cs="Arial"/>
          <w:szCs w:val="20"/>
        </w:rPr>
      </w:pPr>
      <w:r>
        <w:rPr>
          <w:rFonts w:cs="Arial"/>
          <w:szCs w:val="20"/>
        </w:rPr>
        <w:t>Semirreboque do tipo carrega tudo plano, n</w:t>
      </w:r>
      <w:r w:rsidR="004054B5" w:rsidRPr="00623008">
        <w:rPr>
          <w:rFonts w:cs="Arial"/>
          <w:szCs w:val="20"/>
        </w:rPr>
        <w:t>ovo</w:t>
      </w:r>
      <w:r w:rsidR="004054B5">
        <w:rPr>
          <w:rFonts w:cs="Arial"/>
          <w:szCs w:val="20"/>
        </w:rPr>
        <w:t xml:space="preserve"> e com zero hora de funcionamento</w:t>
      </w:r>
      <w:r w:rsidR="004054B5" w:rsidRPr="00623008">
        <w:rPr>
          <w:rFonts w:cs="Arial"/>
          <w:szCs w:val="20"/>
        </w:rPr>
        <w:t>;</w:t>
      </w:r>
    </w:p>
    <w:p w:rsidR="004054B5" w:rsidRDefault="004054B5" w:rsidP="00544E51">
      <w:pPr>
        <w:pStyle w:val="PargrafodaLista"/>
        <w:numPr>
          <w:ilvl w:val="0"/>
          <w:numId w:val="95"/>
        </w:numPr>
        <w:ind w:left="0" w:firstLine="0"/>
        <w:jc w:val="both"/>
        <w:rPr>
          <w:rFonts w:cs="Arial"/>
          <w:szCs w:val="20"/>
        </w:rPr>
      </w:pPr>
      <w:r w:rsidRPr="00623008">
        <w:rPr>
          <w:rFonts w:cs="Arial"/>
          <w:szCs w:val="20"/>
        </w:rPr>
        <w:t>Ano de fabricação do chassi: do ano em curso ou posterior;</w:t>
      </w:r>
    </w:p>
    <w:p w:rsidR="004054B5"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4054B5" w:rsidRPr="004054B5">
        <w:rPr>
          <w:rFonts w:cs="Arial"/>
          <w:szCs w:val="20"/>
        </w:rPr>
        <w:t>com 2 eixos</w:t>
      </w:r>
      <w:r w:rsidR="00A3379D">
        <w:rPr>
          <w:rFonts w:cs="Arial"/>
          <w:szCs w:val="20"/>
        </w:rPr>
        <w:t xml:space="preserve"> tubulares</w:t>
      </w:r>
      <w:r w:rsidR="00453313">
        <w:rPr>
          <w:rFonts w:cs="Arial"/>
          <w:szCs w:val="20"/>
        </w:rPr>
        <w:t xml:space="preserve"> com rodado duplo</w:t>
      </w:r>
      <w:r w:rsidR="004054B5" w:rsidRPr="004054B5">
        <w:rPr>
          <w:rFonts w:cs="Arial"/>
          <w:szCs w:val="20"/>
        </w:rPr>
        <w:t xml:space="preserve"> e </w:t>
      </w:r>
      <w:r w:rsidR="004054B5">
        <w:rPr>
          <w:rFonts w:cs="Arial"/>
          <w:szCs w:val="20"/>
        </w:rPr>
        <w:t>c</w:t>
      </w:r>
      <w:r w:rsidR="004054B5" w:rsidRPr="004054B5">
        <w:rPr>
          <w:rFonts w:cs="Arial"/>
          <w:szCs w:val="20"/>
        </w:rPr>
        <w:t xml:space="preserve">apacidade de carga </w:t>
      </w:r>
      <w:r w:rsidR="00625654">
        <w:rPr>
          <w:rFonts w:cs="Arial"/>
          <w:szCs w:val="20"/>
        </w:rPr>
        <w:t xml:space="preserve">técnica </w:t>
      </w:r>
      <w:r w:rsidR="00351FA5">
        <w:rPr>
          <w:rFonts w:cs="Arial"/>
          <w:szCs w:val="20"/>
        </w:rPr>
        <w:t xml:space="preserve">mínima </w:t>
      </w:r>
      <w:r w:rsidR="004054B5" w:rsidRPr="004054B5">
        <w:rPr>
          <w:rFonts w:cs="Arial"/>
          <w:szCs w:val="20"/>
        </w:rPr>
        <w:t xml:space="preserve">de </w:t>
      </w:r>
      <w:r w:rsidR="00A3379D">
        <w:rPr>
          <w:rFonts w:cs="Arial"/>
          <w:szCs w:val="20"/>
        </w:rPr>
        <w:t>13 toneladas cada</w:t>
      </w:r>
      <w:r w:rsidR="004054B5" w:rsidRPr="004054B5">
        <w:rPr>
          <w:rFonts w:cs="Arial"/>
          <w:szCs w:val="20"/>
        </w:rPr>
        <w:t>;</w:t>
      </w:r>
    </w:p>
    <w:p w:rsidR="00EA79A5"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EA79A5">
        <w:rPr>
          <w:rFonts w:cs="Arial"/>
          <w:szCs w:val="20"/>
        </w:rPr>
        <w:t xml:space="preserve">de </w:t>
      </w:r>
      <w:r w:rsidR="00345FD6">
        <w:rPr>
          <w:rFonts w:cs="Arial"/>
          <w:szCs w:val="20"/>
        </w:rPr>
        <w:t xml:space="preserve">sistema de freio integrado com </w:t>
      </w:r>
      <w:r w:rsidR="00EA79A5">
        <w:rPr>
          <w:rFonts w:cs="Arial"/>
          <w:szCs w:val="20"/>
        </w:rPr>
        <w:t>freios ABS e estacionário</w:t>
      </w:r>
      <w:r w:rsidR="00410248">
        <w:rPr>
          <w:rFonts w:cs="Arial"/>
          <w:szCs w:val="20"/>
        </w:rPr>
        <w:t>;</w:t>
      </w:r>
    </w:p>
    <w:p w:rsidR="00302576"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1F1767">
        <w:rPr>
          <w:rFonts w:cs="Arial"/>
          <w:szCs w:val="20"/>
        </w:rPr>
        <w:t>com</w:t>
      </w:r>
      <w:r w:rsidR="00302576">
        <w:rPr>
          <w:rFonts w:cs="Arial"/>
          <w:szCs w:val="20"/>
        </w:rPr>
        <w:t xml:space="preserve"> suspensão </w:t>
      </w:r>
      <w:r w:rsidR="00564E5E">
        <w:rPr>
          <w:rFonts w:cs="Arial"/>
          <w:szCs w:val="20"/>
        </w:rPr>
        <w:t>mecânica e balancim que não necessite de lubrificação (</w:t>
      </w:r>
      <w:proofErr w:type="spellStart"/>
      <w:r w:rsidR="00564E5E">
        <w:rPr>
          <w:rFonts w:cs="Arial"/>
          <w:szCs w:val="20"/>
        </w:rPr>
        <w:t>auto-lub</w:t>
      </w:r>
      <w:proofErr w:type="spellEnd"/>
      <w:r w:rsidR="00564E5E">
        <w:rPr>
          <w:rFonts w:cs="Arial"/>
          <w:szCs w:val="20"/>
        </w:rPr>
        <w:t>)</w:t>
      </w:r>
      <w:r w:rsidR="00302576">
        <w:rPr>
          <w:rFonts w:cs="Arial"/>
          <w:szCs w:val="20"/>
        </w:rPr>
        <w:t>;</w:t>
      </w:r>
      <w:r w:rsidR="00A3379D">
        <w:rPr>
          <w:rFonts w:cs="Arial"/>
          <w:szCs w:val="20"/>
        </w:rPr>
        <w:t xml:space="preserve"> e</w:t>
      </w:r>
    </w:p>
    <w:p w:rsidR="00564E5E" w:rsidRPr="00564E5E" w:rsidRDefault="004054B5" w:rsidP="00544E51">
      <w:pPr>
        <w:pStyle w:val="PargrafodaLista"/>
        <w:numPr>
          <w:ilvl w:val="0"/>
          <w:numId w:val="95"/>
        </w:numPr>
        <w:ind w:left="0" w:firstLine="0"/>
        <w:jc w:val="both"/>
        <w:rPr>
          <w:rFonts w:cs="Arial"/>
          <w:szCs w:val="20"/>
        </w:rPr>
      </w:pPr>
      <w:r w:rsidRPr="00623008">
        <w:rPr>
          <w:rFonts w:cs="Arial"/>
          <w:szCs w:val="20"/>
        </w:rPr>
        <w:t xml:space="preserve">Pneus e rodas: </w:t>
      </w:r>
      <w:r w:rsidR="00453313">
        <w:rPr>
          <w:rFonts w:cs="Arial"/>
          <w:szCs w:val="20"/>
        </w:rPr>
        <w:t>conjunto de 9 rodas 22.5</w:t>
      </w:r>
      <w:r w:rsidR="005B6D38">
        <w:rPr>
          <w:rFonts w:cs="Arial"/>
          <w:szCs w:val="20"/>
        </w:rPr>
        <w:t xml:space="preserve"> com 9 pneus</w:t>
      </w:r>
      <w:r w:rsidR="00453313">
        <w:rPr>
          <w:rFonts w:cs="Arial"/>
          <w:szCs w:val="20"/>
        </w:rPr>
        <w:t xml:space="preserve">, sendo um estepe, </w:t>
      </w:r>
      <w:r>
        <w:rPr>
          <w:rFonts w:cs="Arial"/>
          <w:szCs w:val="20"/>
        </w:rPr>
        <w:t>radias sem câmara 295/80 R 22,5</w:t>
      </w:r>
      <w:r w:rsidR="00453313">
        <w:rPr>
          <w:rFonts w:cs="Arial"/>
          <w:szCs w:val="20"/>
        </w:rPr>
        <w:t xml:space="preserve">, </w:t>
      </w:r>
      <w:r w:rsidR="005B6D38">
        <w:rPr>
          <w:rFonts w:cs="Arial"/>
          <w:szCs w:val="20"/>
        </w:rPr>
        <w:t xml:space="preserve">para </w:t>
      </w:r>
      <w:r w:rsidR="00453313">
        <w:rPr>
          <w:rFonts w:cs="Arial"/>
          <w:szCs w:val="20"/>
        </w:rPr>
        <w:t>uso misto</w:t>
      </w:r>
      <w:r w:rsidRPr="00623008">
        <w:rPr>
          <w:rFonts w:cs="Arial"/>
          <w:szCs w:val="20"/>
        </w:rPr>
        <w:t xml:space="preserve">, com a fabricação do ano corrente ou, no máximo, no prazo de 12 (doze) meses contados </w:t>
      </w:r>
      <w:r w:rsidR="00564E5E">
        <w:rPr>
          <w:rFonts w:cs="Arial"/>
          <w:szCs w:val="20"/>
        </w:rPr>
        <w:t>da data de entrega do veículo.</w:t>
      </w:r>
    </w:p>
    <w:p w:rsidR="004054B5" w:rsidRPr="00F00B1F" w:rsidRDefault="004054B5" w:rsidP="00544E51">
      <w:pPr>
        <w:pStyle w:val="PargrafodaLista"/>
        <w:numPr>
          <w:ilvl w:val="0"/>
          <w:numId w:val="94"/>
        </w:numPr>
        <w:spacing w:before="240" w:after="240"/>
        <w:ind w:left="0" w:firstLine="0"/>
        <w:contextualSpacing w:val="0"/>
        <w:jc w:val="both"/>
        <w:rPr>
          <w:rFonts w:cs="Arial"/>
          <w:b/>
          <w:szCs w:val="20"/>
        </w:rPr>
      </w:pPr>
      <w:r w:rsidRPr="00F00B1F">
        <w:rPr>
          <w:rFonts w:cs="Arial"/>
          <w:b/>
          <w:szCs w:val="20"/>
        </w:rPr>
        <w:t xml:space="preserve">CARACTERIZAÇÃO DA </w:t>
      </w:r>
      <w:r w:rsidR="00302576">
        <w:rPr>
          <w:rFonts w:cs="Arial"/>
          <w:b/>
          <w:szCs w:val="20"/>
        </w:rPr>
        <w:t>BASE</w:t>
      </w:r>
    </w:p>
    <w:p w:rsidR="00525470" w:rsidRDefault="00302576" w:rsidP="00544E51">
      <w:pPr>
        <w:pStyle w:val="PargrafodaLista"/>
        <w:numPr>
          <w:ilvl w:val="0"/>
          <w:numId w:val="96"/>
        </w:numPr>
        <w:ind w:left="0" w:firstLine="0"/>
        <w:jc w:val="both"/>
        <w:rPr>
          <w:rFonts w:cs="Arial"/>
          <w:szCs w:val="20"/>
        </w:rPr>
      </w:pPr>
      <w:r>
        <w:rPr>
          <w:rFonts w:cs="Arial"/>
          <w:szCs w:val="20"/>
        </w:rPr>
        <w:t>Semirreboque acoplável em veículo 6x2 e 4x2</w:t>
      </w:r>
      <w:r w:rsidR="004054B5" w:rsidRPr="00F00B1F">
        <w:rPr>
          <w:rFonts w:cs="Arial"/>
          <w:szCs w:val="20"/>
        </w:rPr>
        <w:t>, com</w:t>
      </w:r>
      <w:r w:rsidR="00525470">
        <w:rPr>
          <w:rFonts w:cs="Arial"/>
          <w:szCs w:val="20"/>
        </w:rPr>
        <w:t xml:space="preserve"> as seguintes dimensões:</w:t>
      </w:r>
    </w:p>
    <w:p w:rsidR="004054B5" w:rsidRDefault="00525470" w:rsidP="00544E51">
      <w:pPr>
        <w:pStyle w:val="PargrafodaLista"/>
        <w:numPr>
          <w:ilvl w:val="1"/>
          <w:numId w:val="96"/>
        </w:numPr>
        <w:ind w:left="0" w:firstLine="0"/>
        <w:jc w:val="both"/>
        <w:rPr>
          <w:rFonts w:cs="Arial"/>
          <w:szCs w:val="20"/>
        </w:rPr>
      </w:pPr>
      <w:r>
        <w:rPr>
          <w:rFonts w:cs="Arial"/>
          <w:szCs w:val="20"/>
        </w:rPr>
        <w:t>Largura mínima de 2.800mm</w:t>
      </w:r>
      <w:r w:rsidR="004054B5" w:rsidRPr="00F00B1F">
        <w:rPr>
          <w:rFonts w:cs="Arial"/>
          <w:szCs w:val="20"/>
        </w:rPr>
        <w:t>;</w:t>
      </w:r>
      <w:r w:rsidR="00AF16F6">
        <w:rPr>
          <w:rFonts w:cs="Arial"/>
          <w:szCs w:val="20"/>
        </w:rPr>
        <w:t xml:space="preserve"> e</w:t>
      </w:r>
    </w:p>
    <w:p w:rsidR="00525470" w:rsidRPr="009A2D98" w:rsidRDefault="00525470" w:rsidP="00544E51">
      <w:pPr>
        <w:pStyle w:val="PargrafodaLista"/>
        <w:numPr>
          <w:ilvl w:val="1"/>
          <w:numId w:val="96"/>
        </w:numPr>
        <w:ind w:left="0" w:firstLine="0"/>
        <w:jc w:val="both"/>
        <w:rPr>
          <w:rFonts w:cs="Arial"/>
          <w:szCs w:val="20"/>
        </w:rPr>
      </w:pPr>
      <w:r w:rsidRPr="009A2D98">
        <w:rPr>
          <w:rFonts w:cs="Arial"/>
          <w:szCs w:val="20"/>
        </w:rPr>
        <w:t>Área útil de carga</w:t>
      </w:r>
      <w:r w:rsidR="00AF16F6" w:rsidRPr="009A2D98">
        <w:rPr>
          <w:rFonts w:cs="Arial"/>
          <w:szCs w:val="20"/>
        </w:rPr>
        <w:t xml:space="preserve"> </w:t>
      </w:r>
      <w:r w:rsidR="009A2D98" w:rsidRPr="009A2D98">
        <w:rPr>
          <w:rFonts w:cs="Arial"/>
          <w:szCs w:val="20"/>
        </w:rPr>
        <w:t xml:space="preserve">mínima </w:t>
      </w:r>
      <w:r w:rsidR="00AF16F6" w:rsidRPr="009A2D98">
        <w:rPr>
          <w:rFonts w:cs="Arial"/>
          <w:szCs w:val="20"/>
        </w:rPr>
        <w:t xml:space="preserve">de </w:t>
      </w:r>
      <w:r w:rsidR="00345FD6">
        <w:rPr>
          <w:rFonts w:cs="Arial"/>
          <w:szCs w:val="20"/>
        </w:rPr>
        <w:t>9</w:t>
      </w:r>
      <w:r w:rsidR="009A2D98" w:rsidRPr="009A2D98">
        <w:rPr>
          <w:rFonts w:cs="Arial"/>
          <w:szCs w:val="20"/>
        </w:rPr>
        <w:t>.000</w:t>
      </w:r>
      <w:r w:rsidR="00AF16F6" w:rsidRPr="009A2D98">
        <w:rPr>
          <w:rFonts w:cs="Arial"/>
          <w:szCs w:val="20"/>
        </w:rPr>
        <w:t>mm.</w:t>
      </w:r>
    </w:p>
    <w:p w:rsidR="007E77DE" w:rsidRDefault="007E77DE" w:rsidP="00544E51">
      <w:pPr>
        <w:pStyle w:val="PargrafodaLista"/>
        <w:numPr>
          <w:ilvl w:val="0"/>
          <w:numId w:val="96"/>
        </w:numPr>
        <w:ind w:left="0" w:firstLine="0"/>
        <w:jc w:val="both"/>
        <w:rPr>
          <w:rFonts w:cs="Arial"/>
          <w:szCs w:val="20"/>
        </w:rPr>
      </w:pPr>
      <w:r>
        <w:rPr>
          <w:rFonts w:cs="Arial"/>
          <w:szCs w:val="20"/>
        </w:rPr>
        <w:t>Estrutura:</w:t>
      </w:r>
    </w:p>
    <w:p w:rsidR="007E77DE" w:rsidRDefault="007E77DE" w:rsidP="00544E51">
      <w:pPr>
        <w:pStyle w:val="PargrafodaLista"/>
        <w:numPr>
          <w:ilvl w:val="1"/>
          <w:numId w:val="96"/>
        </w:numPr>
        <w:ind w:left="0" w:firstLine="0"/>
        <w:jc w:val="both"/>
        <w:rPr>
          <w:rFonts w:cs="Arial"/>
          <w:szCs w:val="20"/>
        </w:rPr>
      </w:pPr>
      <w:r>
        <w:rPr>
          <w:rFonts w:cs="Arial"/>
          <w:szCs w:val="20"/>
        </w:rPr>
        <w:t>Longarinas em aço estrutura perfil “I”;</w:t>
      </w:r>
    </w:p>
    <w:p w:rsidR="00302576" w:rsidRDefault="00302576" w:rsidP="00544E51">
      <w:pPr>
        <w:pStyle w:val="PargrafodaLista"/>
        <w:numPr>
          <w:ilvl w:val="1"/>
          <w:numId w:val="96"/>
        </w:numPr>
        <w:ind w:left="0" w:firstLine="0"/>
        <w:jc w:val="both"/>
        <w:rPr>
          <w:rFonts w:cs="Arial"/>
          <w:szCs w:val="20"/>
        </w:rPr>
      </w:pPr>
      <w:r>
        <w:rPr>
          <w:rFonts w:cs="Arial"/>
          <w:szCs w:val="20"/>
        </w:rPr>
        <w:t xml:space="preserve">Pino rei flangeado de 50,8mm, conforme NBR 5548; </w:t>
      </w:r>
    </w:p>
    <w:p w:rsidR="00351FA5" w:rsidRDefault="007E77DE" w:rsidP="00544E51">
      <w:pPr>
        <w:pStyle w:val="PargrafodaLista"/>
        <w:numPr>
          <w:ilvl w:val="1"/>
          <w:numId w:val="96"/>
        </w:numPr>
        <w:ind w:left="0" w:firstLine="0"/>
        <w:jc w:val="both"/>
        <w:rPr>
          <w:rFonts w:cs="Arial"/>
          <w:szCs w:val="20"/>
        </w:rPr>
      </w:pPr>
      <w:r>
        <w:rPr>
          <w:rFonts w:cs="Arial"/>
          <w:szCs w:val="20"/>
        </w:rPr>
        <w:t>Travessas em perfil “U” passante</w:t>
      </w:r>
      <w:r w:rsidR="004054B5" w:rsidRPr="00F00B1F">
        <w:rPr>
          <w:rFonts w:cs="Arial"/>
          <w:szCs w:val="20"/>
        </w:rPr>
        <w:t>;</w:t>
      </w:r>
    </w:p>
    <w:p w:rsidR="00351FA5" w:rsidRDefault="00672907" w:rsidP="00544E51">
      <w:pPr>
        <w:pStyle w:val="PargrafodaLista"/>
        <w:numPr>
          <w:ilvl w:val="1"/>
          <w:numId w:val="96"/>
        </w:numPr>
        <w:ind w:left="0" w:firstLine="0"/>
        <w:jc w:val="both"/>
        <w:rPr>
          <w:rStyle w:val="fontstyle01"/>
          <w:rFonts w:ascii="Arial" w:hAnsi="Arial" w:cs="Arial"/>
          <w:color w:val="auto"/>
          <w:sz w:val="20"/>
          <w:szCs w:val="20"/>
        </w:rPr>
      </w:pPr>
      <w:r w:rsidRPr="00351FA5">
        <w:rPr>
          <w:rStyle w:val="fontstyle01"/>
          <w:rFonts w:ascii="Arial" w:hAnsi="Arial" w:cs="Arial"/>
          <w:sz w:val="20"/>
          <w:szCs w:val="20"/>
        </w:rPr>
        <w:t>Viga lateral em perfil “U”, com fechamento da plataforma formando quadro estrutural;</w:t>
      </w:r>
    </w:p>
    <w:p w:rsidR="00672907" w:rsidRPr="00252C5D" w:rsidRDefault="00672907" w:rsidP="00544E51">
      <w:pPr>
        <w:pStyle w:val="PargrafodaLista"/>
        <w:numPr>
          <w:ilvl w:val="1"/>
          <w:numId w:val="96"/>
        </w:numPr>
        <w:ind w:left="0" w:firstLine="0"/>
        <w:jc w:val="both"/>
        <w:rPr>
          <w:rStyle w:val="fontstyle01"/>
          <w:rFonts w:ascii="Arial" w:hAnsi="Arial" w:cs="Arial"/>
          <w:color w:val="auto"/>
          <w:sz w:val="20"/>
          <w:szCs w:val="20"/>
        </w:rPr>
      </w:pPr>
      <w:r w:rsidRPr="00351FA5">
        <w:rPr>
          <w:rStyle w:val="fontstyle01"/>
          <w:rFonts w:ascii="Arial" w:hAnsi="Arial" w:cs="Arial"/>
          <w:sz w:val="20"/>
          <w:szCs w:val="20"/>
        </w:rPr>
        <w:t>Pescoço com fechamento na parte inferior</w:t>
      </w:r>
      <w:r w:rsidR="00EC399D">
        <w:rPr>
          <w:rStyle w:val="fontstyle01"/>
          <w:rFonts w:ascii="Arial" w:hAnsi="Arial" w:cs="Arial"/>
          <w:sz w:val="20"/>
          <w:szCs w:val="20"/>
        </w:rPr>
        <w:t xml:space="preserve">, </w:t>
      </w:r>
      <w:r w:rsidRPr="00351FA5">
        <w:rPr>
          <w:rStyle w:val="fontstyle01"/>
          <w:rFonts w:ascii="Arial" w:hAnsi="Arial" w:cs="Arial"/>
          <w:sz w:val="20"/>
          <w:szCs w:val="20"/>
        </w:rPr>
        <w:t>tampa tipo alçapão com engate para cadeado</w:t>
      </w:r>
      <w:r w:rsidR="00EC399D">
        <w:rPr>
          <w:rStyle w:val="fontstyle01"/>
          <w:rFonts w:ascii="Arial" w:hAnsi="Arial" w:cs="Arial"/>
          <w:sz w:val="20"/>
          <w:szCs w:val="20"/>
        </w:rPr>
        <w:t xml:space="preserve"> e suporte para 2 estepes com cadeado</w:t>
      </w:r>
      <w:r w:rsidR="00252C5D">
        <w:rPr>
          <w:rStyle w:val="fontstyle01"/>
          <w:rFonts w:ascii="Arial" w:hAnsi="Arial" w:cs="Arial"/>
          <w:sz w:val="20"/>
          <w:szCs w:val="20"/>
        </w:rPr>
        <w:t>;</w:t>
      </w:r>
    </w:p>
    <w:p w:rsidR="00252C5D" w:rsidRPr="00351FA5" w:rsidRDefault="00252C5D" w:rsidP="00544E51">
      <w:pPr>
        <w:pStyle w:val="PargrafodaLista"/>
        <w:numPr>
          <w:ilvl w:val="1"/>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Plataforma com inclinação na parte da rampa do tipo andorinha, permitindo suavizar a inclinação no momento do embarque dos equipamentos;</w:t>
      </w:r>
    </w:p>
    <w:p w:rsidR="00C52E05" w:rsidRDefault="00C52E05" w:rsidP="00544E51">
      <w:pPr>
        <w:pStyle w:val="PargrafodaLista"/>
        <w:numPr>
          <w:ilvl w:val="0"/>
          <w:numId w:val="96"/>
        </w:numPr>
        <w:ind w:left="0" w:firstLine="0"/>
        <w:jc w:val="both"/>
        <w:rPr>
          <w:rFonts w:cs="Arial"/>
          <w:szCs w:val="20"/>
        </w:rPr>
      </w:pPr>
      <w:r>
        <w:rPr>
          <w:rFonts w:cs="Arial"/>
          <w:szCs w:val="20"/>
        </w:rPr>
        <w:t>Equipado com duas sapatas hidráulica com acionamento pneumático, sendo uma de cada lado e instalada próximo ao pescoço para permitir o acoplamento e desacoplamento do semirreboque ao veículo trator;</w:t>
      </w:r>
    </w:p>
    <w:p w:rsidR="00351FA5" w:rsidRPr="00410248" w:rsidRDefault="00351FA5" w:rsidP="00544E51">
      <w:pPr>
        <w:pStyle w:val="PargrafodaLista"/>
        <w:numPr>
          <w:ilvl w:val="0"/>
          <w:numId w:val="96"/>
        </w:numPr>
        <w:ind w:left="0" w:firstLine="0"/>
        <w:jc w:val="both"/>
        <w:rPr>
          <w:rStyle w:val="fontstyle01"/>
          <w:rFonts w:ascii="Arial" w:hAnsi="Arial" w:cs="Arial"/>
          <w:color w:val="auto"/>
          <w:sz w:val="20"/>
          <w:szCs w:val="20"/>
        </w:rPr>
      </w:pPr>
      <w:r w:rsidRPr="00351FA5">
        <w:rPr>
          <w:rFonts w:cs="Arial"/>
          <w:szCs w:val="20"/>
        </w:rPr>
        <w:t>Plataforma de carga com assoalho</w:t>
      </w:r>
      <w:r w:rsidR="00345FD6">
        <w:rPr>
          <w:rFonts w:cs="Arial"/>
          <w:szCs w:val="20"/>
        </w:rPr>
        <w:t xml:space="preserve"> central em chapa metálica tipo xadrez, assoalhos laterais</w:t>
      </w:r>
      <w:r w:rsidRPr="00351FA5">
        <w:rPr>
          <w:rFonts w:cs="Arial"/>
          <w:szCs w:val="20"/>
        </w:rPr>
        <w:t xml:space="preserve"> em pranchas de madeiras </w:t>
      </w:r>
      <w:r w:rsidR="00345FD6">
        <w:rPr>
          <w:rFonts w:cs="Arial"/>
          <w:szCs w:val="20"/>
        </w:rPr>
        <w:t xml:space="preserve">de lei </w:t>
      </w:r>
      <w:r w:rsidRPr="00351FA5">
        <w:rPr>
          <w:rFonts w:cs="Arial"/>
          <w:szCs w:val="20"/>
        </w:rPr>
        <w:t>de 50mm</w:t>
      </w:r>
      <w:r w:rsidRPr="00351FA5">
        <w:rPr>
          <w:rStyle w:val="fontstyle01"/>
          <w:rFonts w:ascii="Arial" w:hAnsi="Arial" w:cs="Arial"/>
          <w:sz w:val="20"/>
          <w:szCs w:val="20"/>
        </w:rPr>
        <w:t>, dispostas longitudinalmente,</w:t>
      </w:r>
      <w:r>
        <w:rPr>
          <w:rStyle w:val="fontstyle01"/>
          <w:rFonts w:ascii="Arial" w:hAnsi="Arial" w:cs="Arial"/>
          <w:sz w:val="20"/>
          <w:szCs w:val="20"/>
        </w:rPr>
        <w:t xml:space="preserve"> t</w:t>
      </w:r>
      <w:r w:rsidRPr="00351FA5">
        <w:rPr>
          <w:rStyle w:val="fontstyle01"/>
          <w:rFonts w:ascii="Arial" w:hAnsi="Arial" w:cs="Arial"/>
          <w:sz w:val="20"/>
          <w:szCs w:val="20"/>
        </w:rPr>
        <w:t>raseira</w:t>
      </w:r>
      <w:r>
        <w:rPr>
          <w:rStyle w:val="fontstyle01"/>
          <w:rFonts w:ascii="Arial" w:hAnsi="Arial" w:cs="Arial"/>
          <w:sz w:val="20"/>
          <w:szCs w:val="20"/>
        </w:rPr>
        <w:t xml:space="preserve"> </w:t>
      </w:r>
      <w:r w:rsidRPr="00351FA5">
        <w:rPr>
          <w:rStyle w:val="fontstyle01"/>
          <w:rFonts w:ascii="Arial" w:hAnsi="Arial" w:cs="Arial"/>
          <w:sz w:val="20"/>
          <w:szCs w:val="20"/>
        </w:rPr>
        <w:t>inclinada, antiderrapante</w:t>
      </w:r>
      <w:r>
        <w:rPr>
          <w:rStyle w:val="fontstyle01"/>
          <w:rFonts w:ascii="Arial" w:hAnsi="Arial" w:cs="Arial"/>
          <w:sz w:val="20"/>
          <w:szCs w:val="20"/>
        </w:rPr>
        <w:t>;</w:t>
      </w:r>
    </w:p>
    <w:p w:rsidR="00410248" w:rsidRDefault="00410248" w:rsidP="00544E51">
      <w:pPr>
        <w:pStyle w:val="PargrafodaLista"/>
        <w:numPr>
          <w:ilvl w:val="0"/>
          <w:numId w:val="96"/>
        </w:numPr>
        <w:ind w:left="0" w:firstLine="0"/>
        <w:jc w:val="both"/>
        <w:rPr>
          <w:rStyle w:val="fontstyle01"/>
          <w:rFonts w:ascii="Arial" w:hAnsi="Arial" w:cs="Arial"/>
          <w:color w:val="auto"/>
          <w:sz w:val="20"/>
          <w:szCs w:val="20"/>
        </w:rPr>
      </w:pPr>
      <w:r w:rsidRPr="0050187B">
        <w:rPr>
          <w:rStyle w:val="fontstyle01"/>
          <w:rFonts w:ascii="Arial" w:hAnsi="Arial" w:cs="Arial"/>
          <w:color w:val="auto"/>
          <w:sz w:val="20"/>
          <w:szCs w:val="20"/>
        </w:rPr>
        <w:t xml:space="preserve">Rampa </w:t>
      </w:r>
      <w:r w:rsidR="0050187B" w:rsidRPr="0050187B">
        <w:rPr>
          <w:rStyle w:val="fontstyle01"/>
          <w:rFonts w:ascii="Arial" w:hAnsi="Arial" w:cs="Arial"/>
          <w:color w:val="auto"/>
          <w:sz w:val="20"/>
          <w:szCs w:val="20"/>
        </w:rPr>
        <w:t>traseiras raiadas para</w:t>
      </w:r>
      <w:r w:rsidRPr="0050187B">
        <w:rPr>
          <w:rStyle w:val="fontstyle01"/>
          <w:rFonts w:ascii="Arial" w:hAnsi="Arial" w:cs="Arial"/>
          <w:color w:val="auto"/>
          <w:sz w:val="20"/>
          <w:szCs w:val="20"/>
        </w:rPr>
        <w:t xml:space="preserve"> embarque com</w:t>
      </w:r>
      <w:r w:rsidR="00345FD6" w:rsidRPr="0050187B">
        <w:rPr>
          <w:rStyle w:val="fontstyle01"/>
          <w:rFonts w:ascii="Arial" w:hAnsi="Arial" w:cs="Arial"/>
          <w:color w:val="auto"/>
          <w:sz w:val="20"/>
          <w:szCs w:val="20"/>
        </w:rPr>
        <w:t xml:space="preserve"> </w:t>
      </w:r>
      <w:r w:rsidR="00641601" w:rsidRPr="0050187B">
        <w:rPr>
          <w:rStyle w:val="fontstyle01"/>
          <w:rFonts w:ascii="Arial" w:hAnsi="Arial" w:cs="Arial"/>
          <w:color w:val="auto"/>
          <w:sz w:val="20"/>
          <w:szCs w:val="20"/>
        </w:rPr>
        <w:t xml:space="preserve">largura mínima de 1m, </w:t>
      </w:r>
      <w:r w:rsidR="0050187B" w:rsidRPr="0050187B">
        <w:rPr>
          <w:rStyle w:val="fontstyle01"/>
          <w:rFonts w:ascii="Arial" w:hAnsi="Arial" w:cs="Arial"/>
          <w:color w:val="auto"/>
          <w:sz w:val="20"/>
          <w:szCs w:val="20"/>
        </w:rPr>
        <w:t xml:space="preserve">com </w:t>
      </w:r>
      <w:r w:rsidR="00345FD6" w:rsidRPr="0050187B">
        <w:rPr>
          <w:rStyle w:val="fontstyle01"/>
          <w:rFonts w:ascii="Arial" w:hAnsi="Arial" w:cs="Arial"/>
          <w:color w:val="auto"/>
          <w:sz w:val="20"/>
          <w:szCs w:val="20"/>
        </w:rPr>
        <w:t>acionamento eletro hidráulico</w:t>
      </w:r>
      <w:r w:rsidR="0050187B" w:rsidRPr="0050187B">
        <w:rPr>
          <w:rStyle w:val="fontstyle01"/>
          <w:rFonts w:ascii="Arial" w:hAnsi="Arial" w:cs="Arial"/>
          <w:color w:val="auto"/>
          <w:sz w:val="20"/>
          <w:szCs w:val="20"/>
        </w:rPr>
        <w:t xml:space="preserve"> </w:t>
      </w:r>
      <w:r w:rsidR="0050187B" w:rsidRPr="0050187B">
        <w:rPr>
          <w:rFonts w:cs="Arial"/>
          <w:szCs w:val="20"/>
        </w:rPr>
        <w:t>e cantoneiras de aço para embarque dos equipamentos. As rampas deverão ser dotadas de válvula de segurança de contrabalanço</w:t>
      </w:r>
      <w:r w:rsidR="00C52E05">
        <w:rPr>
          <w:rFonts w:cs="Arial"/>
          <w:szCs w:val="20"/>
        </w:rPr>
        <w:t>. As rampas deverão possuir 2 cintas para ancoragem das mesmas a plataforma</w:t>
      </w:r>
      <w:r w:rsidR="00641601" w:rsidRPr="0050187B">
        <w:rPr>
          <w:rStyle w:val="fontstyle01"/>
          <w:rFonts w:ascii="Arial" w:hAnsi="Arial" w:cs="Arial"/>
          <w:color w:val="auto"/>
          <w:sz w:val="20"/>
          <w:szCs w:val="20"/>
        </w:rPr>
        <w:t>;</w:t>
      </w:r>
    </w:p>
    <w:p w:rsidR="0050187B" w:rsidRPr="0050187B" w:rsidRDefault="0050187B" w:rsidP="00544E51">
      <w:pPr>
        <w:pStyle w:val="PargrafodaLista"/>
        <w:numPr>
          <w:ilvl w:val="0"/>
          <w:numId w:val="96"/>
        </w:numPr>
        <w:ind w:left="0" w:firstLine="0"/>
        <w:jc w:val="both"/>
        <w:rPr>
          <w:rStyle w:val="fontstyle01"/>
          <w:rFonts w:ascii="Arial" w:hAnsi="Arial" w:cs="Arial"/>
          <w:color w:val="auto"/>
          <w:sz w:val="20"/>
          <w:szCs w:val="20"/>
        </w:rPr>
      </w:pPr>
      <w:r w:rsidRPr="0050187B">
        <w:rPr>
          <w:rFonts w:cs="Arial"/>
          <w:szCs w:val="20"/>
        </w:rPr>
        <w:t>Instalação elétrica com lanternas em LED e chicote elétrico blindado;</w:t>
      </w:r>
    </w:p>
    <w:p w:rsidR="008276F9" w:rsidRPr="008276F9" w:rsidRDefault="008276F9" w:rsidP="00544E51">
      <w:pPr>
        <w:pStyle w:val="PargrafodaLista"/>
        <w:numPr>
          <w:ilvl w:val="0"/>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Ancoragem da carga com:</w:t>
      </w:r>
    </w:p>
    <w:p w:rsidR="008276F9" w:rsidRPr="008276F9" w:rsidRDefault="008276F9" w:rsidP="00544E51">
      <w:pPr>
        <w:pStyle w:val="PargrafodaLista"/>
        <w:numPr>
          <w:ilvl w:val="1"/>
          <w:numId w:val="96"/>
        </w:numPr>
        <w:ind w:left="0" w:firstLine="0"/>
        <w:jc w:val="both"/>
        <w:rPr>
          <w:rStyle w:val="fontstyle01"/>
          <w:rFonts w:ascii="Arial" w:hAnsi="Arial" w:cs="Arial"/>
          <w:color w:val="auto"/>
          <w:sz w:val="20"/>
          <w:szCs w:val="20"/>
        </w:rPr>
      </w:pPr>
      <w:r w:rsidRPr="008276F9">
        <w:rPr>
          <w:rFonts w:cs="Arial"/>
          <w:szCs w:val="20"/>
        </w:rPr>
        <w:t xml:space="preserve">4 (quatro) argolas reforçadas em cada lado, </w:t>
      </w:r>
      <w:r w:rsidRPr="008276F9">
        <w:rPr>
          <w:rStyle w:val="fontstyle01"/>
          <w:rFonts w:ascii="Arial" w:hAnsi="Arial" w:cs="Arial"/>
          <w:sz w:val="20"/>
          <w:szCs w:val="20"/>
        </w:rPr>
        <w:t>espaçadas ao longo do comprimento útil da</w:t>
      </w:r>
      <w:r w:rsidRPr="008276F9">
        <w:rPr>
          <w:rFonts w:cs="Arial"/>
          <w:b/>
          <w:bCs/>
          <w:color w:val="000000"/>
          <w:szCs w:val="20"/>
        </w:rPr>
        <w:br/>
      </w:r>
      <w:r w:rsidRPr="008276F9">
        <w:rPr>
          <w:rStyle w:val="fontstyle01"/>
          <w:rFonts w:ascii="Arial" w:hAnsi="Arial" w:cs="Arial"/>
          <w:sz w:val="20"/>
          <w:szCs w:val="20"/>
        </w:rPr>
        <w:t>plataforma;</w:t>
      </w:r>
    </w:p>
    <w:p w:rsidR="008276F9" w:rsidRPr="008276F9" w:rsidRDefault="008276F9" w:rsidP="00544E51">
      <w:pPr>
        <w:pStyle w:val="PargrafodaLista"/>
        <w:numPr>
          <w:ilvl w:val="1"/>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4</w:t>
      </w:r>
      <w:r w:rsidRPr="008276F9">
        <w:rPr>
          <w:rStyle w:val="fontstyle01"/>
          <w:rFonts w:ascii="Arial" w:hAnsi="Arial" w:cs="Arial"/>
          <w:sz w:val="20"/>
          <w:szCs w:val="20"/>
        </w:rPr>
        <w:t xml:space="preserve"> (</w:t>
      </w:r>
      <w:r>
        <w:rPr>
          <w:rStyle w:val="fontstyle01"/>
          <w:rFonts w:ascii="Arial" w:hAnsi="Arial" w:cs="Arial"/>
          <w:sz w:val="20"/>
          <w:szCs w:val="20"/>
        </w:rPr>
        <w:t>argolas</w:t>
      </w:r>
      <w:r w:rsidRPr="008276F9">
        <w:rPr>
          <w:rStyle w:val="fontstyle01"/>
          <w:rFonts w:ascii="Arial" w:hAnsi="Arial" w:cs="Arial"/>
          <w:sz w:val="20"/>
          <w:szCs w:val="20"/>
        </w:rPr>
        <w:t xml:space="preserve">) </w:t>
      </w:r>
      <w:r>
        <w:rPr>
          <w:rStyle w:val="fontstyle01"/>
          <w:rFonts w:ascii="Arial" w:hAnsi="Arial" w:cs="Arial"/>
          <w:sz w:val="20"/>
          <w:szCs w:val="20"/>
        </w:rPr>
        <w:t xml:space="preserve">argolas, sendo 2 (duas) </w:t>
      </w:r>
      <w:r w:rsidRPr="008276F9">
        <w:rPr>
          <w:rStyle w:val="fontstyle01"/>
          <w:rFonts w:ascii="Arial" w:hAnsi="Arial" w:cs="Arial"/>
          <w:sz w:val="20"/>
          <w:szCs w:val="20"/>
        </w:rPr>
        <w:t>no pescoço e 2 (duas) na traseira. Na parte interna central em número</w:t>
      </w:r>
      <w:r>
        <w:rPr>
          <w:rStyle w:val="fontstyle01"/>
          <w:rFonts w:ascii="Arial" w:hAnsi="Arial" w:cs="Arial"/>
          <w:sz w:val="20"/>
          <w:szCs w:val="20"/>
        </w:rPr>
        <w:t xml:space="preserve"> </w:t>
      </w:r>
      <w:r w:rsidRPr="008276F9">
        <w:rPr>
          <w:rStyle w:val="fontstyle01"/>
          <w:rFonts w:ascii="Arial" w:hAnsi="Arial" w:cs="Arial"/>
          <w:sz w:val="20"/>
          <w:szCs w:val="20"/>
        </w:rPr>
        <w:t>de 2 (duas) para permitir o ancoramento, devendo as mesmas estar embutidas e tangenciando o</w:t>
      </w:r>
      <w:r>
        <w:rPr>
          <w:rStyle w:val="fontstyle01"/>
          <w:rFonts w:ascii="Arial" w:hAnsi="Arial" w:cs="Arial"/>
          <w:sz w:val="20"/>
          <w:szCs w:val="20"/>
        </w:rPr>
        <w:t xml:space="preserve"> </w:t>
      </w:r>
      <w:r w:rsidRPr="008276F9">
        <w:rPr>
          <w:rStyle w:val="fontstyle01"/>
          <w:rFonts w:ascii="Arial" w:hAnsi="Arial" w:cs="Arial"/>
          <w:sz w:val="20"/>
          <w:szCs w:val="20"/>
        </w:rPr>
        <w:t>piso da plataforma</w:t>
      </w:r>
      <w:r>
        <w:rPr>
          <w:rStyle w:val="fontstyle01"/>
          <w:rFonts w:ascii="Arial" w:hAnsi="Arial" w:cs="Arial"/>
          <w:sz w:val="20"/>
          <w:szCs w:val="20"/>
        </w:rPr>
        <w:t>;</w:t>
      </w:r>
    </w:p>
    <w:p w:rsidR="008276F9" w:rsidRPr="008276F9" w:rsidRDefault="008276F9" w:rsidP="00544E51">
      <w:pPr>
        <w:pStyle w:val="PargrafodaLista"/>
        <w:numPr>
          <w:ilvl w:val="1"/>
          <w:numId w:val="96"/>
        </w:numPr>
        <w:ind w:left="0" w:firstLine="0"/>
        <w:jc w:val="both"/>
        <w:rPr>
          <w:rFonts w:cs="Arial"/>
          <w:szCs w:val="20"/>
        </w:rPr>
      </w:pPr>
      <w:r>
        <w:rPr>
          <w:rStyle w:val="fontstyle01"/>
          <w:rFonts w:ascii="Arial" w:hAnsi="Arial" w:cs="Arial"/>
          <w:sz w:val="20"/>
          <w:szCs w:val="20"/>
        </w:rPr>
        <w:t>6</w:t>
      </w:r>
      <w:r w:rsidRPr="008276F9">
        <w:rPr>
          <w:rStyle w:val="fontstyle01"/>
          <w:rFonts w:ascii="Arial" w:hAnsi="Arial" w:cs="Arial"/>
          <w:sz w:val="20"/>
          <w:szCs w:val="20"/>
        </w:rPr>
        <w:t xml:space="preserve"> (</w:t>
      </w:r>
      <w:r>
        <w:rPr>
          <w:rStyle w:val="fontstyle01"/>
          <w:rFonts w:ascii="Arial" w:hAnsi="Arial" w:cs="Arial"/>
          <w:sz w:val="20"/>
          <w:szCs w:val="20"/>
        </w:rPr>
        <w:t>seis</w:t>
      </w:r>
      <w:r w:rsidRPr="008276F9">
        <w:rPr>
          <w:rStyle w:val="fontstyle01"/>
          <w:rFonts w:ascii="Arial" w:hAnsi="Arial" w:cs="Arial"/>
          <w:sz w:val="20"/>
          <w:szCs w:val="20"/>
        </w:rPr>
        <w:t>) correntes zincadas, de aço 1020, espessura do arame de ½’’ (meia polegada)</w:t>
      </w:r>
      <w:r w:rsidRPr="008276F9">
        <w:rPr>
          <w:rFonts w:cs="Arial"/>
          <w:b/>
          <w:bCs/>
          <w:color w:val="000000"/>
          <w:szCs w:val="20"/>
        </w:rPr>
        <w:br/>
      </w:r>
      <w:r w:rsidRPr="008276F9">
        <w:rPr>
          <w:rStyle w:val="fontstyle01"/>
          <w:rFonts w:ascii="Arial" w:hAnsi="Arial" w:cs="Arial"/>
          <w:sz w:val="20"/>
          <w:szCs w:val="20"/>
        </w:rPr>
        <w:t>com carga de ruptura de 6</w:t>
      </w:r>
      <w:r>
        <w:rPr>
          <w:rStyle w:val="fontstyle01"/>
          <w:rFonts w:ascii="Arial" w:hAnsi="Arial" w:cs="Arial"/>
          <w:sz w:val="20"/>
          <w:szCs w:val="20"/>
        </w:rPr>
        <w:t xml:space="preserve"> </w:t>
      </w:r>
      <w:r w:rsidRPr="008276F9">
        <w:rPr>
          <w:rStyle w:val="fontstyle01"/>
          <w:rFonts w:ascii="Arial" w:hAnsi="Arial" w:cs="Arial"/>
          <w:sz w:val="20"/>
          <w:szCs w:val="20"/>
        </w:rPr>
        <w:t>(seis) toneladas, com 4</w:t>
      </w:r>
      <w:r>
        <w:rPr>
          <w:rStyle w:val="fontstyle01"/>
          <w:rFonts w:ascii="Arial" w:hAnsi="Arial" w:cs="Arial"/>
          <w:sz w:val="20"/>
          <w:szCs w:val="20"/>
        </w:rPr>
        <w:t xml:space="preserve"> </w:t>
      </w:r>
      <w:r w:rsidRPr="008276F9">
        <w:rPr>
          <w:rStyle w:val="fontstyle01"/>
          <w:rFonts w:ascii="Arial" w:hAnsi="Arial" w:cs="Arial"/>
          <w:sz w:val="20"/>
          <w:szCs w:val="20"/>
        </w:rPr>
        <w:t>(quatro) metros de comprimento cada uma</w:t>
      </w:r>
    </w:p>
    <w:p w:rsidR="00525470" w:rsidRDefault="00525470" w:rsidP="00544E51">
      <w:pPr>
        <w:pStyle w:val="PargrafodaLista"/>
        <w:numPr>
          <w:ilvl w:val="0"/>
          <w:numId w:val="96"/>
        </w:numPr>
        <w:ind w:left="0" w:firstLine="0"/>
        <w:jc w:val="both"/>
        <w:rPr>
          <w:rFonts w:cs="Arial"/>
          <w:szCs w:val="20"/>
        </w:rPr>
      </w:pPr>
      <w:r w:rsidRPr="00672907">
        <w:rPr>
          <w:rFonts w:cs="Arial"/>
          <w:szCs w:val="20"/>
        </w:rPr>
        <w:t>Deverá acompanhar o veículo todo ferramental básico distribuído pelo fornecedor (chave de roda, macaco hidráulico e triângulo)</w:t>
      </w:r>
      <w:r w:rsidR="008276F9">
        <w:rPr>
          <w:rFonts w:cs="Arial"/>
          <w:szCs w:val="20"/>
        </w:rPr>
        <w:t>;</w:t>
      </w:r>
    </w:p>
    <w:p w:rsidR="008276F9" w:rsidRPr="008276F9" w:rsidRDefault="008276F9" w:rsidP="00544E51">
      <w:pPr>
        <w:pStyle w:val="PargrafodaLista"/>
        <w:numPr>
          <w:ilvl w:val="0"/>
          <w:numId w:val="96"/>
        </w:numPr>
        <w:ind w:left="0" w:firstLine="0"/>
        <w:jc w:val="both"/>
        <w:rPr>
          <w:rStyle w:val="fontstyle01"/>
          <w:rFonts w:ascii="Arial" w:hAnsi="Arial" w:cs="Arial"/>
          <w:color w:val="auto"/>
          <w:sz w:val="20"/>
          <w:szCs w:val="20"/>
        </w:rPr>
      </w:pPr>
      <w:r w:rsidRPr="008276F9">
        <w:rPr>
          <w:rStyle w:val="fontstyle01"/>
          <w:rFonts w:ascii="Arial" w:hAnsi="Arial" w:cs="Arial"/>
          <w:sz w:val="20"/>
          <w:szCs w:val="20"/>
        </w:rPr>
        <w:t>4 (quatro) manilhas de 7/8” (sete oitavos de polegada) de espessura e carga de ruptura</w:t>
      </w:r>
      <w:r w:rsidRPr="008276F9">
        <w:rPr>
          <w:rFonts w:cs="Arial"/>
          <w:b/>
          <w:bCs/>
          <w:color w:val="000000"/>
          <w:szCs w:val="20"/>
        </w:rPr>
        <w:br/>
      </w:r>
      <w:r w:rsidRPr="008276F9">
        <w:rPr>
          <w:rStyle w:val="fontstyle01"/>
          <w:rFonts w:ascii="Arial" w:hAnsi="Arial" w:cs="Arial"/>
          <w:sz w:val="20"/>
          <w:szCs w:val="20"/>
        </w:rPr>
        <w:t>de 6</w:t>
      </w:r>
      <w:r>
        <w:rPr>
          <w:rStyle w:val="fontstyle01"/>
          <w:rFonts w:ascii="Arial" w:hAnsi="Arial" w:cs="Arial"/>
          <w:sz w:val="20"/>
          <w:szCs w:val="20"/>
        </w:rPr>
        <w:t xml:space="preserve"> </w:t>
      </w:r>
      <w:r w:rsidRPr="008276F9">
        <w:rPr>
          <w:rStyle w:val="fontstyle01"/>
          <w:rFonts w:ascii="Arial" w:hAnsi="Arial" w:cs="Arial"/>
          <w:sz w:val="20"/>
          <w:szCs w:val="20"/>
        </w:rPr>
        <w:t>(seis) toneladas;</w:t>
      </w:r>
    </w:p>
    <w:p w:rsidR="008276F9" w:rsidRPr="00DF66C2" w:rsidRDefault="008276F9" w:rsidP="00544E51">
      <w:pPr>
        <w:pStyle w:val="PargrafodaLista"/>
        <w:numPr>
          <w:ilvl w:val="0"/>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6</w:t>
      </w:r>
      <w:r w:rsidRPr="008276F9">
        <w:rPr>
          <w:rStyle w:val="fontstyle01"/>
          <w:rFonts w:ascii="Arial" w:hAnsi="Arial" w:cs="Arial"/>
          <w:sz w:val="20"/>
          <w:szCs w:val="20"/>
        </w:rPr>
        <w:t xml:space="preserve"> (sete) esticadores de ¾”</w:t>
      </w:r>
      <w:r>
        <w:rPr>
          <w:rStyle w:val="fontstyle01"/>
          <w:rFonts w:ascii="Arial" w:hAnsi="Arial" w:cs="Arial"/>
          <w:sz w:val="20"/>
          <w:szCs w:val="20"/>
        </w:rPr>
        <w:t xml:space="preserve"> </w:t>
      </w:r>
      <w:r w:rsidRPr="008276F9">
        <w:rPr>
          <w:rStyle w:val="fontstyle01"/>
          <w:rFonts w:ascii="Arial" w:hAnsi="Arial" w:cs="Arial"/>
          <w:sz w:val="20"/>
          <w:szCs w:val="20"/>
        </w:rPr>
        <w:t>(três quartos de pol</w:t>
      </w:r>
      <w:r>
        <w:rPr>
          <w:rStyle w:val="fontstyle01"/>
          <w:rFonts w:ascii="Arial" w:hAnsi="Arial" w:cs="Arial"/>
          <w:sz w:val="20"/>
          <w:szCs w:val="20"/>
        </w:rPr>
        <w:t xml:space="preserve">egada) com carga de ruptura de </w:t>
      </w:r>
      <w:r w:rsidRPr="008276F9">
        <w:rPr>
          <w:rStyle w:val="fontstyle01"/>
          <w:rFonts w:ascii="Arial" w:hAnsi="Arial" w:cs="Arial"/>
          <w:sz w:val="20"/>
          <w:szCs w:val="20"/>
        </w:rPr>
        <w:t>6</w:t>
      </w:r>
      <w:r>
        <w:rPr>
          <w:rStyle w:val="fontstyle01"/>
          <w:rFonts w:ascii="Arial" w:hAnsi="Arial" w:cs="Arial"/>
          <w:sz w:val="20"/>
          <w:szCs w:val="20"/>
        </w:rPr>
        <w:t xml:space="preserve"> </w:t>
      </w:r>
      <w:r w:rsidRPr="008276F9">
        <w:rPr>
          <w:rStyle w:val="fontstyle01"/>
          <w:rFonts w:ascii="Arial" w:hAnsi="Arial" w:cs="Arial"/>
          <w:sz w:val="20"/>
          <w:szCs w:val="20"/>
        </w:rPr>
        <w:t>(seis)</w:t>
      </w:r>
      <w:r w:rsidRPr="008276F9">
        <w:rPr>
          <w:rFonts w:cs="Arial"/>
          <w:b/>
          <w:bCs/>
          <w:color w:val="000000"/>
          <w:szCs w:val="20"/>
        </w:rPr>
        <w:br/>
      </w:r>
      <w:r w:rsidRPr="008276F9">
        <w:rPr>
          <w:rStyle w:val="fontstyle01"/>
          <w:rFonts w:ascii="Arial" w:hAnsi="Arial" w:cs="Arial"/>
          <w:sz w:val="20"/>
          <w:szCs w:val="20"/>
        </w:rPr>
        <w:t>toneladas;</w:t>
      </w:r>
    </w:p>
    <w:p w:rsidR="00DF66C2" w:rsidRPr="00345FD6" w:rsidRDefault="00DF66C2" w:rsidP="00544E51">
      <w:pPr>
        <w:pStyle w:val="PargrafodaLista"/>
        <w:numPr>
          <w:ilvl w:val="0"/>
          <w:numId w:val="96"/>
        </w:numPr>
        <w:ind w:left="0" w:firstLine="0"/>
        <w:jc w:val="both"/>
        <w:rPr>
          <w:rFonts w:cs="Arial"/>
          <w:szCs w:val="20"/>
        </w:rPr>
      </w:pPr>
      <w:r>
        <w:t>Pintura com preparação de superfície em jato de granalha padrão SA 2 ½, com processo eletrostático liquido em tinta de poliuretano (PU) industrial DF</w:t>
      </w:r>
      <w:r w:rsidR="00951D44">
        <w:t xml:space="preserve"> na cor branca</w:t>
      </w:r>
      <w:r>
        <w:t xml:space="preserve"> com proteção anticorrosiva e ultravioleta; e</w:t>
      </w:r>
    </w:p>
    <w:p w:rsidR="004054B5" w:rsidRPr="00794BCF" w:rsidRDefault="004054B5" w:rsidP="00544E51">
      <w:pPr>
        <w:pStyle w:val="PargrafodaLista"/>
        <w:numPr>
          <w:ilvl w:val="0"/>
          <w:numId w:val="96"/>
        </w:numPr>
        <w:ind w:left="0" w:firstLine="0"/>
        <w:jc w:val="both"/>
        <w:rPr>
          <w:rFonts w:cs="Arial"/>
          <w:szCs w:val="20"/>
        </w:rPr>
      </w:pPr>
      <w:r w:rsidRPr="00794BCF">
        <w:rPr>
          <w:rFonts w:cs="Arial"/>
          <w:szCs w:val="20"/>
        </w:rPr>
        <w:t xml:space="preserve">Produto similar </w:t>
      </w:r>
      <w:r w:rsidR="00794BCF" w:rsidRPr="00794BCF">
        <w:rPr>
          <w:rFonts w:cs="Arial"/>
          <w:szCs w:val="20"/>
        </w:rPr>
        <w:t>ao Semirreboque Carrega Tudo Plano 2 eixos da Librelato</w:t>
      </w:r>
      <w:r w:rsidRPr="00794BCF">
        <w:rPr>
          <w:rFonts w:cs="Arial"/>
          <w:szCs w:val="20"/>
        </w:rPr>
        <w:t>.</w:t>
      </w:r>
    </w:p>
    <w:sectPr w:rsidR="004054B5" w:rsidRPr="00794BCF" w:rsidSect="00B92735">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A1A" w:rsidRDefault="00224A1A">
      <w:r>
        <w:separator/>
      </w:r>
    </w:p>
  </w:endnote>
  <w:endnote w:type="continuationSeparator" w:id="0">
    <w:p w:rsidR="00224A1A" w:rsidRDefault="0022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3B1" w:rsidRDefault="008913B1" w:rsidP="008913B1">
    <w:pPr>
      <w:widowControl w:val="0"/>
      <w:autoSpaceDE w:val="0"/>
      <w:jc w:val="both"/>
      <w:rPr>
        <w:color w:val="000000"/>
      </w:rPr>
    </w:pPr>
  </w:p>
  <w:p w:rsidR="008913B1" w:rsidRPr="008913B1" w:rsidRDefault="008913B1"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____________________________________________________________________</w:t>
    </w:r>
  </w:p>
  <w:p w:rsidR="008913B1" w:rsidRPr="008913B1" w:rsidRDefault="008913B1"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Câmara Nacional de Modelos de Licitações e Contratos da Consultoria-Geral da União</w:t>
    </w:r>
  </w:p>
  <w:p w:rsidR="008913B1" w:rsidRPr="008913B1" w:rsidRDefault="008913B1"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Termo de Referência - Modelo para Pregão Eletrônico – Compras</w:t>
    </w:r>
  </w:p>
  <w:p w:rsidR="008913B1" w:rsidRPr="008913B1" w:rsidRDefault="008913B1"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Atualização: Julho/2020</w:t>
    </w:r>
  </w:p>
  <w:p w:rsidR="008913B1" w:rsidRPr="008913B1" w:rsidRDefault="008913B1"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highlight w:val="yellow"/>
      </w:rPr>
      <w:t xml:space="preserve">Acessado em 16 de outubro de 2020, às 16h11min no seguinte endereço: </w:t>
    </w:r>
    <w:hyperlink r:id="rId1" w:history="1">
      <w:r w:rsidRPr="008913B1">
        <w:rPr>
          <w:rFonts w:ascii="Times New Roman" w:hAnsi="Times New Roman" w:cs="Times New Roman"/>
          <w:color w:val="000000"/>
          <w:sz w:val="16"/>
          <w:szCs w:val="16"/>
          <w:u w:val="single"/>
        </w:rPr>
        <w:t>https://www.gov.br/agu/pt-br/composicao/consultoria-geral-da-uniao-1/modelos-de-convenios-licitacoes-e-contratos/modelos-de-licitacoes-e-contratos/compras-pregao-eletronico</w:t>
      </w:r>
    </w:hyperlink>
    <w:r w:rsidRPr="008913B1">
      <w:rPr>
        <w:rFonts w:ascii="Times New Roman" w:hAnsi="Times New Roman" w:cs="Times New Roman"/>
        <w:color w:val="000000"/>
        <w:sz w:val="16"/>
        <w:szCs w:val="16"/>
      </w:rPr>
      <w:t>.</w:t>
    </w:r>
  </w:p>
  <w:p w:rsidR="008913B1" w:rsidRPr="00EB68CA" w:rsidRDefault="008913B1" w:rsidP="008913B1">
    <w:pPr>
      <w:spacing w:after="160" w:line="259" w:lineRule="auto"/>
      <w:rPr>
        <w:rFonts w:cs="Times New Roman"/>
        <w:lang w:eastAsia="en-US"/>
      </w:rPr>
    </w:pPr>
  </w:p>
  <w:p w:rsidR="00224A1A" w:rsidRPr="008913B1" w:rsidRDefault="00224A1A" w:rsidP="008913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A1A" w:rsidRDefault="00224A1A">
      <w:r>
        <w:separator/>
      </w:r>
    </w:p>
  </w:footnote>
  <w:footnote w:type="continuationSeparator" w:id="0">
    <w:p w:rsidR="00224A1A" w:rsidRDefault="00224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85F66"/>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15F57F5"/>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16A6032"/>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1861802"/>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36E499E"/>
    <w:multiLevelType w:val="hybridMultilevel"/>
    <w:tmpl w:val="C824986C"/>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1">
      <w:start w:val="1"/>
      <w:numFmt w:val="decimal"/>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34773C"/>
    <w:multiLevelType w:val="hybridMultilevel"/>
    <w:tmpl w:val="CE18020A"/>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0618AC"/>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 w15:restartNumberingAfterBreak="0">
    <w:nsid w:val="07173753"/>
    <w:multiLevelType w:val="hybridMultilevel"/>
    <w:tmpl w:val="C5920EBC"/>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01AEF2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15:restartNumberingAfterBreak="0">
    <w:nsid w:val="082359F0"/>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141878"/>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C2A5FCF"/>
    <w:multiLevelType w:val="hybridMultilevel"/>
    <w:tmpl w:val="27EE3BBE"/>
    <w:lvl w:ilvl="0" w:tplc="5AF6EF04">
      <w:start w:val="1"/>
      <w:numFmt w:val="lowerLetter"/>
      <w:lvlText w:val="%1."/>
      <w:lvlJc w:val="left"/>
      <w:pPr>
        <w:ind w:left="720" w:hanging="360"/>
      </w:pPr>
      <w:rPr>
        <w:rFonts w:hint="default"/>
        <w:b w:val="0"/>
      </w:rPr>
    </w:lvl>
    <w:lvl w:ilvl="1" w:tplc="04160011">
      <w:start w:val="1"/>
      <w:numFmt w:val="decimal"/>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EFF7621"/>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3" w15:restartNumberingAfterBreak="0">
    <w:nsid w:val="0F23592F"/>
    <w:multiLevelType w:val="hybridMultilevel"/>
    <w:tmpl w:val="CB589BB4"/>
    <w:lvl w:ilvl="0" w:tplc="EDA2E292">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FED2E2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0466ED0"/>
    <w:multiLevelType w:val="hybridMultilevel"/>
    <w:tmpl w:val="D6A88408"/>
    <w:lvl w:ilvl="0" w:tplc="C3226408">
      <w:start w:val="1"/>
      <w:numFmt w:val="lowerLetter"/>
      <w:lvlText w:val="%1."/>
      <w:lvlJc w:val="left"/>
      <w:pPr>
        <w:ind w:left="2160" w:hanging="18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0DF00B5"/>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7" w15:restartNumberingAfterBreak="0">
    <w:nsid w:val="12A02CFA"/>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32103F1"/>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19" w15:restartNumberingAfterBreak="0">
    <w:nsid w:val="13864105"/>
    <w:multiLevelType w:val="hybridMultilevel"/>
    <w:tmpl w:val="27EE3BBE"/>
    <w:lvl w:ilvl="0" w:tplc="5AF6EF04">
      <w:start w:val="1"/>
      <w:numFmt w:val="lowerLetter"/>
      <w:lvlText w:val="%1."/>
      <w:lvlJc w:val="left"/>
      <w:pPr>
        <w:ind w:left="720" w:hanging="360"/>
      </w:pPr>
      <w:rPr>
        <w:rFonts w:hint="default"/>
        <w:b w:val="0"/>
      </w:rPr>
    </w:lvl>
    <w:lvl w:ilvl="1" w:tplc="04160011">
      <w:start w:val="1"/>
      <w:numFmt w:val="decimal"/>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4EC48B9"/>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83F6F16"/>
    <w:multiLevelType w:val="hybridMultilevel"/>
    <w:tmpl w:val="41E08A38"/>
    <w:lvl w:ilvl="0" w:tplc="BF9EA510">
      <w:start w:val="1"/>
      <w:numFmt w:val="decimal"/>
      <w:lvlText w:val="%1."/>
      <w:lvlJc w:val="left"/>
      <w:pPr>
        <w:ind w:left="720" w:hanging="360"/>
      </w:pPr>
      <w:rPr>
        <w:rFonts w:hint="default"/>
        <w:b/>
      </w:rPr>
    </w:lvl>
    <w:lvl w:ilvl="1" w:tplc="31003960">
      <w:start w:val="1"/>
      <w:numFmt w:val="lowerLetter"/>
      <w:lvlText w:val="%2."/>
      <w:lvlJc w:val="left"/>
      <w:pPr>
        <w:ind w:left="1440" w:hanging="360"/>
      </w:pPr>
      <w:rPr>
        <w:b w:val="0"/>
        <w:color w:val="auto"/>
        <w:sz w:val="20"/>
      </w:rPr>
    </w:lvl>
    <w:lvl w:ilvl="2" w:tplc="04160011">
      <w:start w:val="1"/>
      <w:numFmt w:val="decimal"/>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996540E"/>
    <w:multiLevelType w:val="hybridMultilevel"/>
    <w:tmpl w:val="6CA20004"/>
    <w:lvl w:ilvl="0" w:tplc="D414A184">
      <w:start w:val="1"/>
      <w:numFmt w:val="lowerLetter"/>
      <w:lvlText w:val="%1."/>
      <w:lvlJc w:val="left"/>
      <w:pPr>
        <w:ind w:left="2160" w:hanging="180"/>
      </w:pPr>
      <w:rPr>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D87589"/>
    <w:multiLevelType w:val="hybridMultilevel"/>
    <w:tmpl w:val="DB70DC76"/>
    <w:lvl w:ilvl="0" w:tplc="BF9EA510">
      <w:start w:val="1"/>
      <w:numFmt w:val="decimal"/>
      <w:lvlText w:val="%1."/>
      <w:lvlJc w:val="left"/>
      <w:pPr>
        <w:ind w:left="720" w:hanging="360"/>
      </w:pPr>
      <w:rPr>
        <w:rFonts w:hint="default"/>
        <w:b/>
      </w:rPr>
    </w:lvl>
    <w:lvl w:ilvl="1" w:tplc="3E3287A0">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C1B5EB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CCE447A"/>
    <w:multiLevelType w:val="hybridMultilevel"/>
    <w:tmpl w:val="9ED03A80"/>
    <w:lvl w:ilvl="0" w:tplc="CE94BE78">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CE236FE"/>
    <w:multiLevelType w:val="hybridMultilevel"/>
    <w:tmpl w:val="D292C8A4"/>
    <w:lvl w:ilvl="0" w:tplc="305CB66E">
      <w:start w:val="1"/>
      <w:numFmt w:val="decimal"/>
      <w:lvlText w:val="%1)"/>
      <w:lvlJc w:val="left"/>
      <w:pPr>
        <w:ind w:left="2160" w:hanging="18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CFE6965"/>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28" w15:restartNumberingAfterBreak="0">
    <w:nsid w:val="1D2D7F74"/>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5C100D"/>
    <w:multiLevelType w:val="multilevel"/>
    <w:tmpl w:val="6CDA4BB4"/>
    <w:lvl w:ilvl="0">
      <w:start w:val="1"/>
      <w:numFmt w:val="decimal"/>
      <w:pStyle w:val="Nivel1"/>
      <w:lvlText w:val="%1."/>
      <w:lvlJc w:val="left"/>
      <w:pPr>
        <w:ind w:left="360" w:hanging="360"/>
      </w:pPr>
      <w:rPr>
        <w:b/>
      </w:rPr>
    </w:lvl>
    <w:lvl w:ilvl="1">
      <w:start w:val="1"/>
      <w:numFmt w:val="decimal"/>
      <w:lvlText w:val="%1.%2."/>
      <w:lvlJc w:val="left"/>
      <w:pPr>
        <w:ind w:left="716" w:hanging="432"/>
      </w:pPr>
      <w:rPr>
        <w:b w:val="0"/>
        <w:i w:val="0"/>
        <w: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DC83C0A"/>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E2B13C5"/>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32" w15:restartNumberingAfterBreak="0">
    <w:nsid w:val="1E304912"/>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02B39D5"/>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0BB59E0"/>
    <w:multiLevelType w:val="hybridMultilevel"/>
    <w:tmpl w:val="80B03F88"/>
    <w:lvl w:ilvl="0" w:tplc="9B442818">
      <w:start w:val="1"/>
      <w:numFmt w:val="decimal"/>
      <w:lvlText w:val="%1."/>
      <w:lvlJc w:val="left"/>
      <w:pPr>
        <w:ind w:left="720" w:hanging="360"/>
      </w:pPr>
      <w:rPr>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0C718CC"/>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2E72EEE"/>
    <w:multiLevelType w:val="hybridMultilevel"/>
    <w:tmpl w:val="4636E48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7" w15:restartNumberingAfterBreak="0">
    <w:nsid w:val="232045E4"/>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8" w15:restartNumberingAfterBreak="0">
    <w:nsid w:val="2454676A"/>
    <w:multiLevelType w:val="hybridMultilevel"/>
    <w:tmpl w:val="02CC89E2"/>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9" w15:restartNumberingAfterBreak="0">
    <w:nsid w:val="24FB5A7F"/>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0" w15:restartNumberingAfterBreak="0">
    <w:nsid w:val="26A70FED"/>
    <w:multiLevelType w:val="hybridMultilevel"/>
    <w:tmpl w:val="A782CA8A"/>
    <w:lvl w:ilvl="0" w:tplc="BF9EA510">
      <w:start w:val="1"/>
      <w:numFmt w:val="decimal"/>
      <w:lvlText w:val="%1."/>
      <w:lvlJc w:val="left"/>
      <w:pPr>
        <w:ind w:left="720" w:hanging="360"/>
      </w:pPr>
      <w:rPr>
        <w:rFonts w:hint="default"/>
        <w:b/>
      </w:rPr>
    </w:lvl>
    <w:lvl w:ilvl="1" w:tplc="A03A3E98">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776085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84E7504"/>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3" w15:restartNumberingAfterBreak="0">
    <w:nsid w:val="28FE5F74"/>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44" w15:restartNumberingAfterBreak="0">
    <w:nsid w:val="29F02684"/>
    <w:multiLevelType w:val="hybridMultilevel"/>
    <w:tmpl w:val="822A1C52"/>
    <w:lvl w:ilvl="0" w:tplc="BF9EA510">
      <w:start w:val="1"/>
      <w:numFmt w:val="decimal"/>
      <w:lvlText w:val="%1."/>
      <w:lvlJc w:val="left"/>
      <w:pPr>
        <w:ind w:left="720" w:hanging="360"/>
      </w:pPr>
      <w:rPr>
        <w:rFonts w:hint="default"/>
        <w:b/>
      </w:rPr>
    </w:lvl>
    <w:lvl w:ilvl="1" w:tplc="D8802224">
      <w:start w:val="1"/>
      <w:numFmt w:val="lowerLetter"/>
      <w:lvlText w:val="%2."/>
      <w:lvlJc w:val="left"/>
      <w:pPr>
        <w:ind w:left="1440" w:hanging="360"/>
      </w:pPr>
      <w:rPr>
        <w:b w:val="0"/>
        <w:color w:val="auto"/>
        <w:sz w:val="20"/>
      </w:rPr>
    </w:lvl>
    <w:lvl w:ilvl="2" w:tplc="4598256E">
      <w:start w:val="1"/>
      <w:numFmt w:val="decimal"/>
      <w:lvlText w:val="%3)"/>
      <w:lvlJc w:val="lef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A02537B"/>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2A1530E5"/>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2D5A1C92"/>
    <w:multiLevelType w:val="hybridMultilevel"/>
    <w:tmpl w:val="7F4E4016"/>
    <w:lvl w:ilvl="0" w:tplc="BF9EA510">
      <w:start w:val="1"/>
      <w:numFmt w:val="decimal"/>
      <w:lvlText w:val="%1."/>
      <w:lvlJc w:val="left"/>
      <w:pPr>
        <w:ind w:left="720" w:hanging="360"/>
      </w:pPr>
      <w:rPr>
        <w:rFonts w:hint="default"/>
        <w:b/>
      </w:rPr>
    </w:lvl>
    <w:lvl w:ilvl="1" w:tplc="21BCB5A0">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30B549C5"/>
    <w:multiLevelType w:val="hybridMultilevel"/>
    <w:tmpl w:val="4636E48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9" w15:restartNumberingAfterBreak="0">
    <w:nsid w:val="314F5635"/>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3197314A"/>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31A40B56"/>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2" w15:restartNumberingAfterBreak="0">
    <w:nsid w:val="3358662B"/>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34D04477"/>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37155585"/>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5" w15:restartNumberingAfterBreak="0">
    <w:nsid w:val="37893EA4"/>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6" w15:restartNumberingAfterBreak="0">
    <w:nsid w:val="38914F05"/>
    <w:multiLevelType w:val="hybridMultilevel"/>
    <w:tmpl w:val="077EC652"/>
    <w:lvl w:ilvl="0" w:tplc="04160019">
      <w:start w:val="1"/>
      <w:numFmt w:val="lowerLetter"/>
      <w:lvlText w:val="%1."/>
      <w:lvlJc w:val="left"/>
      <w:pPr>
        <w:ind w:left="2160" w:hanging="180"/>
      </w:p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A22582C"/>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A660F9E"/>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3AFC0E4F"/>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0" w15:restartNumberingAfterBreak="0">
    <w:nsid w:val="3C1C31C2"/>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1" w15:restartNumberingAfterBreak="0">
    <w:nsid w:val="3C2E7060"/>
    <w:multiLevelType w:val="hybridMultilevel"/>
    <w:tmpl w:val="133C5B6E"/>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3D7A3724"/>
    <w:multiLevelType w:val="hybridMultilevel"/>
    <w:tmpl w:val="89B09B3E"/>
    <w:lvl w:ilvl="0" w:tplc="12C458AE">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3D9C4A72"/>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4" w15:restartNumberingAfterBreak="0">
    <w:nsid w:val="3F7958C4"/>
    <w:multiLevelType w:val="hybridMultilevel"/>
    <w:tmpl w:val="E8024D56"/>
    <w:lvl w:ilvl="0" w:tplc="70BEBD12">
      <w:start w:val="3"/>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D90B822">
      <w:start w:val="1"/>
      <w:numFmt w:val="decimal"/>
      <w:lvlText w:val="%3)"/>
      <w:lvlJc w:val="left"/>
      <w:pPr>
        <w:ind w:left="2160" w:hanging="180"/>
      </w:pPr>
      <w:rPr>
        <w:b w:val="0"/>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08C0741"/>
    <w:multiLevelType w:val="hybridMultilevel"/>
    <w:tmpl w:val="F9083298"/>
    <w:lvl w:ilvl="0" w:tplc="3F8AFE3C">
      <w:start w:val="1"/>
      <w:numFmt w:val="lowerLetter"/>
      <w:lvlText w:val="%1."/>
      <w:lvlJc w:val="left"/>
      <w:pPr>
        <w:ind w:left="720" w:hanging="360"/>
      </w:pPr>
      <w:rPr>
        <w:rFonts w:hint="default"/>
        <w:b w:val="0"/>
        <w:color w:val="auto"/>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2230350"/>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7" w15:restartNumberingAfterBreak="0">
    <w:nsid w:val="42880FFC"/>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8" w15:restartNumberingAfterBreak="0">
    <w:nsid w:val="42B71832"/>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43E15170"/>
    <w:multiLevelType w:val="hybridMultilevel"/>
    <w:tmpl w:val="FDE044AC"/>
    <w:lvl w:ilvl="0" w:tplc="A2123D8E">
      <w:start w:val="1"/>
      <w:numFmt w:val="lowerLetter"/>
      <w:lvlText w:val="%1."/>
      <w:lvlJc w:val="left"/>
      <w:pPr>
        <w:ind w:left="1440" w:hanging="360"/>
      </w:pPr>
      <w:rPr>
        <w:b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458B248F"/>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464D3E1A"/>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4814595D"/>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73" w15:restartNumberingAfterBreak="0">
    <w:nsid w:val="49767185"/>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49E35223"/>
    <w:multiLevelType w:val="hybridMultilevel"/>
    <w:tmpl w:val="077EC652"/>
    <w:lvl w:ilvl="0" w:tplc="04160019">
      <w:start w:val="1"/>
      <w:numFmt w:val="lowerLetter"/>
      <w:lvlText w:val="%1."/>
      <w:lvlJc w:val="left"/>
      <w:pPr>
        <w:ind w:left="2160" w:hanging="180"/>
      </w:p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4CDD7A53"/>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4D190729"/>
    <w:multiLevelType w:val="hybridMultilevel"/>
    <w:tmpl w:val="1FAC776E"/>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7" w15:restartNumberingAfterBreak="0">
    <w:nsid w:val="51A162D9"/>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53EF39DE"/>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55322F76"/>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0" w15:restartNumberingAfterBreak="0">
    <w:nsid w:val="553C2C8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557B165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2" w15:restartNumberingAfterBreak="0">
    <w:nsid w:val="55DC2FB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56513BC3"/>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4" w15:restartNumberingAfterBreak="0">
    <w:nsid w:val="571A52E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58DB021A"/>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86" w15:restartNumberingAfterBreak="0">
    <w:nsid w:val="590D16F0"/>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5925167D"/>
    <w:multiLevelType w:val="hybridMultilevel"/>
    <w:tmpl w:val="EBE683C8"/>
    <w:lvl w:ilvl="0" w:tplc="032ABF1C">
      <w:start w:val="1"/>
      <w:numFmt w:val="lowerLetter"/>
      <w:lvlText w:val="%1."/>
      <w:lvlJc w:val="left"/>
      <w:pPr>
        <w:ind w:left="2160" w:hanging="180"/>
      </w:pPr>
      <w:rPr>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59B072BC"/>
    <w:multiLevelType w:val="hybridMultilevel"/>
    <w:tmpl w:val="9ED03A80"/>
    <w:lvl w:ilvl="0" w:tplc="CE94BE78">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59DF0BB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0" w15:restartNumberingAfterBreak="0">
    <w:nsid w:val="5A66367C"/>
    <w:multiLevelType w:val="hybridMultilevel"/>
    <w:tmpl w:val="CE18020A"/>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5AEF4CB1"/>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2" w15:restartNumberingAfterBreak="0">
    <w:nsid w:val="5B47721B"/>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5EB1052B"/>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5F4B0BC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5F632585"/>
    <w:multiLevelType w:val="hybridMultilevel"/>
    <w:tmpl w:val="B094B9EC"/>
    <w:lvl w:ilvl="0" w:tplc="3E5A96A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1009768">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61B65BAC"/>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61B7698E"/>
    <w:multiLevelType w:val="hybridMultilevel"/>
    <w:tmpl w:val="E6C80F46"/>
    <w:lvl w:ilvl="0" w:tplc="4E34878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61BC3C75"/>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15:restartNumberingAfterBreak="0">
    <w:nsid w:val="62F47B60"/>
    <w:multiLevelType w:val="hybridMultilevel"/>
    <w:tmpl w:val="A6046A62"/>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643D3AC6"/>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15:restartNumberingAfterBreak="0">
    <w:nsid w:val="65FA7E03"/>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2" w15:restartNumberingAfterBreak="0">
    <w:nsid w:val="66C72591"/>
    <w:multiLevelType w:val="hybridMultilevel"/>
    <w:tmpl w:val="133C5B6E"/>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69A402CD"/>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6A6A311B"/>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5" w15:restartNumberingAfterBreak="0">
    <w:nsid w:val="6B087227"/>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106" w15:restartNumberingAfterBreak="0">
    <w:nsid w:val="6B352D39"/>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7" w15:restartNumberingAfterBreak="0">
    <w:nsid w:val="6CF37825"/>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8" w15:restartNumberingAfterBreak="0">
    <w:nsid w:val="6CF54A07"/>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15:restartNumberingAfterBreak="0">
    <w:nsid w:val="6D191971"/>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10" w15:restartNumberingAfterBreak="0">
    <w:nsid w:val="6E340D97"/>
    <w:multiLevelType w:val="hybridMultilevel"/>
    <w:tmpl w:val="368C1106"/>
    <w:lvl w:ilvl="0" w:tplc="04160011">
      <w:start w:val="1"/>
      <w:numFmt w:val="decimal"/>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111" w15:restartNumberingAfterBreak="0">
    <w:nsid w:val="6F543A4F"/>
    <w:multiLevelType w:val="hybridMultilevel"/>
    <w:tmpl w:val="4D7C2146"/>
    <w:lvl w:ilvl="0" w:tplc="04160019">
      <w:start w:val="1"/>
      <w:numFmt w:val="lowerLetter"/>
      <w:lvlText w:val="%1."/>
      <w:lvlJc w:val="left"/>
      <w:pPr>
        <w:ind w:left="5580" w:hanging="360"/>
      </w:pPr>
    </w:lvl>
    <w:lvl w:ilvl="1" w:tplc="04160011">
      <w:start w:val="1"/>
      <w:numFmt w:val="decimal"/>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12" w15:restartNumberingAfterBreak="0">
    <w:nsid w:val="704C5F26"/>
    <w:multiLevelType w:val="hybridMultilevel"/>
    <w:tmpl w:val="2A542272"/>
    <w:lvl w:ilvl="0" w:tplc="04160019">
      <w:start w:val="1"/>
      <w:numFmt w:val="lowerLetter"/>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15:restartNumberingAfterBreak="0">
    <w:nsid w:val="709A21B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15:restartNumberingAfterBreak="0">
    <w:nsid w:val="70E67499"/>
    <w:multiLevelType w:val="hybridMultilevel"/>
    <w:tmpl w:val="3356D80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305CB66E">
      <w:start w:val="1"/>
      <w:numFmt w:val="decimal"/>
      <w:lvlText w:val="%3)"/>
      <w:lvlJc w:val="lef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5" w15:restartNumberingAfterBreak="0">
    <w:nsid w:val="718F58C1"/>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15:restartNumberingAfterBreak="0">
    <w:nsid w:val="7290615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7" w15:restartNumberingAfterBreak="0">
    <w:nsid w:val="72A563D3"/>
    <w:multiLevelType w:val="hybridMultilevel"/>
    <w:tmpl w:val="D9FE675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1">
      <w:start w:val="1"/>
      <w:numFmt w:val="decimal"/>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8" w15:restartNumberingAfterBreak="0">
    <w:nsid w:val="73FF41F3"/>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9" w15:restartNumberingAfterBreak="0">
    <w:nsid w:val="76932D39"/>
    <w:multiLevelType w:val="hybridMultilevel"/>
    <w:tmpl w:val="FECEE956"/>
    <w:lvl w:ilvl="0" w:tplc="232CC876">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15:restartNumberingAfterBreak="0">
    <w:nsid w:val="76A277FE"/>
    <w:multiLevelType w:val="hybridMultilevel"/>
    <w:tmpl w:val="4D7C2146"/>
    <w:lvl w:ilvl="0" w:tplc="04160019">
      <w:start w:val="1"/>
      <w:numFmt w:val="lowerLetter"/>
      <w:lvlText w:val="%1."/>
      <w:lvlJc w:val="left"/>
      <w:pPr>
        <w:ind w:left="5580" w:hanging="360"/>
      </w:pPr>
    </w:lvl>
    <w:lvl w:ilvl="1" w:tplc="04160011">
      <w:start w:val="1"/>
      <w:numFmt w:val="decimal"/>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21" w15:restartNumberingAfterBreak="0">
    <w:nsid w:val="773327F7"/>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15:restartNumberingAfterBreak="0">
    <w:nsid w:val="782B6858"/>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23" w15:restartNumberingAfterBreak="0">
    <w:nsid w:val="79CD0605"/>
    <w:multiLevelType w:val="hybridMultilevel"/>
    <w:tmpl w:val="5A74846A"/>
    <w:lvl w:ilvl="0" w:tplc="93A480A6">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4" w15:restartNumberingAfterBreak="0">
    <w:nsid w:val="7A98729D"/>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15:restartNumberingAfterBreak="0">
    <w:nsid w:val="7C437BB6"/>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6" w15:restartNumberingAfterBreak="0">
    <w:nsid w:val="7FA77507"/>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num w:numId="1">
    <w:abstractNumId w:val="29"/>
  </w:num>
  <w:num w:numId="2">
    <w:abstractNumId w:val="0"/>
  </w:num>
  <w:num w:numId="3">
    <w:abstractNumId w:val="34"/>
  </w:num>
  <w:num w:numId="4">
    <w:abstractNumId w:val="123"/>
  </w:num>
  <w:num w:numId="5">
    <w:abstractNumId w:val="95"/>
  </w:num>
  <w:num w:numId="6">
    <w:abstractNumId w:val="49"/>
  </w:num>
  <w:num w:numId="7">
    <w:abstractNumId w:val="97"/>
  </w:num>
  <w:num w:numId="8">
    <w:abstractNumId w:val="100"/>
  </w:num>
  <w:num w:numId="9">
    <w:abstractNumId w:val="108"/>
  </w:num>
  <w:num w:numId="10">
    <w:abstractNumId w:val="88"/>
  </w:num>
  <w:num w:numId="11">
    <w:abstractNumId w:val="18"/>
  </w:num>
  <w:num w:numId="12">
    <w:abstractNumId w:val="8"/>
  </w:num>
  <w:num w:numId="13">
    <w:abstractNumId w:val="76"/>
  </w:num>
  <w:num w:numId="14">
    <w:abstractNumId w:val="121"/>
  </w:num>
  <w:num w:numId="15">
    <w:abstractNumId w:val="14"/>
  </w:num>
  <w:num w:numId="16">
    <w:abstractNumId w:val="117"/>
  </w:num>
  <w:num w:numId="17">
    <w:abstractNumId w:val="103"/>
  </w:num>
  <w:num w:numId="18">
    <w:abstractNumId w:val="36"/>
  </w:num>
  <w:num w:numId="19">
    <w:abstractNumId w:val="90"/>
  </w:num>
  <w:num w:numId="20">
    <w:abstractNumId w:val="126"/>
  </w:num>
  <w:num w:numId="21">
    <w:abstractNumId w:val="3"/>
  </w:num>
  <w:num w:numId="22">
    <w:abstractNumId w:val="53"/>
  </w:num>
  <w:num w:numId="23">
    <w:abstractNumId w:val="92"/>
  </w:num>
  <w:num w:numId="24">
    <w:abstractNumId w:val="39"/>
  </w:num>
  <w:num w:numId="25">
    <w:abstractNumId w:val="15"/>
  </w:num>
  <w:num w:numId="26">
    <w:abstractNumId w:val="41"/>
  </w:num>
  <w:num w:numId="27">
    <w:abstractNumId w:val="52"/>
  </w:num>
  <w:num w:numId="28">
    <w:abstractNumId w:val="47"/>
  </w:num>
  <w:num w:numId="29">
    <w:abstractNumId w:val="55"/>
  </w:num>
  <w:num w:numId="30">
    <w:abstractNumId w:val="2"/>
  </w:num>
  <w:num w:numId="31">
    <w:abstractNumId w:val="38"/>
  </w:num>
  <w:num w:numId="32">
    <w:abstractNumId w:val="10"/>
  </w:num>
  <w:num w:numId="33">
    <w:abstractNumId w:val="82"/>
  </w:num>
  <w:num w:numId="34">
    <w:abstractNumId w:val="120"/>
  </w:num>
  <w:num w:numId="35">
    <w:abstractNumId w:val="74"/>
  </w:num>
  <w:num w:numId="36">
    <w:abstractNumId w:val="68"/>
  </w:num>
  <w:num w:numId="37">
    <w:abstractNumId w:val="106"/>
  </w:num>
  <w:num w:numId="38">
    <w:abstractNumId w:val="65"/>
  </w:num>
  <w:num w:numId="39">
    <w:abstractNumId w:val="62"/>
  </w:num>
  <w:num w:numId="40">
    <w:abstractNumId w:val="32"/>
  </w:num>
  <w:num w:numId="41">
    <w:abstractNumId w:val="42"/>
  </w:num>
  <w:num w:numId="42">
    <w:abstractNumId w:val="86"/>
  </w:num>
  <w:num w:numId="43">
    <w:abstractNumId w:val="54"/>
  </w:num>
  <w:num w:numId="44">
    <w:abstractNumId w:val="61"/>
  </w:num>
  <w:num w:numId="45">
    <w:abstractNumId w:val="33"/>
  </w:num>
  <w:num w:numId="46">
    <w:abstractNumId w:val="83"/>
  </w:num>
  <w:num w:numId="47">
    <w:abstractNumId w:val="87"/>
  </w:num>
  <w:num w:numId="48">
    <w:abstractNumId w:val="113"/>
  </w:num>
  <w:num w:numId="49">
    <w:abstractNumId w:val="23"/>
  </w:num>
  <w:num w:numId="50">
    <w:abstractNumId w:val="63"/>
  </w:num>
  <w:num w:numId="51">
    <w:abstractNumId w:val="40"/>
  </w:num>
  <w:num w:numId="52">
    <w:abstractNumId w:val="51"/>
  </w:num>
  <w:num w:numId="53">
    <w:abstractNumId w:val="1"/>
  </w:num>
  <w:num w:numId="54">
    <w:abstractNumId w:val="13"/>
  </w:num>
  <w:num w:numId="55">
    <w:abstractNumId w:val="20"/>
  </w:num>
  <w:num w:numId="56">
    <w:abstractNumId w:val="17"/>
  </w:num>
  <w:num w:numId="57">
    <w:abstractNumId w:val="9"/>
  </w:num>
  <w:num w:numId="58">
    <w:abstractNumId w:val="112"/>
  </w:num>
  <w:num w:numId="59">
    <w:abstractNumId w:val="98"/>
  </w:num>
  <w:num w:numId="60">
    <w:abstractNumId w:val="12"/>
  </w:num>
  <w:num w:numId="61">
    <w:abstractNumId w:val="44"/>
  </w:num>
  <w:num w:numId="62">
    <w:abstractNumId w:val="79"/>
  </w:num>
  <w:num w:numId="63">
    <w:abstractNumId w:val="21"/>
  </w:num>
  <w:num w:numId="64">
    <w:abstractNumId w:val="101"/>
  </w:num>
  <w:num w:numId="65">
    <w:abstractNumId w:val="107"/>
  </w:num>
  <w:num w:numId="66">
    <w:abstractNumId w:val="109"/>
  </w:num>
  <w:num w:numId="67">
    <w:abstractNumId w:val="5"/>
  </w:num>
  <w:num w:numId="68">
    <w:abstractNumId w:val="114"/>
  </w:num>
  <w:num w:numId="69">
    <w:abstractNumId w:val="94"/>
  </w:num>
  <w:num w:numId="70">
    <w:abstractNumId w:val="27"/>
  </w:num>
  <w:num w:numId="71">
    <w:abstractNumId w:val="118"/>
  </w:num>
  <w:num w:numId="72">
    <w:abstractNumId w:val="72"/>
  </w:num>
  <w:num w:numId="73">
    <w:abstractNumId w:val="24"/>
  </w:num>
  <w:num w:numId="74">
    <w:abstractNumId w:val="78"/>
  </w:num>
  <w:num w:numId="75">
    <w:abstractNumId w:val="67"/>
  </w:num>
  <w:num w:numId="76">
    <w:abstractNumId w:val="80"/>
  </w:num>
  <w:num w:numId="77">
    <w:abstractNumId w:val="45"/>
  </w:num>
  <w:num w:numId="78">
    <w:abstractNumId w:val="104"/>
  </w:num>
  <w:num w:numId="79">
    <w:abstractNumId w:val="35"/>
  </w:num>
  <w:num w:numId="80">
    <w:abstractNumId w:val="122"/>
  </w:num>
  <w:num w:numId="81">
    <w:abstractNumId w:val="46"/>
  </w:num>
  <w:num w:numId="82">
    <w:abstractNumId w:val="96"/>
  </w:num>
  <w:num w:numId="83">
    <w:abstractNumId w:val="16"/>
  </w:num>
  <w:num w:numId="84">
    <w:abstractNumId w:val="70"/>
  </w:num>
  <w:num w:numId="85">
    <w:abstractNumId w:val="125"/>
  </w:num>
  <w:num w:numId="86">
    <w:abstractNumId w:val="59"/>
  </w:num>
  <w:num w:numId="87">
    <w:abstractNumId w:val="84"/>
  </w:num>
  <w:num w:numId="88">
    <w:abstractNumId w:val="71"/>
  </w:num>
  <w:num w:numId="89">
    <w:abstractNumId w:val="37"/>
  </w:num>
  <w:num w:numId="90">
    <w:abstractNumId w:val="124"/>
  </w:num>
  <w:num w:numId="91">
    <w:abstractNumId w:val="4"/>
  </w:num>
  <w:num w:numId="92">
    <w:abstractNumId w:val="60"/>
  </w:num>
  <w:num w:numId="93">
    <w:abstractNumId w:val="11"/>
  </w:num>
  <w:num w:numId="94">
    <w:abstractNumId w:val="64"/>
  </w:num>
  <w:num w:numId="95">
    <w:abstractNumId w:val="66"/>
  </w:num>
  <w:num w:numId="96">
    <w:abstractNumId w:val="19"/>
  </w:num>
  <w:num w:numId="97">
    <w:abstractNumId w:val="57"/>
  </w:num>
  <w:num w:numId="98">
    <w:abstractNumId w:val="85"/>
  </w:num>
  <w:num w:numId="99">
    <w:abstractNumId w:val="115"/>
  </w:num>
  <w:num w:numId="100">
    <w:abstractNumId w:val="69"/>
  </w:num>
  <w:num w:numId="101">
    <w:abstractNumId w:val="110"/>
  </w:num>
  <w:num w:numId="102">
    <w:abstractNumId w:val="26"/>
  </w:num>
  <w:num w:numId="103">
    <w:abstractNumId w:val="25"/>
  </w:num>
  <w:num w:numId="104">
    <w:abstractNumId w:val="48"/>
  </w:num>
  <w:num w:numId="105">
    <w:abstractNumId w:val="6"/>
  </w:num>
  <w:num w:numId="106">
    <w:abstractNumId w:val="58"/>
  </w:num>
  <w:num w:numId="107">
    <w:abstractNumId w:val="89"/>
  </w:num>
  <w:num w:numId="108">
    <w:abstractNumId w:val="105"/>
  </w:num>
  <w:num w:numId="109">
    <w:abstractNumId w:val="73"/>
  </w:num>
  <w:num w:numId="110">
    <w:abstractNumId w:val="28"/>
  </w:num>
  <w:num w:numId="111">
    <w:abstractNumId w:val="81"/>
  </w:num>
  <w:num w:numId="112">
    <w:abstractNumId w:val="50"/>
  </w:num>
  <w:num w:numId="113">
    <w:abstractNumId w:val="43"/>
  </w:num>
  <w:num w:numId="114">
    <w:abstractNumId w:val="99"/>
  </w:num>
  <w:num w:numId="115">
    <w:abstractNumId w:val="91"/>
  </w:num>
  <w:num w:numId="116">
    <w:abstractNumId w:val="22"/>
  </w:num>
  <w:num w:numId="117">
    <w:abstractNumId w:val="93"/>
  </w:num>
  <w:num w:numId="118">
    <w:abstractNumId w:val="116"/>
  </w:num>
  <w:num w:numId="119">
    <w:abstractNumId w:val="31"/>
  </w:num>
  <w:num w:numId="120">
    <w:abstractNumId w:val="75"/>
  </w:num>
  <w:num w:numId="121">
    <w:abstractNumId w:val="77"/>
  </w:num>
  <w:num w:numId="122">
    <w:abstractNumId w:val="111"/>
  </w:num>
  <w:num w:numId="123">
    <w:abstractNumId w:val="56"/>
  </w:num>
  <w:num w:numId="124">
    <w:abstractNumId w:val="30"/>
  </w:num>
  <w:num w:numId="125">
    <w:abstractNumId w:val="7"/>
  </w:num>
  <w:num w:numId="126">
    <w:abstractNumId w:val="102"/>
  </w:num>
  <w:num w:numId="127">
    <w:abstractNumId w:val="119"/>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D0"/>
    <w:rsid w:val="00003C96"/>
    <w:rsid w:val="00003CA3"/>
    <w:rsid w:val="00004F22"/>
    <w:rsid w:val="00005DD0"/>
    <w:rsid w:val="00013460"/>
    <w:rsid w:val="00013620"/>
    <w:rsid w:val="0001729F"/>
    <w:rsid w:val="00020153"/>
    <w:rsid w:val="00021C24"/>
    <w:rsid w:val="000261C8"/>
    <w:rsid w:val="000327EF"/>
    <w:rsid w:val="000456AF"/>
    <w:rsid w:val="00047581"/>
    <w:rsid w:val="00047B71"/>
    <w:rsid w:val="00064C6E"/>
    <w:rsid w:val="000662F1"/>
    <w:rsid w:val="000665B7"/>
    <w:rsid w:val="00066E0D"/>
    <w:rsid w:val="00067797"/>
    <w:rsid w:val="000739C2"/>
    <w:rsid w:val="00077DF7"/>
    <w:rsid w:val="0008019D"/>
    <w:rsid w:val="00085FAF"/>
    <w:rsid w:val="000912DE"/>
    <w:rsid w:val="000A042B"/>
    <w:rsid w:val="000A7F23"/>
    <w:rsid w:val="000B5746"/>
    <w:rsid w:val="000B601F"/>
    <w:rsid w:val="000B66D0"/>
    <w:rsid w:val="000C11FD"/>
    <w:rsid w:val="000C54EA"/>
    <w:rsid w:val="000C5A6B"/>
    <w:rsid w:val="000C6B87"/>
    <w:rsid w:val="000C7FF1"/>
    <w:rsid w:val="000D55F9"/>
    <w:rsid w:val="000F007C"/>
    <w:rsid w:val="00101FCB"/>
    <w:rsid w:val="00124645"/>
    <w:rsid w:val="001266C3"/>
    <w:rsid w:val="001343A0"/>
    <w:rsid w:val="00134E26"/>
    <w:rsid w:val="00137DFD"/>
    <w:rsid w:val="00141A3A"/>
    <w:rsid w:val="001447EF"/>
    <w:rsid w:val="00153D3F"/>
    <w:rsid w:val="0016441C"/>
    <w:rsid w:val="00174F1E"/>
    <w:rsid w:val="001759CC"/>
    <w:rsid w:val="00175EAD"/>
    <w:rsid w:val="00181670"/>
    <w:rsid w:val="00184812"/>
    <w:rsid w:val="00190219"/>
    <w:rsid w:val="001903F1"/>
    <w:rsid w:val="0019679E"/>
    <w:rsid w:val="001A266B"/>
    <w:rsid w:val="001A407A"/>
    <w:rsid w:val="001A4258"/>
    <w:rsid w:val="001A6341"/>
    <w:rsid w:val="001B3875"/>
    <w:rsid w:val="001B4F55"/>
    <w:rsid w:val="001B58E8"/>
    <w:rsid w:val="001B6C4D"/>
    <w:rsid w:val="001C045E"/>
    <w:rsid w:val="001C07F7"/>
    <w:rsid w:val="001C13D2"/>
    <w:rsid w:val="001C2D1F"/>
    <w:rsid w:val="001C5075"/>
    <w:rsid w:val="001D1FDC"/>
    <w:rsid w:val="001D5BAE"/>
    <w:rsid w:val="001D7673"/>
    <w:rsid w:val="001E0337"/>
    <w:rsid w:val="001E770E"/>
    <w:rsid w:val="001F0837"/>
    <w:rsid w:val="001F1767"/>
    <w:rsid w:val="001F5A54"/>
    <w:rsid w:val="00204DBC"/>
    <w:rsid w:val="00211DD1"/>
    <w:rsid w:val="002125F6"/>
    <w:rsid w:val="00213723"/>
    <w:rsid w:val="0021411E"/>
    <w:rsid w:val="00216DDF"/>
    <w:rsid w:val="0022179A"/>
    <w:rsid w:val="00224A1A"/>
    <w:rsid w:val="00224A45"/>
    <w:rsid w:val="00230B3C"/>
    <w:rsid w:val="00233D3D"/>
    <w:rsid w:val="002350AF"/>
    <w:rsid w:val="0023687E"/>
    <w:rsid w:val="002413CA"/>
    <w:rsid w:val="002440DC"/>
    <w:rsid w:val="00252C5D"/>
    <w:rsid w:val="00253C92"/>
    <w:rsid w:val="0026662F"/>
    <w:rsid w:val="00267AA2"/>
    <w:rsid w:val="00271B17"/>
    <w:rsid w:val="002757CD"/>
    <w:rsid w:val="00276392"/>
    <w:rsid w:val="0027696F"/>
    <w:rsid w:val="0028069F"/>
    <w:rsid w:val="00281F91"/>
    <w:rsid w:val="00292FE4"/>
    <w:rsid w:val="002A41A8"/>
    <w:rsid w:val="002A545D"/>
    <w:rsid w:val="002A6098"/>
    <w:rsid w:val="002B21AD"/>
    <w:rsid w:val="002B265C"/>
    <w:rsid w:val="002B2CD8"/>
    <w:rsid w:val="002B43CE"/>
    <w:rsid w:val="002B608A"/>
    <w:rsid w:val="002B75E1"/>
    <w:rsid w:val="002C0DCE"/>
    <w:rsid w:val="002C6EC7"/>
    <w:rsid w:val="002D1B03"/>
    <w:rsid w:val="002D5F12"/>
    <w:rsid w:val="002E4240"/>
    <w:rsid w:val="002E4D4C"/>
    <w:rsid w:val="002F0220"/>
    <w:rsid w:val="002F22A8"/>
    <w:rsid w:val="002F253D"/>
    <w:rsid w:val="002F65C5"/>
    <w:rsid w:val="002F6FC4"/>
    <w:rsid w:val="00302576"/>
    <w:rsid w:val="003025ED"/>
    <w:rsid w:val="00303FEF"/>
    <w:rsid w:val="00304619"/>
    <w:rsid w:val="0030672A"/>
    <w:rsid w:val="00312693"/>
    <w:rsid w:val="00315E70"/>
    <w:rsid w:val="00320C27"/>
    <w:rsid w:val="003236CE"/>
    <w:rsid w:val="00334CD3"/>
    <w:rsid w:val="00334D62"/>
    <w:rsid w:val="00334FF9"/>
    <w:rsid w:val="0034256A"/>
    <w:rsid w:val="00342980"/>
    <w:rsid w:val="00344A9D"/>
    <w:rsid w:val="00344D6A"/>
    <w:rsid w:val="00345FD6"/>
    <w:rsid w:val="00351C7D"/>
    <w:rsid w:val="00351FA5"/>
    <w:rsid w:val="003638F2"/>
    <w:rsid w:val="00364695"/>
    <w:rsid w:val="00367618"/>
    <w:rsid w:val="00371CA3"/>
    <w:rsid w:val="0037688A"/>
    <w:rsid w:val="00385E7B"/>
    <w:rsid w:val="00393D72"/>
    <w:rsid w:val="003A0CF1"/>
    <w:rsid w:val="003A10E2"/>
    <w:rsid w:val="003A25E9"/>
    <w:rsid w:val="003A3D4B"/>
    <w:rsid w:val="003A4111"/>
    <w:rsid w:val="003A55AB"/>
    <w:rsid w:val="003B18DB"/>
    <w:rsid w:val="003B4263"/>
    <w:rsid w:val="003B591D"/>
    <w:rsid w:val="003B6D10"/>
    <w:rsid w:val="003D0DEE"/>
    <w:rsid w:val="003D127F"/>
    <w:rsid w:val="003E0A53"/>
    <w:rsid w:val="003E7BBD"/>
    <w:rsid w:val="003F3787"/>
    <w:rsid w:val="00403CA9"/>
    <w:rsid w:val="004054B5"/>
    <w:rsid w:val="00410248"/>
    <w:rsid w:val="00410424"/>
    <w:rsid w:val="00410E73"/>
    <w:rsid w:val="00410E99"/>
    <w:rsid w:val="00414247"/>
    <w:rsid w:val="0041529B"/>
    <w:rsid w:val="00415BEE"/>
    <w:rsid w:val="004168C2"/>
    <w:rsid w:val="004221EF"/>
    <w:rsid w:val="00422D3F"/>
    <w:rsid w:val="00427EAB"/>
    <w:rsid w:val="00430459"/>
    <w:rsid w:val="00430B14"/>
    <w:rsid w:val="004326FA"/>
    <w:rsid w:val="00453313"/>
    <w:rsid w:val="0045639D"/>
    <w:rsid w:val="00456B3D"/>
    <w:rsid w:val="004578F4"/>
    <w:rsid w:val="004610A1"/>
    <w:rsid w:val="0046152D"/>
    <w:rsid w:val="00461F99"/>
    <w:rsid w:val="004673B6"/>
    <w:rsid w:val="00477095"/>
    <w:rsid w:val="004770A8"/>
    <w:rsid w:val="004857EE"/>
    <w:rsid w:val="00485F62"/>
    <w:rsid w:val="004861BF"/>
    <w:rsid w:val="004874A5"/>
    <w:rsid w:val="00490D0C"/>
    <w:rsid w:val="00496F56"/>
    <w:rsid w:val="004A0BCA"/>
    <w:rsid w:val="004A11AB"/>
    <w:rsid w:val="004B1ED9"/>
    <w:rsid w:val="004B683E"/>
    <w:rsid w:val="004C4444"/>
    <w:rsid w:val="004C59E1"/>
    <w:rsid w:val="004C7A50"/>
    <w:rsid w:val="004D03BC"/>
    <w:rsid w:val="004D0573"/>
    <w:rsid w:val="004D1B71"/>
    <w:rsid w:val="004D33F2"/>
    <w:rsid w:val="004D531A"/>
    <w:rsid w:val="004D7220"/>
    <w:rsid w:val="004F2C0F"/>
    <w:rsid w:val="004F613C"/>
    <w:rsid w:val="0050187B"/>
    <w:rsid w:val="00502ADF"/>
    <w:rsid w:val="00510A59"/>
    <w:rsid w:val="00511160"/>
    <w:rsid w:val="0051440D"/>
    <w:rsid w:val="00517FE5"/>
    <w:rsid w:val="00520CF7"/>
    <w:rsid w:val="00521CD6"/>
    <w:rsid w:val="00524307"/>
    <w:rsid w:val="00525470"/>
    <w:rsid w:val="0053343C"/>
    <w:rsid w:val="00534212"/>
    <w:rsid w:val="0053656E"/>
    <w:rsid w:val="005416B2"/>
    <w:rsid w:val="00544E51"/>
    <w:rsid w:val="005524F7"/>
    <w:rsid w:val="0055274A"/>
    <w:rsid w:val="00552E0C"/>
    <w:rsid w:val="00561E0A"/>
    <w:rsid w:val="005625F2"/>
    <w:rsid w:val="00564E5E"/>
    <w:rsid w:val="0056629C"/>
    <w:rsid w:val="00567548"/>
    <w:rsid w:val="0056766D"/>
    <w:rsid w:val="00577F64"/>
    <w:rsid w:val="00580022"/>
    <w:rsid w:val="0058414E"/>
    <w:rsid w:val="00586E3F"/>
    <w:rsid w:val="00591489"/>
    <w:rsid w:val="00591FA6"/>
    <w:rsid w:val="005A0876"/>
    <w:rsid w:val="005A13C9"/>
    <w:rsid w:val="005A4790"/>
    <w:rsid w:val="005A4F21"/>
    <w:rsid w:val="005A7111"/>
    <w:rsid w:val="005B16BB"/>
    <w:rsid w:val="005B19CE"/>
    <w:rsid w:val="005B6D38"/>
    <w:rsid w:val="005C18B3"/>
    <w:rsid w:val="005C29B7"/>
    <w:rsid w:val="005C378D"/>
    <w:rsid w:val="005E2E80"/>
    <w:rsid w:val="005E3A8B"/>
    <w:rsid w:val="005E6BBE"/>
    <w:rsid w:val="005F156B"/>
    <w:rsid w:val="005F646A"/>
    <w:rsid w:val="005F649C"/>
    <w:rsid w:val="00603D80"/>
    <w:rsid w:val="00613432"/>
    <w:rsid w:val="00614327"/>
    <w:rsid w:val="00622952"/>
    <w:rsid w:val="00623008"/>
    <w:rsid w:val="00625654"/>
    <w:rsid w:val="00625A1F"/>
    <w:rsid w:val="006273C7"/>
    <w:rsid w:val="00633F11"/>
    <w:rsid w:val="00635773"/>
    <w:rsid w:val="00636D4F"/>
    <w:rsid w:val="00637B61"/>
    <w:rsid w:val="00640D38"/>
    <w:rsid w:val="00641601"/>
    <w:rsid w:val="00643A4A"/>
    <w:rsid w:val="00646481"/>
    <w:rsid w:val="00655002"/>
    <w:rsid w:val="00657342"/>
    <w:rsid w:val="006642B4"/>
    <w:rsid w:val="006655EA"/>
    <w:rsid w:val="006708ED"/>
    <w:rsid w:val="00672907"/>
    <w:rsid w:val="00673939"/>
    <w:rsid w:val="00675E6C"/>
    <w:rsid w:val="00683224"/>
    <w:rsid w:val="0068354B"/>
    <w:rsid w:val="00684484"/>
    <w:rsid w:val="0068686F"/>
    <w:rsid w:val="00686D8C"/>
    <w:rsid w:val="006872AF"/>
    <w:rsid w:val="00695DC9"/>
    <w:rsid w:val="006A5DB1"/>
    <w:rsid w:val="006A7268"/>
    <w:rsid w:val="006B30C2"/>
    <w:rsid w:val="006B3270"/>
    <w:rsid w:val="006B70E9"/>
    <w:rsid w:val="006C60FA"/>
    <w:rsid w:val="006C6D93"/>
    <w:rsid w:val="006D18F5"/>
    <w:rsid w:val="006D1B2E"/>
    <w:rsid w:val="006D4176"/>
    <w:rsid w:val="006D4511"/>
    <w:rsid w:val="006E2391"/>
    <w:rsid w:val="006E7DA2"/>
    <w:rsid w:val="006F3344"/>
    <w:rsid w:val="006F51E4"/>
    <w:rsid w:val="006F73D2"/>
    <w:rsid w:val="00704D59"/>
    <w:rsid w:val="00707728"/>
    <w:rsid w:val="00711926"/>
    <w:rsid w:val="00711CFE"/>
    <w:rsid w:val="00712048"/>
    <w:rsid w:val="00712392"/>
    <w:rsid w:val="00712570"/>
    <w:rsid w:val="00715D9A"/>
    <w:rsid w:val="00716262"/>
    <w:rsid w:val="00725CD4"/>
    <w:rsid w:val="007269F4"/>
    <w:rsid w:val="00735BDF"/>
    <w:rsid w:val="00742F5B"/>
    <w:rsid w:val="007608A6"/>
    <w:rsid w:val="00763E55"/>
    <w:rsid w:val="007652F2"/>
    <w:rsid w:val="00766301"/>
    <w:rsid w:val="00767100"/>
    <w:rsid w:val="00767B18"/>
    <w:rsid w:val="00770210"/>
    <w:rsid w:val="00774933"/>
    <w:rsid w:val="0078361D"/>
    <w:rsid w:val="007911CA"/>
    <w:rsid w:val="00793944"/>
    <w:rsid w:val="00793F26"/>
    <w:rsid w:val="00794BCF"/>
    <w:rsid w:val="007A1B95"/>
    <w:rsid w:val="007A2B35"/>
    <w:rsid w:val="007A2F4A"/>
    <w:rsid w:val="007A54D9"/>
    <w:rsid w:val="007A6CD0"/>
    <w:rsid w:val="007A72A5"/>
    <w:rsid w:val="007B2868"/>
    <w:rsid w:val="007B514D"/>
    <w:rsid w:val="007C47A5"/>
    <w:rsid w:val="007C5907"/>
    <w:rsid w:val="007D1751"/>
    <w:rsid w:val="007D18DD"/>
    <w:rsid w:val="007D3236"/>
    <w:rsid w:val="007E2328"/>
    <w:rsid w:val="007E4739"/>
    <w:rsid w:val="007E7653"/>
    <w:rsid w:val="007E77DE"/>
    <w:rsid w:val="007F2DA2"/>
    <w:rsid w:val="007F3FC7"/>
    <w:rsid w:val="008019BC"/>
    <w:rsid w:val="00810DEB"/>
    <w:rsid w:val="00813199"/>
    <w:rsid w:val="008203E9"/>
    <w:rsid w:val="0082703D"/>
    <w:rsid w:val="008276F9"/>
    <w:rsid w:val="00835140"/>
    <w:rsid w:val="00850C23"/>
    <w:rsid w:val="00852036"/>
    <w:rsid w:val="008522C7"/>
    <w:rsid w:val="008539DF"/>
    <w:rsid w:val="0085670B"/>
    <w:rsid w:val="00860145"/>
    <w:rsid w:val="00873623"/>
    <w:rsid w:val="00881EFA"/>
    <w:rsid w:val="00884EDD"/>
    <w:rsid w:val="008913B1"/>
    <w:rsid w:val="00894EA8"/>
    <w:rsid w:val="00897F88"/>
    <w:rsid w:val="008A0BBC"/>
    <w:rsid w:val="008A18CF"/>
    <w:rsid w:val="008B0E2E"/>
    <w:rsid w:val="008C07D4"/>
    <w:rsid w:val="008C31C4"/>
    <w:rsid w:val="008C4269"/>
    <w:rsid w:val="008C45B1"/>
    <w:rsid w:val="008C6DBF"/>
    <w:rsid w:val="008D66A0"/>
    <w:rsid w:val="008E233D"/>
    <w:rsid w:val="008E241E"/>
    <w:rsid w:val="008E650F"/>
    <w:rsid w:val="008E723A"/>
    <w:rsid w:val="008F127F"/>
    <w:rsid w:val="008F5F69"/>
    <w:rsid w:val="008F7623"/>
    <w:rsid w:val="0090396B"/>
    <w:rsid w:val="0090617E"/>
    <w:rsid w:val="009107EC"/>
    <w:rsid w:val="009112DE"/>
    <w:rsid w:val="00911471"/>
    <w:rsid w:val="00920C0D"/>
    <w:rsid w:val="00920DC3"/>
    <w:rsid w:val="00924D26"/>
    <w:rsid w:val="009250EB"/>
    <w:rsid w:val="00926980"/>
    <w:rsid w:val="0093280F"/>
    <w:rsid w:val="00936A3E"/>
    <w:rsid w:val="00944656"/>
    <w:rsid w:val="009478D5"/>
    <w:rsid w:val="00947F52"/>
    <w:rsid w:val="00951D44"/>
    <w:rsid w:val="00951D49"/>
    <w:rsid w:val="00953136"/>
    <w:rsid w:val="0095517D"/>
    <w:rsid w:val="009564C1"/>
    <w:rsid w:val="009565DF"/>
    <w:rsid w:val="009607D0"/>
    <w:rsid w:val="00960AD6"/>
    <w:rsid w:val="00964757"/>
    <w:rsid w:val="00970812"/>
    <w:rsid w:val="009728ED"/>
    <w:rsid w:val="00973F30"/>
    <w:rsid w:val="00976A8B"/>
    <w:rsid w:val="00977936"/>
    <w:rsid w:val="00984A1D"/>
    <w:rsid w:val="00986FCE"/>
    <w:rsid w:val="0098734F"/>
    <w:rsid w:val="0099028A"/>
    <w:rsid w:val="009921FC"/>
    <w:rsid w:val="00992EA6"/>
    <w:rsid w:val="0099643A"/>
    <w:rsid w:val="009A2A08"/>
    <w:rsid w:val="009A2D11"/>
    <w:rsid w:val="009A2D98"/>
    <w:rsid w:val="009A5069"/>
    <w:rsid w:val="009A596A"/>
    <w:rsid w:val="009A6D9F"/>
    <w:rsid w:val="009B04D0"/>
    <w:rsid w:val="009B60A3"/>
    <w:rsid w:val="009C07BC"/>
    <w:rsid w:val="009C5F58"/>
    <w:rsid w:val="009C77F8"/>
    <w:rsid w:val="009D467E"/>
    <w:rsid w:val="009E1057"/>
    <w:rsid w:val="009E3077"/>
    <w:rsid w:val="009E33A6"/>
    <w:rsid w:val="009E5CC4"/>
    <w:rsid w:val="009F0DBB"/>
    <w:rsid w:val="009F5173"/>
    <w:rsid w:val="009F5958"/>
    <w:rsid w:val="009F7930"/>
    <w:rsid w:val="00A00C16"/>
    <w:rsid w:val="00A0100D"/>
    <w:rsid w:val="00A01128"/>
    <w:rsid w:val="00A01522"/>
    <w:rsid w:val="00A032D1"/>
    <w:rsid w:val="00A053C1"/>
    <w:rsid w:val="00A05E8B"/>
    <w:rsid w:val="00A10A58"/>
    <w:rsid w:val="00A14FC4"/>
    <w:rsid w:val="00A17C32"/>
    <w:rsid w:val="00A20896"/>
    <w:rsid w:val="00A259E2"/>
    <w:rsid w:val="00A25EB9"/>
    <w:rsid w:val="00A26667"/>
    <w:rsid w:val="00A2772D"/>
    <w:rsid w:val="00A32B5F"/>
    <w:rsid w:val="00A332B5"/>
    <w:rsid w:val="00A3379D"/>
    <w:rsid w:val="00A40358"/>
    <w:rsid w:val="00A40794"/>
    <w:rsid w:val="00A467CD"/>
    <w:rsid w:val="00A51ADC"/>
    <w:rsid w:val="00A523A9"/>
    <w:rsid w:val="00A534A1"/>
    <w:rsid w:val="00A70C8A"/>
    <w:rsid w:val="00A73469"/>
    <w:rsid w:val="00A81101"/>
    <w:rsid w:val="00A8162F"/>
    <w:rsid w:val="00A82AB4"/>
    <w:rsid w:val="00A832D1"/>
    <w:rsid w:val="00A87996"/>
    <w:rsid w:val="00A91974"/>
    <w:rsid w:val="00A97787"/>
    <w:rsid w:val="00AA11F7"/>
    <w:rsid w:val="00AA20DF"/>
    <w:rsid w:val="00AA2AE6"/>
    <w:rsid w:val="00AA3515"/>
    <w:rsid w:val="00AA515B"/>
    <w:rsid w:val="00AB07C0"/>
    <w:rsid w:val="00AB6274"/>
    <w:rsid w:val="00AB6FF1"/>
    <w:rsid w:val="00AB769C"/>
    <w:rsid w:val="00AC4728"/>
    <w:rsid w:val="00AC6722"/>
    <w:rsid w:val="00AC75C7"/>
    <w:rsid w:val="00AC7D41"/>
    <w:rsid w:val="00AD7C5E"/>
    <w:rsid w:val="00AD7E1A"/>
    <w:rsid w:val="00AE349C"/>
    <w:rsid w:val="00AE55F9"/>
    <w:rsid w:val="00AF16F6"/>
    <w:rsid w:val="00B00CD3"/>
    <w:rsid w:val="00B10BD7"/>
    <w:rsid w:val="00B11B72"/>
    <w:rsid w:val="00B255F2"/>
    <w:rsid w:val="00B30889"/>
    <w:rsid w:val="00B33E79"/>
    <w:rsid w:val="00B41975"/>
    <w:rsid w:val="00B52AF7"/>
    <w:rsid w:val="00B53B2F"/>
    <w:rsid w:val="00B5468F"/>
    <w:rsid w:val="00B62765"/>
    <w:rsid w:val="00B634D6"/>
    <w:rsid w:val="00B71AEE"/>
    <w:rsid w:val="00B73990"/>
    <w:rsid w:val="00B73C99"/>
    <w:rsid w:val="00B8076C"/>
    <w:rsid w:val="00B8236A"/>
    <w:rsid w:val="00B8394D"/>
    <w:rsid w:val="00B84243"/>
    <w:rsid w:val="00B847A8"/>
    <w:rsid w:val="00B848F7"/>
    <w:rsid w:val="00B86775"/>
    <w:rsid w:val="00B91B7A"/>
    <w:rsid w:val="00B923E5"/>
    <w:rsid w:val="00B92735"/>
    <w:rsid w:val="00B93E38"/>
    <w:rsid w:val="00B943B0"/>
    <w:rsid w:val="00B95B15"/>
    <w:rsid w:val="00B95FE2"/>
    <w:rsid w:val="00BA2359"/>
    <w:rsid w:val="00BA32F1"/>
    <w:rsid w:val="00BB26A9"/>
    <w:rsid w:val="00BC4333"/>
    <w:rsid w:val="00BC4417"/>
    <w:rsid w:val="00BC478F"/>
    <w:rsid w:val="00BD126E"/>
    <w:rsid w:val="00BD5408"/>
    <w:rsid w:val="00BD5E33"/>
    <w:rsid w:val="00BE33F1"/>
    <w:rsid w:val="00BE3B2D"/>
    <w:rsid w:val="00BE78D9"/>
    <w:rsid w:val="00BF2AF9"/>
    <w:rsid w:val="00BF6A1D"/>
    <w:rsid w:val="00BF6A23"/>
    <w:rsid w:val="00C009F2"/>
    <w:rsid w:val="00C00C1A"/>
    <w:rsid w:val="00C033CE"/>
    <w:rsid w:val="00C0640E"/>
    <w:rsid w:val="00C0666B"/>
    <w:rsid w:val="00C26C75"/>
    <w:rsid w:val="00C30A9A"/>
    <w:rsid w:val="00C43F6B"/>
    <w:rsid w:val="00C50224"/>
    <w:rsid w:val="00C52E05"/>
    <w:rsid w:val="00C64975"/>
    <w:rsid w:val="00C66405"/>
    <w:rsid w:val="00C758BC"/>
    <w:rsid w:val="00C87173"/>
    <w:rsid w:val="00C954C0"/>
    <w:rsid w:val="00C97284"/>
    <w:rsid w:val="00CA0BDC"/>
    <w:rsid w:val="00CB0DFF"/>
    <w:rsid w:val="00CB1626"/>
    <w:rsid w:val="00CB575D"/>
    <w:rsid w:val="00CB5DFA"/>
    <w:rsid w:val="00CB6B9F"/>
    <w:rsid w:val="00CC0070"/>
    <w:rsid w:val="00CC27E8"/>
    <w:rsid w:val="00CC51A0"/>
    <w:rsid w:val="00CC5BEE"/>
    <w:rsid w:val="00CD0724"/>
    <w:rsid w:val="00CD2E0F"/>
    <w:rsid w:val="00CD4148"/>
    <w:rsid w:val="00CD67C4"/>
    <w:rsid w:val="00CE5019"/>
    <w:rsid w:val="00CE6F16"/>
    <w:rsid w:val="00CF2700"/>
    <w:rsid w:val="00CF78C2"/>
    <w:rsid w:val="00D0545F"/>
    <w:rsid w:val="00D176CD"/>
    <w:rsid w:val="00D21431"/>
    <w:rsid w:val="00D21655"/>
    <w:rsid w:val="00D33DD0"/>
    <w:rsid w:val="00D362EE"/>
    <w:rsid w:val="00D40D9F"/>
    <w:rsid w:val="00D4104F"/>
    <w:rsid w:val="00D43B11"/>
    <w:rsid w:val="00D4796D"/>
    <w:rsid w:val="00D52440"/>
    <w:rsid w:val="00D52D7F"/>
    <w:rsid w:val="00D5587F"/>
    <w:rsid w:val="00D57154"/>
    <w:rsid w:val="00D5741D"/>
    <w:rsid w:val="00D629E0"/>
    <w:rsid w:val="00D73E55"/>
    <w:rsid w:val="00D75BA4"/>
    <w:rsid w:val="00D77AFC"/>
    <w:rsid w:val="00D800D6"/>
    <w:rsid w:val="00D8087A"/>
    <w:rsid w:val="00D811BB"/>
    <w:rsid w:val="00D84132"/>
    <w:rsid w:val="00D87F3D"/>
    <w:rsid w:val="00D902C0"/>
    <w:rsid w:val="00D9424D"/>
    <w:rsid w:val="00DA11DA"/>
    <w:rsid w:val="00DB1DD4"/>
    <w:rsid w:val="00DC0ABE"/>
    <w:rsid w:val="00DC37DA"/>
    <w:rsid w:val="00DD4842"/>
    <w:rsid w:val="00DD6943"/>
    <w:rsid w:val="00DD7E0C"/>
    <w:rsid w:val="00DE465A"/>
    <w:rsid w:val="00DE65F3"/>
    <w:rsid w:val="00DF3DE2"/>
    <w:rsid w:val="00DF66C2"/>
    <w:rsid w:val="00E03F81"/>
    <w:rsid w:val="00E04493"/>
    <w:rsid w:val="00E059A5"/>
    <w:rsid w:val="00E07298"/>
    <w:rsid w:val="00E10B6D"/>
    <w:rsid w:val="00E25A72"/>
    <w:rsid w:val="00E3237E"/>
    <w:rsid w:val="00E3299F"/>
    <w:rsid w:val="00E352FF"/>
    <w:rsid w:val="00E35CE0"/>
    <w:rsid w:val="00E37374"/>
    <w:rsid w:val="00E37D7A"/>
    <w:rsid w:val="00E4536B"/>
    <w:rsid w:val="00E50675"/>
    <w:rsid w:val="00E56973"/>
    <w:rsid w:val="00E60147"/>
    <w:rsid w:val="00E6688D"/>
    <w:rsid w:val="00E67052"/>
    <w:rsid w:val="00E72796"/>
    <w:rsid w:val="00E76FEF"/>
    <w:rsid w:val="00E8020E"/>
    <w:rsid w:val="00E8379D"/>
    <w:rsid w:val="00E9165B"/>
    <w:rsid w:val="00E9735F"/>
    <w:rsid w:val="00E9744D"/>
    <w:rsid w:val="00EA0225"/>
    <w:rsid w:val="00EA79A5"/>
    <w:rsid w:val="00EB675A"/>
    <w:rsid w:val="00EC19CD"/>
    <w:rsid w:val="00EC28E8"/>
    <w:rsid w:val="00EC32B4"/>
    <w:rsid w:val="00EC399D"/>
    <w:rsid w:val="00EC4082"/>
    <w:rsid w:val="00EC6B74"/>
    <w:rsid w:val="00ED4686"/>
    <w:rsid w:val="00ED5429"/>
    <w:rsid w:val="00ED61A1"/>
    <w:rsid w:val="00ED6FFD"/>
    <w:rsid w:val="00EE45CF"/>
    <w:rsid w:val="00EE792C"/>
    <w:rsid w:val="00EF035B"/>
    <w:rsid w:val="00F00B1F"/>
    <w:rsid w:val="00F00E73"/>
    <w:rsid w:val="00F01EF9"/>
    <w:rsid w:val="00F0283A"/>
    <w:rsid w:val="00F06D95"/>
    <w:rsid w:val="00F10ED4"/>
    <w:rsid w:val="00F16AF9"/>
    <w:rsid w:val="00F22EDF"/>
    <w:rsid w:val="00F27343"/>
    <w:rsid w:val="00F31BB9"/>
    <w:rsid w:val="00F31EEB"/>
    <w:rsid w:val="00F35FA2"/>
    <w:rsid w:val="00F37ED8"/>
    <w:rsid w:val="00F50691"/>
    <w:rsid w:val="00F56E30"/>
    <w:rsid w:val="00F5724B"/>
    <w:rsid w:val="00F63FB8"/>
    <w:rsid w:val="00F652F9"/>
    <w:rsid w:val="00F6571A"/>
    <w:rsid w:val="00F66010"/>
    <w:rsid w:val="00F665AA"/>
    <w:rsid w:val="00F66B70"/>
    <w:rsid w:val="00F711FF"/>
    <w:rsid w:val="00F73E16"/>
    <w:rsid w:val="00F7524B"/>
    <w:rsid w:val="00F7719D"/>
    <w:rsid w:val="00F81873"/>
    <w:rsid w:val="00F82871"/>
    <w:rsid w:val="00F82D9D"/>
    <w:rsid w:val="00F846E0"/>
    <w:rsid w:val="00F8758D"/>
    <w:rsid w:val="00F91BAE"/>
    <w:rsid w:val="00F925B1"/>
    <w:rsid w:val="00F93EF2"/>
    <w:rsid w:val="00F96257"/>
    <w:rsid w:val="00FA23C3"/>
    <w:rsid w:val="00FA764C"/>
    <w:rsid w:val="00FA7951"/>
    <w:rsid w:val="00FC15AA"/>
    <w:rsid w:val="00FC27BA"/>
    <w:rsid w:val="00FC2EE2"/>
    <w:rsid w:val="00FC5754"/>
    <w:rsid w:val="00FC6F05"/>
    <w:rsid w:val="00FD0A03"/>
    <w:rsid w:val="00FD2B4D"/>
    <w:rsid w:val="00FD433B"/>
    <w:rsid w:val="00FD4839"/>
    <w:rsid w:val="00FE26BF"/>
    <w:rsid w:val="00FE58DE"/>
    <w:rsid w:val="00FF0019"/>
    <w:rsid w:val="00FF00BF"/>
    <w:rsid w:val="00FF22F3"/>
    <w:rsid w:val="00FF4076"/>
    <w:rsid w:val="00FF5F2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104502F"/>
  <w15:docId w15:val="{F82C2ECE-7D4B-460B-B3BF-82C6AE0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Tahoma"/>
      <w:szCs w:val="24"/>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NormalWeb">
    <w:name w:val="Normal (Web)"/>
    <w:basedOn w:val="Normal"/>
    <w:uiPriority w:val="99"/>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Pr>
      <w:rFonts w:ascii="Tahoma" w:hAnsi="Tahoma"/>
      <w:sz w:val="16"/>
      <w:szCs w:val="16"/>
    </w:rPr>
  </w:style>
  <w:style w:type="character" w:customStyle="1" w:styleId="TextodebaloChar">
    <w:name w:val="Texto de balão Char"/>
    <w:link w:val="Textodebalo"/>
    <w:rPr>
      <w:rFonts w:ascii="Tahoma" w:hAnsi="Tahoma" w:cs="Tahoma"/>
      <w:sz w:val="16"/>
      <w:szCs w:val="16"/>
    </w:rPr>
  </w:style>
  <w:style w:type="character" w:customStyle="1" w:styleId="Ttulo2Char">
    <w:name w:val="Título 2 Char"/>
    <w:link w:val="Ttulo2"/>
    <w:rPr>
      <w:b/>
      <w:color w:val="000000"/>
      <w:sz w:val="24"/>
    </w:rPr>
  </w:style>
  <w:style w:type="paragraph" w:customStyle="1" w:styleId="Nvel2">
    <w:name w:val="Nível 2"/>
    <w:basedOn w:val="Normal"/>
    <w:next w:val="Normal"/>
    <w:pPr>
      <w:spacing w:after="120"/>
      <w:jc w:val="both"/>
    </w:pPr>
    <w:rPr>
      <w:rFonts w:cs="Times New Roman"/>
      <w:b/>
      <w:szCs w:val="20"/>
    </w:rPr>
  </w:style>
  <w:style w:type="character" w:customStyle="1" w:styleId="normalchar1">
    <w:name w:val="normal__char1"/>
    <w:rPr>
      <w:rFonts w:ascii="Arial" w:hAnsi="Arial" w:cs="Arial" w:hint="default"/>
      <w:strike w:val="0"/>
      <w:dstrike w:val="0"/>
      <w:sz w:val="24"/>
      <w:szCs w:val="24"/>
      <w:u w:val="none"/>
      <w:effect w:val="none"/>
    </w:rPr>
  </w:style>
  <w:style w:type="character" w:customStyle="1" w:styleId="apple-style-span">
    <w:name w:val="apple-style-span"/>
    <w:basedOn w:val="Fontepargpadro"/>
  </w:style>
  <w:style w:type="character" w:styleId="Hyperlink">
    <w:name w:val="Hyperlink"/>
    <w:rPr>
      <w:color w:val="000080"/>
      <w:u w:val="single"/>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pPr>
      <w:numPr>
        <w:numId w:val="2"/>
      </w:numPr>
      <w:contextualSpacing/>
    </w:p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pPr>
      <w:tabs>
        <w:tab w:val="center" w:pos="4252"/>
        <w:tab w:val="right" w:pos="8504"/>
      </w:tabs>
    </w:pPr>
  </w:style>
  <w:style w:type="character" w:customStyle="1" w:styleId="CabealhoChar">
    <w:name w:val="Cabeçalho Char"/>
    <w:basedOn w:val="Fontepargpadro"/>
    <w:link w:val="Cabealho"/>
    <w:rPr>
      <w:rFonts w:ascii="Ecofont_Spranq_eco_Sans" w:hAnsi="Ecofont_Spranq_eco_Sans" w:cs="Tahoma"/>
      <w:sz w:val="24"/>
      <w:szCs w:val="24"/>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rFonts w:ascii="Ecofont_Spranq_eco_Sans" w:hAnsi="Ecofont_Spranq_eco_Sans" w:cs="Tahoma"/>
      <w:sz w:val="24"/>
      <w:szCs w:val="24"/>
    </w:rPr>
  </w:style>
  <w:style w:type="paragraph" w:customStyle="1" w:styleId="Nivel1">
    <w:name w:val="Nivel1"/>
    <w:basedOn w:val="Ttulo1"/>
    <w:next w:val="Normal"/>
    <w:link w:val="Nivel1Char"/>
    <w:qFormat/>
    <w:pPr>
      <w:numPr>
        <w:numId w:val="1"/>
      </w:num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Pr>
      <w:rFonts w:ascii="Arial" w:eastAsiaTheme="majorEastAsia" w:hAnsi="Arial" w:cs="Arial"/>
      <w:b/>
      <w:color w:val="000000"/>
      <w:sz w:val="32"/>
      <w:szCs w:val="32"/>
    </w:rPr>
  </w:style>
  <w:style w:type="character" w:styleId="Refdecomentrio">
    <w:name w:val="annotation reference"/>
    <w:basedOn w:val="Fontepargpadro"/>
    <w:semiHidden/>
    <w:unhideWhenUsed/>
    <w:rPr>
      <w:sz w:val="18"/>
      <w:szCs w:val="18"/>
    </w:rPr>
  </w:style>
  <w:style w:type="paragraph" w:styleId="Textodecomentrio">
    <w:name w:val="annotation text"/>
    <w:basedOn w:val="Normal"/>
    <w:link w:val="TextodecomentrioChar"/>
    <w:unhideWhenUsed/>
    <w:rPr>
      <w:sz w:val="24"/>
    </w:rPr>
  </w:style>
  <w:style w:type="character" w:customStyle="1" w:styleId="TextodecomentrioChar">
    <w:name w:val="Texto de comentário Char"/>
    <w:basedOn w:val="Fontepargpadro"/>
    <w:link w:val="Textodecomentrio"/>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Pr>
      <w:b/>
      <w:bCs/>
      <w:sz w:val="20"/>
      <w:szCs w:val="20"/>
    </w:rPr>
  </w:style>
  <w:style w:type="character" w:customStyle="1" w:styleId="AssuntodocomentrioChar">
    <w:name w:val="Assunto do comentário Char"/>
    <w:basedOn w:val="TextodecomentrioChar"/>
    <w:link w:val="Assuntodocomentrio"/>
    <w:semiHidden/>
    <w:rPr>
      <w:rFonts w:ascii="Arial" w:hAnsi="Arial" w:cs="Tahoma"/>
      <w:b/>
      <w:bCs/>
      <w:sz w:val="24"/>
      <w:szCs w:val="24"/>
    </w:rPr>
  </w:style>
  <w:style w:type="table" w:styleId="Tabelacomgrade">
    <w:name w:val="Table Grid"/>
    <w:basedOn w:val="Tabelanormal"/>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Pr>
      <w:rFonts w:ascii="Ecofont_Spranq_eco_Sans" w:eastAsiaTheme="majorEastAsia" w:hAnsi="Ecofont_Spranq_eco_Sans"/>
      <w:b/>
      <w:bCs/>
      <w:color w:val="000000"/>
    </w:rPr>
  </w:style>
  <w:style w:type="paragraph" w:customStyle="1" w:styleId="Nivel010">
    <w:name w:val="Nivel_01"/>
    <w:basedOn w:val="Ttulo1"/>
    <w:link w:val="Nivel01Char0"/>
    <w:qFormat/>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character" w:customStyle="1" w:styleId="fontstyle01">
    <w:name w:val="fontstyle01"/>
    <w:basedOn w:val="Fontepargpadro"/>
    <w:rPr>
      <w:rFonts w:ascii="Times New Roman" w:hAnsi="Times New Roman" w:cs="Times New Roman" w:hint="default"/>
      <w:b w:val="0"/>
      <w:bCs w:val="0"/>
      <w:i w:val="0"/>
      <w:iCs w:val="0"/>
      <w:color w:val="000000"/>
      <w:sz w:val="24"/>
      <w:szCs w:val="24"/>
    </w:rPr>
  </w:style>
  <w:style w:type="character" w:customStyle="1" w:styleId="Ttulo3Char">
    <w:name w:val="Título 3 Char"/>
    <w:basedOn w:val="Fontepargpadro"/>
    <w:link w:val="Ttulo3"/>
    <w:semiHidden/>
    <w:rPr>
      <w:rFonts w:asciiTheme="majorHAnsi" w:eastAsiaTheme="majorEastAsia" w:hAnsiTheme="majorHAnsi" w:cstheme="majorBidi"/>
      <w:color w:val="243F60" w:themeColor="accent1" w:themeShade="7F"/>
      <w:sz w:val="24"/>
      <w:szCs w:val="24"/>
    </w:rPr>
  </w:style>
  <w:style w:type="character" w:customStyle="1" w:styleId="fontstyle21">
    <w:name w:val="fontstyle21"/>
    <w:basedOn w:val="Fontepargpadro"/>
    <w:rsid w:val="00C009F2"/>
    <w:rPr>
      <w:rFonts w:ascii="Calibri" w:hAnsi="Calibri" w:cs="Calibri" w:hint="default"/>
      <w:b w:val="0"/>
      <w:bCs w:val="0"/>
      <w:i w:val="0"/>
      <w:iCs w:val="0"/>
      <w:color w:val="000000"/>
      <w:sz w:val="24"/>
      <w:szCs w:val="24"/>
    </w:rPr>
  </w:style>
  <w:style w:type="character" w:customStyle="1" w:styleId="fontstyle11">
    <w:name w:val="fontstyle11"/>
    <w:basedOn w:val="Fontepargpadro"/>
    <w:rsid w:val="00C009F2"/>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4783892">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0618092">
      <w:bodyDiv w:val="1"/>
      <w:marLeft w:val="0"/>
      <w:marRight w:val="0"/>
      <w:marTop w:val="0"/>
      <w:marBottom w:val="0"/>
      <w:divBdr>
        <w:top w:val="none" w:sz="0" w:space="0" w:color="auto"/>
        <w:left w:val="none" w:sz="0" w:space="0" w:color="auto"/>
        <w:bottom w:val="none" w:sz="0" w:space="0" w:color="auto"/>
        <w:right w:val="none" w:sz="0" w:space="0" w:color="auto"/>
      </w:divBdr>
    </w:div>
    <w:div w:id="732242788">
      <w:bodyDiv w:val="1"/>
      <w:marLeft w:val="0"/>
      <w:marRight w:val="0"/>
      <w:marTop w:val="0"/>
      <w:marBottom w:val="0"/>
      <w:divBdr>
        <w:top w:val="none" w:sz="0" w:space="0" w:color="auto"/>
        <w:left w:val="none" w:sz="0" w:space="0" w:color="auto"/>
        <w:bottom w:val="none" w:sz="0" w:space="0" w:color="auto"/>
        <w:right w:val="none" w:sz="0" w:space="0" w:color="auto"/>
      </w:divBdr>
    </w:div>
    <w:div w:id="73311815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5097564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5628787">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ww.gov.br/agu/pt-br/composicao/consultoria-geral-da-uniao-1/modelos-de-convenios-licitacoes-e-contratos/modelos-de-licitacoes-e-contratos/compras-pregao-eletron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2.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30F744-7AD3-487D-879B-4A5D159D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7391</TotalTime>
  <Pages>48</Pages>
  <Words>24226</Words>
  <Characters>126783</Characters>
  <Application>Microsoft Office Word</Application>
  <DocSecurity>0</DocSecurity>
  <Lines>1056</Lines>
  <Paragraphs>301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Usuário do Windows</cp:lastModifiedBy>
  <cp:revision>510</cp:revision>
  <cp:lastPrinted>2018-12-20T16:54:00Z</cp:lastPrinted>
  <dcterms:created xsi:type="dcterms:W3CDTF">2020-04-22T13:30:00Z</dcterms:created>
  <dcterms:modified xsi:type="dcterms:W3CDTF">2020-10-23T14:01:00Z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